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8E2B4" w14:textId="77777777" w:rsidR="00C26092" w:rsidRPr="00C26092" w:rsidRDefault="00C26092" w:rsidP="00BC3E5E">
      <w:pPr>
        <w:pStyle w:val="TitelseiteHaupttitel"/>
        <w:spacing w:line="276" w:lineRule="auto"/>
        <w:rPr>
          <w:rFonts w:ascii="Arial" w:hAnsi="Arial" w:cs="Arial"/>
          <w:spacing w:val="0"/>
          <w:w w:val="95"/>
          <w:position w:val="0"/>
          <w:sz w:val="60"/>
          <w:szCs w:val="60"/>
          <w:lang w:val="fr-CH"/>
        </w:rPr>
      </w:pPr>
      <w:r w:rsidRPr="00C26092">
        <w:rPr>
          <w:rFonts w:ascii="Arial" w:hAnsi="Arial" w:cs="Arial"/>
          <w:spacing w:val="0"/>
          <w:w w:val="95"/>
          <w:position w:val="0"/>
          <w:sz w:val="60"/>
          <w:szCs w:val="60"/>
          <w:lang w:val="fr-CH"/>
        </w:rPr>
        <w:t>Liste de contrôle pour la certification</w:t>
      </w:r>
    </w:p>
    <w:p w14:paraId="4F0DEEBA" w14:textId="77777777" w:rsidR="00C26092" w:rsidRDefault="00C26092" w:rsidP="00BC3E5E">
      <w:pPr>
        <w:pStyle w:val="TitelseiteUntertitel"/>
        <w:spacing w:line="276" w:lineRule="auto"/>
        <w:rPr>
          <w:rFonts w:ascii="Arial" w:hAnsi="Arial" w:cs="Arial"/>
          <w:lang w:val="fr-CH"/>
        </w:rPr>
      </w:pPr>
    </w:p>
    <w:p w14:paraId="648C3F84" w14:textId="64D3B53F" w:rsidR="00C26092" w:rsidRPr="005214F0" w:rsidRDefault="00C26092" w:rsidP="00491018">
      <w:pPr>
        <w:pStyle w:val="TitelseiteUntertitel"/>
        <w:spacing w:line="276" w:lineRule="auto"/>
        <w:ind w:right="-2"/>
        <w:jc w:val="both"/>
        <w:rPr>
          <w:rFonts w:ascii="Arial" w:hAnsi="Arial" w:cs="Arial"/>
          <w:b w:val="0"/>
          <w:lang w:val="fr-CH"/>
        </w:rPr>
      </w:pPr>
      <w:r w:rsidRPr="005214F0">
        <w:rPr>
          <w:rFonts w:ascii="Arial" w:hAnsi="Arial" w:cs="Arial"/>
          <w:b w:val="0"/>
          <w:lang w:val="fr-CH"/>
        </w:rPr>
        <w:t xml:space="preserve">La présente liste de contrôle doit servir aux hôpitaux/institutions pour se préparer à la certification </w:t>
      </w:r>
      <w:r w:rsidR="00491018">
        <w:rPr>
          <w:rFonts w:ascii="Arial" w:hAnsi="Arial" w:cs="Arial"/>
          <w:b w:val="0"/>
          <w:lang w:val="fr-CH"/>
        </w:rPr>
        <w:br/>
      </w:r>
      <w:r w:rsidRPr="005214F0">
        <w:rPr>
          <w:rFonts w:ascii="Arial" w:hAnsi="Arial" w:cs="Arial"/>
          <w:b w:val="0"/>
          <w:lang w:val="fr-CH"/>
        </w:rPr>
        <w:t>REKOLE</w:t>
      </w:r>
      <w:r w:rsidRPr="005214F0">
        <w:rPr>
          <w:rFonts w:ascii="Arial" w:hAnsi="Arial" w:cs="Arial"/>
          <w:b w:val="0"/>
          <w:vertAlign w:val="superscript"/>
          <w:lang w:val="fr-CH"/>
        </w:rPr>
        <w:t>®</w:t>
      </w:r>
      <w:r w:rsidRPr="005214F0">
        <w:rPr>
          <w:rFonts w:ascii="Arial" w:hAnsi="Arial" w:cs="Arial"/>
          <w:b w:val="0"/>
          <w:lang w:val="fr-CH"/>
        </w:rPr>
        <w:t>.</w:t>
      </w:r>
    </w:p>
    <w:p w14:paraId="736DA502" w14:textId="77777777" w:rsidR="00031CEB" w:rsidRPr="00C26092" w:rsidRDefault="00031CEB" w:rsidP="00BC3E5E">
      <w:pPr>
        <w:spacing w:line="276" w:lineRule="auto"/>
        <w:rPr>
          <w:rFonts w:cs="Arial"/>
          <w:lang w:val="fr-CH"/>
        </w:rPr>
      </w:pPr>
    </w:p>
    <w:p w14:paraId="506039CF" w14:textId="1A40CED3" w:rsidR="00C26092" w:rsidRPr="00C26092" w:rsidRDefault="00C26092" w:rsidP="00BC3E5E">
      <w:pPr>
        <w:spacing w:line="276" w:lineRule="auto"/>
        <w:jc w:val="right"/>
        <w:rPr>
          <w:rFonts w:cs="Arial"/>
          <w:sz w:val="18"/>
          <w:szCs w:val="18"/>
          <w:lang w:val="fr-CH"/>
        </w:rPr>
      </w:pPr>
      <w:r w:rsidRPr="00C26092">
        <w:rPr>
          <w:rFonts w:cs="Arial"/>
          <w:sz w:val="18"/>
          <w:szCs w:val="18"/>
          <w:lang w:val="fr-CH"/>
        </w:rPr>
        <w:t xml:space="preserve">version </w:t>
      </w:r>
      <w:r w:rsidR="00F42D40">
        <w:rPr>
          <w:rFonts w:cs="Arial"/>
          <w:sz w:val="18"/>
          <w:szCs w:val="18"/>
          <w:lang w:val="fr-CH"/>
        </w:rPr>
        <w:t>3.</w:t>
      </w:r>
      <w:r w:rsidR="006E1B42">
        <w:rPr>
          <w:rFonts w:cs="Arial"/>
          <w:sz w:val="18"/>
          <w:szCs w:val="18"/>
          <w:lang w:val="fr-CH"/>
        </w:rPr>
        <w:t>6</w:t>
      </w:r>
    </w:p>
    <w:tbl>
      <w:tblPr>
        <w:tblW w:w="9356" w:type="dxa"/>
        <w:tblInd w:w="108" w:type="dxa"/>
        <w:tblLayout w:type="fixed"/>
        <w:tblCellMar>
          <w:left w:w="0" w:type="dxa"/>
          <w:right w:w="0" w:type="dxa"/>
        </w:tblCellMar>
        <w:tblLook w:val="0000" w:firstRow="0" w:lastRow="0" w:firstColumn="0" w:lastColumn="0" w:noHBand="0" w:noVBand="0"/>
      </w:tblPr>
      <w:tblGrid>
        <w:gridCol w:w="675"/>
        <w:gridCol w:w="6401"/>
        <w:gridCol w:w="2280"/>
      </w:tblGrid>
      <w:tr w:rsidR="00C26092" w:rsidRPr="00C26092" w14:paraId="10035AB6" w14:textId="77777777" w:rsidTr="00F42D40">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08" w:type="dxa"/>
            </w:tcMar>
          </w:tcPr>
          <w:p w14:paraId="16968C40" w14:textId="77777777" w:rsidR="00C26092" w:rsidRPr="00C26092" w:rsidRDefault="00C26092" w:rsidP="00BC3E5E">
            <w:pPr>
              <w:pStyle w:val="tabelletitel"/>
              <w:spacing w:line="276" w:lineRule="auto"/>
              <w:rPr>
                <w:rFonts w:ascii="Arial" w:hAnsi="Arial" w:cs="Arial"/>
                <w:lang w:val="fr-CH"/>
              </w:rPr>
            </w:pPr>
            <w:r w:rsidRPr="00C26092">
              <w:rPr>
                <w:rStyle w:val="ExpertLight"/>
                <w:rFonts w:ascii="Arial" w:hAnsi="Arial" w:cs="Arial"/>
                <w:lang w:val="fr-CH"/>
              </w:rPr>
              <w:t>1</w:t>
            </w:r>
          </w:p>
        </w:tc>
        <w:tc>
          <w:tcPr>
            <w:tcW w:w="6401"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19" w:type="dxa"/>
            </w:tcMar>
          </w:tcPr>
          <w:p w14:paraId="288F22C2" w14:textId="77777777" w:rsidR="00C26092" w:rsidRPr="00C26092" w:rsidRDefault="00C26092" w:rsidP="00BC3E5E">
            <w:pPr>
              <w:pStyle w:val="tabelletitel"/>
              <w:spacing w:line="276" w:lineRule="auto"/>
              <w:rPr>
                <w:rFonts w:ascii="Arial" w:hAnsi="Arial" w:cs="Arial"/>
                <w:lang w:val="fr-CH"/>
              </w:rPr>
            </w:pPr>
            <w:r w:rsidRPr="00C26092">
              <w:rPr>
                <w:rFonts w:ascii="Arial" w:hAnsi="Arial" w:cs="Arial"/>
                <w:lang w:val="fr-CH"/>
              </w:rPr>
              <w:t>Exigences générales</w:t>
            </w:r>
          </w:p>
        </w:tc>
        <w:tc>
          <w:tcPr>
            <w:tcW w:w="2280"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08" w:type="dxa"/>
            </w:tcMar>
          </w:tcPr>
          <w:p w14:paraId="16352619" w14:textId="77777777" w:rsidR="00C26092" w:rsidRPr="00C26092" w:rsidRDefault="00C26092" w:rsidP="00BC3E5E">
            <w:pPr>
              <w:pStyle w:val="tabelletitel"/>
              <w:spacing w:line="276" w:lineRule="auto"/>
              <w:rPr>
                <w:rFonts w:ascii="Arial" w:hAnsi="Arial" w:cs="Arial"/>
                <w:lang w:val="fr-CH"/>
              </w:rPr>
            </w:pPr>
            <w:r w:rsidRPr="00C26092">
              <w:rPr>
                <w:rFonts w:ascii="Arial" w:hAnsi="Arial" w:cs="Arial"/>
                <w:lang w:val="fr-CH"/>
              </w:rPr>
              <w:t>Remarques</w:t>
            </w:r>
          </w:p>
        </w:tc>
      </w:tr>
      <w:tr w:rsidR="00C26092" w:rsidRPr="00C26092" w14:paraId="4CA0E7F7" w14:textId="77777777" w:rsidTr="00F42D40">
        <w:trPr>
          <w:trHeight w:val="106"/>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BBBB27C"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1.1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ABB2BFF"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Objectif/ancrage stratégique</w:t>
            </w:r>
          </w:p>
        </w:tc>
        <w:tc>
          <w:tcPr>
            <w:tcW w:w="228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9938D50"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48B7D39D" w14:textId="77777777" w:rsidTr="00F42D40">
        <w:trPr>
          <w:trHeight w:val="355"/>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color w:val="auto"/>
                <w:lang w:val="fr-CH"/>
              </w:rPr>
              <w:id w:val="-310630052"/>
              <w14:checkbox>
                <w14:checked w14:val="0"/>
                <w14:checkedState w14:val="2612" w14:font="MS Gothic"/>
                <w14:uncheckedState w14:val="2610" w14:font="MS Gothic"/>
              </w14:checkbox>
            </w:sdtPr>
            <w:sdtEndPr/>
            <w:sdtContent>
              <w:p w14:paraId="53EFC785" w14:textId="77777777" w:rsidR="00C26092" w:rsidRPr="00441A0F" w:rsidRDefault="00C26092" w:rsidP="00BC3E5E">
                <w:pPr>
                  <w:pStyle w:val="tabellegt"/>
                  <w:spacing w:line="276" w:lineRule="auto"/>
                  <w:rPr>
                    <w:rFonts w:ascii="Arial" w:hAnsi="Arial" w:cs="Arial"/>
                    <w:color w:val="auto"/>
                    <w:lang w:val="fr-CH"/>
                  </w:rPr>
                </w:pPr>
                <w:r w:rsidRPr="00441A0F">
                  <w:rPr>
                    <w:rFonts w:ascii="Arial" w:hAnsi="Arial" w:cs="Arial" w:hint="eastAsia"/>
                    <w:color w:val="auto"/>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0C61C86" w14:textId="77777777" w:rsidR="00C26092" w:rsidRPr="00441A0F" w:rsidRDefault="00C26092" w:rsidP="00BC3E5E">
            <w:pPr>
              <w:pStyle w:val="tabellegt"/>
              <w:spacing w:line="276" w:lineRule="auto"/>
              <w:rPr>
                <w:rFonts w:ascii="Arial" w:hAnsi="Arial" w:cs="Arial"/>
                <w:color w:val="auto"/>
                <w:lang w:val="fr-CH"/>
              </w:rPr>
            </w:pPr>
            <w:r w:rsidRPr="00441A0F">
              <w:rPr>
                <w:rFonts w:ascii="Arial" w:hAnsi="Arial" w:cs="Arial"/>
                <w:color w:val="auto"/>
                <w:lang w:val="fr-CH"/>
              </w:rPr>
              <w:t>Existence d’une décision stratégique de la direction de l’hôpital au sujet de l’introduction et du développement de la comptabilité analytique, ainsi que du système TI</w:t>
            </w:r>
          </w:p>
        </w:tc>
        <w:tc>
          <w:tcPr>
            <w:tcW w:w="228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B41070A" w14:textId="77777777" w:rsidR="00C26092" w:rsidRPr="00BC3E5E" w:rsidRDefault="00C26092" w:rsidP="00BC3E5E">
            <w:pPr>
              <w:pStyle w:val="KeinAbsatzformat"/>
              <w:spacing w:line="276" w:lineRule="auto"/>
              <w:textAlignment w:val="auto"/>
              <w:rPr>
                <w:rFonts w:ascii="Arial" w:hAnsi="Arial" w:cs="Arial"/>
                <w:color w:val="005596"/>
                <w:sz w:val="18"/>
                <w:szCs w:val="18"/>
                <w:lang w:val="fr-CH"/>
              </w:rPr>
            </w:pPr>
          </w:p>
        </w:tc>
      </w:tr>
      <w:tr w:rsidR="00C26092" w:rsidRPr="00C26092" w14:paraId="4BA53A75" w14:textId="77777777" w:rsidTr="00F42D40">
        <w:trPr>
          <w:trHeight w:val="127"/>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F3E04BA"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1.2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948337B"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Organisation structurelle et fonctionnelle</w:t>
            </w:r>
          </w:p>
        </w:tc>
        <w:tc>
          <w:tcPr>
            <w:tcW w:w="228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1EBBC58"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3C539072" w14:textId="77777777" w:rsidTr="00F42D40">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383515058"/>
              <w14:checkbox>
                <w14:checked w14:val="0"/>
                <w14:checkedState w14:val="2612" w14:font="MS Gothic"/>
                <w14:uncheckedState w14:val="2610" w14:font="MS Gothic"/>
              </w14:checkbox>
            </w:sdtPr>
            <w:sdtEndPr/>
            <w:sdtContent>
              <w:p w14:paraId="1CC08714"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10ADC50"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Descriptions de poste ou diagrammes de fonction des responsables de la comptabilité analytique, ainsi que de leurs adjoints. Les tâches, compétences et attributions du point de vue de la comptabilité analytique doivent y figurer.</w:t>
            </w:r>
          </w:p>
        </w:tc>
        <w:tc>
          <w:tcPr>
            <w:tcW w:w="228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8B2BEEE"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44D50EB1" w14:textId="77777777" w:rsidTr="00F42D40">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840228072"/>
              <w14:checkbox>
                <w14:checked w14:val="0"/>
                <w14:checkedState w14:val="2612" w14:font="MS Gothic"/>
                <w14:uncheckedState w14:val="2610" w14:font="MS Gothic"/>
              </w14:checkbox>
            </w:sdtPr>
            <w:sdtEndPr/>
            <w:sdtContent>
              <w:p w14:paraId="6CD9330A"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387E75D"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Documentation des formations internes, évaluation des besoins en formation, etc.</w:t>
            </w:r>
            <w:r w:rsidR="00632461">
              <w:rPr>
                <w:rFonts w:ascii="Arial" w:hAnsi="Arial" w:cs="Arial"/>
                <w:lang w:val="fr-CH"/>
              </w:rPr>
              <w:t xml:space="preserve"> du personnel impliqué da</w:t>
            </w:r>
            <w:r w:rsidR="002B2E42">
              <w:rPr>
                <w:rFonts w:ascii="Arial" w:hAnsi="Arial" w:cs="Arial"/>
                <w:lang w:val="fr-CH"/>
              </w:rPr>
              <w:t>ns la comptabilité analytique/</w:t>
            </w:r>
            <w:r w:rsidR="00632461">
              <w:rPr>
                <w:rFonts w:ascii="Arial" w:hAnsi="Arial" w:cs="Arial"/>
                <w:lang w:val="fr-CH"/>
              </w:rPr>
              <w:t xml:space="preserve">dans le </w:t>
            </w:r>
            <w:r w:rsidR="00632461" w:rsidRPr="00632461">
              <w:rPr>
                <w:rFonts w:ascii="Arial" w:hAnsi="Arial" w:cs="Arial"/>
                <w:lang w:val="fr-CH"/>
              </w:rPr>
              <w:t xml:space="preserve">contexte </w:t>
            </w:r>
            <w:r w:rsidR="00632461" w:rsidRPr="00F42D40">
              <w:rPr>
                <w:rFonts w:ascii="Arial" w:hAnsi="Arial" w:cs="Arial"/>
                <w:lang w:val="fr-CH"/>
              </w:rPr>
              <w:t>REKOLE</w:t>
            </w:r>
            <w:r w:rsidR="00632461" w:rsidRPr="00F42D40">
              <w:rPr>
                <w:rFonts w:ascii="Arial" w:hAnsi="Arial" w:cs="Arial"/>
                <w:vertAlign w:val="superscript"/>
                <w:lang w:val="fr-CH"/>
              </w:rPr>
              <w:t>®</w:t>
            </w:r>
          </w:p>
        </w:tc>
        <w:tc>
          <w:tcPr>
            <w:tcW w:w="228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FC3C7CE"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5FCB3595" w14:textId="77777777" w:rsidTr="00F42D40">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970192058"/>
              <w14:checkbox>
                <w14:checked w14:val="0"/>
                <w14:checkedState w14:val="2612" w14:font="MS Gothic"/>
                <w14:uncheckedState w14:val="2610" w14:font="MS Gothic"/>
              </w14:checkbox>
            </w:sdtPr>
            <w:sdtEndPr/>
            <w:sdtContent>
              <w:p w14:paraId="3CA162A9"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652B661"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Documentation des contrôles et principales étapes de travail permettant d’assurer la comptabilité analytique</w:t>
            </w:r>
          </w:p>
        </w:tc>
        <w:tc>
          <w:tcPr>
            <w:tcW w:w="228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E2B5790"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40B85A6D" w14:textId="77777777" w:rsidTr="00F42D40">
        <w:trPr>
          <w:trHeight w:val="17"/>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1D38227"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1.3</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A34D0A8"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Systèmes d’information et d’organisation TI</w:t>
            </w:r>
          </w:p>
        </w:tc>
        <w:tc>
          <w:tcPr>
            <w:tcW w:w="228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735A99A"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42D40" w14:paraId="59D7734D" w14:textId="77777777" w:rsidTr="00F42D40">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B71ED7F"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CB12289"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Il est possible de renoncer aux enregistrements et à la documentation ci-après dès lors que, au cours des trois années écoulées, un audit TI/une revue TI/un contrôle TI a été effectué</w:t>
            </w:r>
            <w:r w:rsidR="007A54AC">
              <w:rPr>
                <w:rFonts w:ascii="Arial" w:hAnsi="Arial" w:cs="Arial"/>
                <w:lang w:val="fr-CH"/>
              </w:rPr>
              <w:t>(</w:t>
            </w:r>
            <w:r w:rsidRPr="00C26092">
              <w:rPr>
                <w:rFonts w:ascii="Arial" w:hAnsi="Arial" w:cs="Arial"/>
                <w:lang w:val="fr-CH"/>
              </w:rPr>
              <w:t>e</w:t>
            </w:r>
            <w:r w:rsidR="007A54AC">
              <w:rPr>
                <w:rFonts w:ascii="Arial" w:hAnsi="Arial" w:cs="Arial"/>
                <w:lang w:val="fr-CH"/>
              </w:rPr>
              <w:t>)</w:t>
            </w:r>
            <w:r w:rsidRPr="00C26092">
              <w:rPr>
                <w:rFonts w:ascii="Arial" w:hAnsi="Arial" w:cs="Arial"/>
                <w:lang w:val="fr-CH"/>
              </w:rPr>
              <w:t xml:space="preserve">, lors duquel ou de laquelle </w:t>
            </w:r>
            <w:r w:rsidR="007A54AC">
              <w:rPr>
                <w:rFonts w:ascii="Arial" w:hAnsi="Arial" w:cs="Arial"/>
                <w:lang w:val="fr-CH"/>
              </w:rPr>
              <w:t xml:space="preserve">les TI concernant </w:t>
            </w:r>
            <w:r w:rsidRPr="00C26092">
              <w:rPr>
                <w:rFonts w:ascii="Arial" w:hAnsi="Arial" w:cs="Arial"/>
                <w:lang w:val="fr-CH"/>
              </w:rPr>
              <w:t xml:space="preserve">la comptabilité analytique </w:t>
            </w:r>
            <w:r w:rsidR="007A54AC">
              <w:rPr>
                <w:rFonts w:ascii="Arial" w:hAnsi="Arial" w:cs="Arial"/>
                <w:lang w:val="fr-CH"/>
              </w:rPr>
              <w:t>ont</w:t>
            </w:r>
            <w:r w:rsidR="007A54AC" w:rsidRPr="00C26092">
              <w:rPr>
                <w:rFonts w:ascii="Arial" w:hAnsi="Arial" w:cs="Arial"/>
                <w:lang w:val="fr-CH"/>
              </w:rPr>
              <w:t xml:space="preserve"> </w:t>
            </w:r>
            <w:r w:rsidRPr="00C26092">
              <w:rPr>
                <w:rFonts w:ascii="Arial" w:hAnsi="Arial" w:cs="Arial"/>
                <w:lang w:val="fr-CH"/>
              </w:rPr>
              <w:t>été vérifiée</w:t>
            </w:r>
            <w:r w:rsidR="007A54AC">
              <w:rPr>
                <w:rFonts w:ascii="Arial" w:hAnsi="Arial" w:cs="Arial"/>
                <w:lang w:val="fr-CH"/>
              </w:rPr>
              <w:t>s</w:t>
            </w:r>
            <w:r w:rsidRPr="00C26092">
              <w:rPr>
                <w:rFonts w:ascii="Arial" w:hAnsi="Arial" w:cs="Arial"/>
                <w:lang w:val="fr-CH"/>
              </w:rPr>
              <w:t xml:space="preserve"> et qu’un document final correspondant est disponible avec une évaluation positive de principe. Présentation du document final</w:t>
            </w:r>
          </w:p>
        </w:tc>
        <w:tc>
          <w:tcPr>
            <w:tcW w:w="228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286D649"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441B3F32" w14:textId="77777777" w:rsidTr="00F42D40">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782116012"/>
              <w14:checkbox>
                <w14:checked w14:val="0"/>
                <w14:checkedState w14:val="2612" w14:font="MS Gothic"/>
                <w14:uncheckedState w14:val="2610" w14:font="MS Gothic"/>
              </w14:checkbox>
            </w:sdtPr>
            <w:sdtEndPr/>
            <w:sdtContent>
              <w:p w14:paraId="396F476F"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D144DD4"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Existence d’enregistrements, documentations sur les principes, standards, déroulements de procédure et contrôles en relation avec les activités TI (entre autre</w:t>
            </w:r>
            <w:r w:rsidR="00DB464D">
              <w:rPr>
                <w:rFonts w:ascii="Arial" w:hAnsi="Arial" w:cs="Arial"/>
                <w:lang w:val="fr-CH"/>
              </w:rPr>
              <w:t>s</w:t>
            </w:r>
            <w:r w:rsidRPr="00C26092">
              <w:rPr>
                <w:rFonts w:ascii="Arial" w:hAnsi="Arial" w:cs="Arial"/>
                <w:lang w:val="fr-CH"/>
              </w:rPr>
              <w:t xml:space="preserve"> sécurité des données et </w:t>
            </w:r>
            <w:r w:rsidR="00905499">
              <w:rPr>
                <w:rFonts w:ascii="Arial" w:hAnsi="Arial" w:cs="Arial"/>
                <w:lang w:val="fr-CH"/>
              </w:rPr>
              <w:t xml:space="preserve">des </w:t>
            </w:r>
            <w:r w:rsidRPr="00C26092">
              <w:rPr>
                <w:rFonts w:ascii="Arial" w:hAnsi="Arial" w:cs="Arial"/>
                <w:lang w:val="fr-CH"/>
              </w:rPr>
              <w:t>programmes, développement des applications et procédure de validation/</w:t>
            </w:r>
            <w:r w:rsidR="00905499">
              <w:rPr>
                <w:rFonts w:ascii="Arial" w:hAnsi="Arial" w:cs="Arial"/>
                <w:lang w:val="fr-CH"/>
              </w:rPr>
              <w:t>C</w:t>
            </w:r>
            <w:r w:rsidR="00905499" w:rsidRPr="00C26092">
              <w:rPr>
                <w:rFonts w:ascii="Arial" w:hAnsi="Arial" w:cs="Arial"/>
                <w:lang w:val="fr-CH"/>
              </w:rPr>
              <w:t xml:space="preserve">hange </w:t>
            </w:r>
            <w:r w:rsidR="00905499">
              <w:rPr>
                <w:rFonts w:ascii="Arial" w:hAnsi="Arial" w:cs="Arial"/>
                <w:lang w:val="fr-CH"/>
              </w:rPr>
              <w:t>M</w:t>
            </w:r>
            <w:r w:rsidR="00905499" w:rsidRPr="00C26092">
              <w:rPr>
                <w:rFonts w:ascii="Arial" w:hAnsi="Arial" w:cs="Arial"/>
                <w:lang w:val="fr-CH"/>
              </w:rPr>
              <w:t>anagement</w:t>
            </w:r>
            <w:r w:rsidRPr="00C26092">
              <w:rPr>
                <w:rFonts w:ascii="Arial" w:hAnsi="Arial" w:cs="Arial"/>
                <w:lang w:val="fr-CH"/>
              </w:rPr>
              <w:t>, exploitation et maintenance TI)</w:t>
            </w:r>
          </w:p>
        </w:tc>
        <w:tc>
          <w:tcPr>
            <w:tcW w:w="228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EFABC6C"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1E49C077" w14:textId="77777777" w:rsidTr="00F42D40">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844403104"/>
              <w14:checkbox>
                <w14:checked w14:val="0"/>
                <w14:checkedState w14:val="2612" w14:font="MS Gothic"/>
                <w14:uncheckedState w14:val="2610" w14:font="MS Gothic"/>
              </w14:checkbox>
            </w:sdtPr>
            <w:sdtEndPr/>
            <w:sdtContent>
              <w:p w14:paraId="64543156"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CF597B9"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Existence d’enregistrements, documentations sur les contrôles et procédures de sécurité qui restreignent l’accès aux données et programmes aux seules personnes autorisées</w:t>
            </w:r>
          </w:p>
        </w:tc>
        <w:tc>
          <w:tcPr>
            <w:tcW w:w="228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4CA41C3"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69A83068" w14:textId="77777777" w:rsidTr="00F42D40">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907918423"/>
              <w14:checkbox>
                <w14:checked w14:val="0"/>
                <w14:checkedState w14:val="2612" w14:font="MS Gothic"/>
                <w14:uncheckedState w14:val="2610" w14:font="MS Gothic"/>
              </w14:checkbox>
            </w:sdtPr>
            <w:sdtEndPr/>
            <w:sdtContent>
              <w:p w14:paraId="0E695AEB"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AD199FF"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Existence d’enregistrements, documentations sur les procédures et stratégies de sécurité physiques afin de minimiser le risque d’interruption d’exploitation (incendie, inondations, panne d’électricité etc.)</w:t>
            </w:r>
          </w:p>
        </w:tc>
        <w:tc>
          <w:tcPr>
            <w:tcW w:w="228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60DC76B"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1D670371" w14:textId="77777777" w:rsidTr="00F42D40">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5472066"/>
              <w14:checkbox>
                <w14:checked w14:val="0"/>
                <w14:checkedState w14:val="2612" w14:font="MS Gothic"/>
                <w14:uncheckedState w14:val="2610" w14:font="MS Gothic"/>
              </w14:checkbox>
            </w:sdtPr>
            <w:sdtEndPr/>
            <w:sdtContent>
              <w:p w14:paraId="7455EC21"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F50B2D7"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Instruction sur la sauvegarde des stocks de données</w:t>
            </w:r>
          </w:p>
        </w:tc>
        <w:tc>
          <w:tcPr>
            <w:tcW w:w="228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5E99787"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bl>
    <w:p w14:paraId="13FBC106" w14:textId="77777777" w:rsidR="002F40EF" w:rsidRPr="00AC4F2F" w:rsidRDefault="002F40EF" w:rsidP="00BC3E5E">
      <w:pPr>
        <w:spacing w:line="276" w:lineRule="auto"/>
        <w:rPr>
          <w:lang w:val="fr-CH"/>
        </w:rPr>
      </w:pPr>
      <w:r w:rsidRPr="00AC4F2F">
        <w:rPr>
          <w:b/>
          <w:bCs/>
          <w:lang w:val="fr-CH"/>
        </w:rPr>
        <w:br w:type="page"/>
      </w:r>
    </w:p>
    <w:tbl>
      <w:tblPr>
        <w:tblW w:w="9798" w:type="dxa"/>
        <w:tblInd w:w="108" w:type="dxa"/>
        <w:tblLayout w:type="fixed"/>
        <w:tblCellMar>
          <w:left w:w="0" w:type="dxa"/>
          <w:right w:w="0" w:type="dxa"/>
        </w:tblCellMar>
        <w:tblLook w:val="0000" w:firstRow="0" w:lastRow="0" w:firstColumn="0" w:lastColumn="0" w:noHBand="0" w:noVBand="0"/>
      </w:tblPr>
      <w:tblGrid>
        <w:gridCol w:w="675"/>
        <w:gridCol w:w="6401"/>
        <w:gridCol w:w="2722"/>
      </w:tblGrid>
      <w:tr w:rsidR="00C26092" w:rsidRPr="00C26092" w14:paraId="6BB037D0"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08" w:type="dxa"/>
            </w:tcMar>
          </w:tcPr>
          <w:p w14:paraId="3C28B4C8" w14:textId="77777777" w:rsidR="00C26092" w:rsidRPr="00C26092" w:rsidRDefault="00C26092" w:rsidP="00BC3E5E">
            <w:pPr>
              <w:pStyle w:val="tabelletitel"/>
              <w:spacing w:line="276" w:lineRule="auto"/>
              <w:rPr>
                <w:rFonts w:ascii="Arial" w:hAnsi="Arial" w:cs="Arial"/>
                <w:lang w:val="fr-CH"/>
              </w:rPr>
            </w:pPr>
            <w:r w:rsidRPr="00C26092">
              <w:rPr>
                <w:rStyle w:val="ExpertLight"/>
                <w:rFonts w:ascii="Arial" w:hAnsi="Arial" w:cs="Arial"/>
                <w:lang w:val="fr-CH"/>
              </w:rPr>
              <w:lastRenderedPageBreak/>
              <w:t>2</w:t>
            </w:r>
          </w:p>
        </w:tc>
        <w:tc>
          <w:tcPr>
            <w:tcW w:w="6401"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19" w:type="dxa"/>
            </w:tcMar>
          </w:tcPr>
          <w:p w14:paraId="00AC3FF1" w14:textId="77777777" w:rsidR="00C26092" w:rsidRPr="00C26092" w:rsidRDefault="00C26092" w:rsidP="00BC3E5E">
            <w:pPr>
              <w:pStyle w:val="tabelletitel"/>
              <w:spacing w:line="276" w:lineRule="auto"/>
              <w:rPr>
                <w:rFonts w:ascii="Arial" w:hAnsi="Arial" w:cs="Arial"/>
                <w:lang w:val="fr-CH"/>
              </w:rPr>
            </w:pPr>
            <w:r w:rsidRPr="00C26092">
              <w:rPr>
                <w:rFonts w:ascii="Arial" w:hAnsi="Arial" w:cs="Arial"/>
                <w:lang w:val="fr-CH"/>
              </w:rPr>
              <w:t>Exigences relatives à la documentation</w:t>
            </w:r>
          </w:p>
        </w:tc>
        <w:tc>
          <w:tcPr>
            <w:tcW w:w="2722"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08" w:type="dxa"/>
            </w:tcMar>
          </w:tcPr>
          <w:p w14:paraId="6B1DA783" w14:textId="77777777" w:rsidR="00C26092" w:rsidRPr="00C26092" w:rsidRDefault="00C26092" w:rsidP="00BC3E5E">
            <w:pPr>
              <w:pStyle w:val="tabelletitel"/>
              <w:spacing w:line="276" w:lineRule="auto"/>
              <w:rPr>
                <w:rFonts w:ascii="Arial" w:hAnsi="Arial" w:cs="Arial"/>
                <w:lang w:val="fr-CH"/>
              </w:rPr>
            </w:pPr>
            <w:r w:rsidRPr="00C26092">
              <w:rPr>
                <w:rFonts w:ascii="Arial" w:hAnsi="Arial" w:cs="Arial"/>
                <w:lang w:val="fr-CH"/>
              </w:rPr>
              <w:t>Remarques</w:t>
            </w:r>
          </w:p>
        </w:tc>
      </w:tr>
      <w:tr w:rsidR="00C26092" w:rsidRPr="00C26092" w14:paraId="2E98176E"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25A093E"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2.1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32171E8"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Gestion des documents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51B97B7"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784073EF" w14:textId="77777777" w:rsidTr="002F40EF">
        <w:trPr>
          <w:trHeight w:val="133"/>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412278987"/>
              <w14:checkbox>
                <w14:checked w14:val="0"/>
                <w14:checkedState w14:val="2612" w14:font="MS Gothic"/>
                <w14:uncheckedState w14:val="2610" w14:font="MS Gothic"/>
              </w14:checkbox>
            </w:sdtPr>
            <w:sdtEndPr/>
            <w:sdtContent>
              <w:p w14:paraId="1BC7A989"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5BFA6B0"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Documentation de la comptabilité analytique et de la structure y afférente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46A9770"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5FB04E7A"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367831616"/>
              <w14:checkbox>
                <w14:checked w14:val="0"/>
                <w14:checkedState w14:val="2612" w14:font="MS Gothic"/>
                <w14:uncheckedState w14:val="2610" w14:font="MS Gothic"/>
              </w14:checkbox>
            </w:sdtPr>
            <w:sdtEndPr/>
            <w:sdtContent>
              <w:p w14:paraId="5BAC8644"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4A7D505"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Enregistrement et documentation de l’adaptation des objets de la comptabilité analytique (objets COAN)</w:t>
            </w:r>
          </w:p>
          <w:p w14:paraId="35A3CD06" w14:textId="77777777" w:rsidR="00C26092" w:rsidRPr="00C26092" w:rsidRDefault="00C26092" w:rsidP="00FC7221">
            <w:pPr>
              <w:pStyle w:val="tabelleliste"/>
              <w:numPr>
                <w:ilvl w:val="0"/>
                <w:numId w:val="44"/>
              </w:numPr>
              <w:spacing w:line="276" w:lineRule="auto"/>
              <w:ind w:left="351"/>
              <w:rPr>
                <w:rFonts w:ascii="Arial" w:hAnsi="Arial" w:cs="Arial"/>
                <w:lang w:val="fr-CH"/>
              </w:rPr>
            </w:pPr>
            <w:r w:rsidRPr="00C26092">
              <w:rPr>
                <w:rFonts w:ascii="Arial" w:hAnsi="Arial" w:cs="Arial"/>
                <w:lang w:val="fr-CH"/>
              </w:rPr>
              <w:t>Charges par nature</w:t>
            </w:r>
          </w:p>
          <w:p w14:paraId="67FD3F76" w14:textId="77777777" w:rsidR="00C26092" w:rsidRPr="00C26092" w:rsidRDefault="00C26092" w:rsidP="00FC7221">
            <w:pPr>
              <w:pStyle w:val="tabelleliste"/>
              <w:numPr>
                <w:ilvl w:val="0"/>
                <w:numId w:val="44"/>
              </w:numPr>
              <w:spacing w:line="276" w:lineRule="auto"/>
              <w:ind w:left="351"/>
              <w:rPr>
                <w:rFonts w:ascii="Arial" w:hAnsi="Arial" w:cs="Arial"/>
                <w:lang w:val="fr-CH"/>
              </w:rPr>
            </w:pPr>
            <w:r w:rsidRPr="00C26092">
              <w:rPr>
                <w:rFonts w:ascii="Arial" w:hAnsi="Arial" w:cs="Arial"/>
                <w:lang w:val="fr-CH"/>
              </w:rPr>
              <w:t>Centres de charges (centres de charges fournisseurs de services, centres de charges fournisseurs de prestations, exploitations annexes)</w:t>
            </w:r>
          </w:p>
          <w:p w14:paraId="79787B5D" w14:textId="77777777" w:rsidR="00C26092" w:rsidRPr="00C26092" w:rsidRDefault="00C26092" w:rsidP="00FC7221">
            <w:pPr>
              <w:pStyle w:val="tabelleliste"/>
              <w:numPr>
                <w:ilvl w:val="0"/>
                <w:numId w:val="44"/>
              </w:numPr>
              <w:spacing w:line="276" w:lineRule="auto"/>
              <w:ind w:left="351"/>
              <w:rPr>
                <w:rFonts w:ascii="Arial" w:hAnsi="Arial" w:cs="Arial"/>
                <w:lang w:val="fr-CH"/>
              </w:rPr>
            </w:pPr>
            <w:r w:rsidRPr="00C26092">
              <w:rPr>
                <w:rFonts w:ascii="Arial" w:hAnsi="Arial" w:cs="Arial"/>
                <w:lang w:val="fr-CH"/>
              </w:rPr>
              <w:t>Clés de répartition/Standards of performance</w:t>
            </w:r>
          </w:p>
          <w:p w14:paraId="1E219566" w14:textId="77777777" w:rsidR="00C26092" w:rsidRPr="00C26092" w:rsidRDefault="00C26092" w:rsidP="00FC7221">
            <w:pPr>
              <w:pStyle w:val="tabelleliste"/>
              <w:numPr>
                <w:ilvl w:val="0"/>
                <w:numId w:val="44"/>
              </w:numPr>
              <w:spacing w:line="276" w:lineRule="auto"/>
              <w:ind w:left="351"/>
              <w:rPr>
                <w:rFonts w:ascii="Arial" w:hAnsi="Arial" w:cs="Arial"/>
                <w:lang w:val="fr-CH"/>
              </w:rPr>
            </w:pPr>
            <w:r w:rsidRPr="00C26092">
              <w:rPr>
                <w:rFonts w:ascii="Arial" w:hAnsi="Arial" w:cs="Arial"/>
                <w:lang w:val="fr-CH"/>
              </w:rPr>
              <w:t>Unités d’</w:t>
            </w:r>
            <w:r w:rsidR="00E270D5" w:rsidRPr="00C26092">
              <w:rPr>
                <w:rFonts w:ascii="Arial" w:hAnsi="Arial" w:cs="Arial"/>
                <w:lang w:val="fr-CH"/>
              </w:rPr>
              <w:t>œuvre</w:t>
            </w:r>
          </w:p>
          <w:p w14:paraId="096D3237" w14:textId="77777777" w:rsidR="00C26092" w:rsidRPr="00C26092" w:rsidRDefault="00C26092" w:rsidP="00FC7221">
            <w:pPr>
              <w:pStyle w:val="tabelleliste"/>
              <w:numPr>
                <w:ilvl w:val="0"/>
                <w:numId w:val="44"/>
              </w:numPr>
              <w:spacing w:line="276" w:lineRule="auto"/>
              <w:ind w:left="351"/>
              <w:rPr>
                <w:rFonts w:ascii="Arial" w:hAnsi="Arial" w:cs="Arial"/>
                <w:lang w:val="fr-CH"/>
              </w:rPr>
            </w:pPr>
            <w:r w:rsidRPr="00C26092">
              <w:rPr>
                <w:rFonts w:ascii="Arial" w:hAnsi="Arial" w:cs="Arial"/>
                <w:lang w:val="fr-CH"/>
              </w:rPr>
              <w:t xml:space="preserve">Unités finales d’imputation (cas administratif, </w:t>
            </w:r>
            <w:r w:rsidR="003C653B">
              <w:rPr>
                <w:rFonts w:ascii="Arial" w:hAnsi="Arial" w:cs="Arial"/>
                <w:lang w:val="fr-CH"/>
              </w:rPr>
              <w:t>mandat</w:t>
            </w:r>
            <w:r w:rsidRPr="00C26092">
              <w:rPr>
                <w:rFonts w:ascii="Arial" w:hAnsi="Arial" w:cs="Arial"/>
                <w:lang w:val="fr-CH"/>
              </w:rPr>
              <w:t>)</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D2C1862"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C26092" w14:paraId="29809529"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9BF8739"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2.2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3B35493"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Gestion des enregistrements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1C04E16"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7EC26B54" w14:textId="77777777" w:rsidTr="00C26092">
        <w:trPr>
          <w:trHeight w:val="1169"/>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675224051"/>
              <w14:checkbox>
                <w14:checked w14:val="0"/>
                <w14:checkedState w14:val="2612" w14:font="MS Gothic"/>
                <w14:uncheckedState w14:val="2610" w14:font="MS Gothic"/>
              </w14:checkbox>
            </w:sdtPr>
            <w:sdtEndPr/>
            <w:sdtContent>
              <w:p w14:paraId="44E70057"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D04D727"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Réglementations et procédures sur la maîtrise des enregistrements comprenant:</w:t>
            </w:r>
          </w:p>
          <w:p w14:paraId="6DBEF34B" w14:textId="77777777" w:rsidR="00C26092" w:rsidRPr="00C26092" w:rsidRDefault="00C26092" w:rsidP="00FC7221">
            <w:pPr>
              <w:pStyle w:val="tabelleliste"/>
              <w:numPr>
                <w:ilvl w:val="0"/>
                <w:numId w:val="45"/>
              </w:numPr>
              <w:spacing w:line="276" w:lineRule="auto"/>
              <w:ind w:left="351"/>
              <w:rPr>
                <w:rFonts w:ascii="Arial" w:hAnsi="Arial" w:cs="Arial"/>
                <w:lang w:val="fr-CH"/>
              </w:rPr>
            </w:pPr>
            <w:r w:rsidRPr="00C26092">
              <w:rPr>
                <w:rFonts w:ascii="Arial" w:hAnsi="Arial" w:cs="Arial"/>
                <w:lang w:val="fr-CH"/>
              </w:rPr>
              <w:t>l’obligation de conserver, le lieu et la durée de conservation</w:t>
            </w:r>
          </w:p>
          <w:p w14:paraId="51887576" w14:textId="77777777" w:rsidR="00C26092" w:rsidRPr="00C26092" w:rsidRDefault="00C26092" w:rsidP="00FC7221">
            <w:pPr>
              <w:pStyle w:val="tabelleliste"/>
              <w:numPr>
                <w:ilvl w:val="0"/>
                <w:numId w:val="45"/>
              </w:numPr>
              <w:spacing w:line="276" w:lineRule="auto"/>
              <w:ind w:left="351"/>
              <w:rPr>
                <w:rFonts w:ascii="Arial" w:hAnsi="Arial" w:cs="Arial"/>
                <w:lang w:val="fr-CH"/>
              </w:rPr>
            </w:pPr>
            <w:r w:rsidRPr="00C26092">
              <w:rPr>
                <w:rFonts w:ascii="Arial" w:hAnsi="Arial" w:cs="Arial"/>
                <w:lang w:val="fr-CH"/>
              </w:rPr>
              <w:t>l’efficacité de la maîtrise des enregistrements</w:t>
            </w:r>
          </w:p>
          <w:p w14:paraId="7B0F1B63" w14:textId="77777777" w:rsidR="00C26092" w:rsidRPr="00C26092" w:rsidRDefault="00C26092" w:rsidP="00FC7221">
            <w:pPr>
              <w:pStyle w:val="tabelleliste"/>
              <w:numPr>
                <w:ilvl w:val="0"/>
                <w:numId w:val="45"/>
              </w:numPr>
              <w:spacing w:line="276" w:lineRule="auto"/>
              <w:ind w:left="351"/>
              <w:rPr>
                <w:rFonts w:ascii="Arial" w:hAnsi="Arial" w:cs="Arial"/>
                <w:lang w:val="fr-CH"/>
              </w:rPr>
            </w:pPr>
            <w:r w:rsidRPr="00C26092">
              <w:rPr>
                <w:rFonts w:ascii="Arial" w:hAnsi="Arial" w:cs="Arial"/>
                <w:lang w:val="fr-CH"/>
              </w:rPr>
              <w:t>les mécanismes qui permettent de communiquer les propositions d’amélioration des collaborateurs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D9A97E9"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C26092" w14:paraId="1026B1E5"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08" w:type="dxa"/>
            </w:tcMar>
          </w:tcPr>
          <w:p w14:paraId="039C83BC" w14:textId="77777777" w:rsidR="00C26092" w:rsidRPr="00C26092" w:rsidRDefault="00C26092" w:rsidP="00BC3E5E">
            <w:pPr>
              <w:pStyle w:val="tabelletitel"/>
              <w:spacing w:line="276" w:lineRule="auto"/>
              <w:rPr>
                <w:rFonts w:ascii="Arial" w:hAnsi="Arial" w:cs="Arial"/>
                <w:lang w:val="fr-CH"/>
              </w:rPr>
            </w:pPr>
            <w:r w:rsidRPr="00C26092">
              <w:rPr>
                <w:rStyle w:val="ExpertLight"/>
                <w:rFonts w:ascii="Arial" w:hAnsi="Arial" w:cs="Arial"/>
                <w:lang w:val="fr-CH"/>
              </w:rPr>
              <w:t>3</w:t>
            </w:r>
          </w:p>
        </w:tc>
        <w:tc>
          <w:tcPr>
            <w:tcW w:w="6401"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19" w:type="dxa"/>
            </w:tcMar>
          </w:tcPr>
          <w:p w14:paraId="26766D7C" w14:textId="77777777" w:rsidR="00C26092" w:rsidRPr="00C26092" w:rsidRDefault="00C26092" w:rsidP="00BC3E5E">
            <w:pPr>
              <w:pStyle w:val="tabelletitel"/>
              <w:spacing w:line="276" w:lineRule="auto"/>
              <w:rPr>
                <w:rFonts w:ascii="Arial" w:hAnsi="Arial" w:cs="Arial"/>
                <w:lang w:val="fr-CH"/>
              </w:rPr>
            </w:pPr>
            <w:r w:rsidRPr="00C26092">
              <w:rPr>
                <w:rFonts w:ascii="Arial" w:hAnsi="Arial" w:cs="Arial"/>
                <w:lang w:val="fr-CH"/>
              </w:rPr>
              <w:t>Gestion des ressources</w:t>
            </w:r>
          </w:p>
        </w:tc>
        <w:tc>
          <w:tcPr>
            <w:tcW w:w="2722"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08" w:type="dxa"/>
            </w:tcMar>
          </w:tcPr>
          <w:p w14:paraId="2852EBA4" w14:textId="77777777" w:rsidR="00C26092" w:rsidRPr="00C26092" w:rsidRDefault="00C26092" w:rsidP="00BC3E5E">
            <w:pPr>
              <w:pStyle w:val="tabelletitel"/>
              <w:spacing w:line="276" w:lineRule="auto"/>
              <w:rPr>
                <w:rFonts w:ascii="Arial" w:hAnsi="Arial" w:cs="Arial"/>
                <w:lang w:val="fr-CH"/>
              </w:rPr>
            </w:pPr>
            <w:r w:rsidRPr="00C26092">
              <w:rPr>
                <w:rFonts w:ascii="Arial" w:hAnsi="Arial" w:cs="Arial"/>
                <w:lang w:val="fr-CH"/>
              </w:rPr>
              <w:t>Remarques</w:t>
            </w:r>
          </w:p>
        </w:tc>
      </w:tr>
      <w:tr w:rsidR="00C26092" w:rsidRPr="00C26092" w14:paraId="0CB66E6F" w14:textId="77777777" w:rsidTr="002F40EF">
        <w:trPr>
          <w:trHeight w:val="93"/>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7836453"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3.1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6AC9E97"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Audits REKOLE</w:t>
            </w:r>
            <w:r w:rsidRPr="00C26092">
              <w:rPr>
                <w:rStyle w:val="bold"/>
                <w:rFonts w:ascii="Arial" w:hAnsi="Arial" w:cs="Arial"/>
                <w:b/>
                <w:bCs/>
                <w:vertAlign w:val="superscript"/>
                <w:lang w:val="fr-CH"/>
              </w:rPr>
              <w:t>®</w:t>
            </w:r>
            <w:r w:rsidRPr="00C26092">
              <w:rPr>
                <w:rStyle w:val="bold"/>
                <w:rFonts w:ascii="Arial" w:hAnsi="Arial" w:cs="Arial"/>
                <w:b/>
                <w:bCs/>
                <w:lang w:val="fr-CH"/>
              </w:rPr>
              <w:t xml:space="preserve"> internes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74CE9E9"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28A8D74A"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2149020"/>
              <w14:checkbox>
                <w14:checked w14:val="0"/>
                <w14:checkedState w14:val="2612" w14:font="MS Gothic"/>
                <w14:uncheckedState w14:val="2610" w14:font="MS Gothic"/>
              </w14:checkbox>
            </w:sdtPr>
            <w:sdtEndPr/>
            <w:sdtContent>
              <w:p w14:paraId="4DB7432F"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A993805"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Documentation sur la procédure, la réalisation et les résultats des audits internes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306D868"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C26092" w14:paraId="4DD5DA03" w14:textId="77777777" w:rsidTr="002F40EF">
        <w:trPr>
          <w:trHeight w:val="114"/>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057ECA0"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3.2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81D9F8C"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Mesures, analyse et amélioration</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37EAD94"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4311D7F6"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903410630"/>
              <w14:checkbox>
                <w14:checked w14:val="0"/>
                <w14:checkedState w14:val="2612" w14:font="MS Gothic"/>
                <w14:uncheckedState w14:val="2610" w14:font="MS Gothic"/>
              </w14:checkbox>
            </w:sdtPr>
            <w:sdtEndPr/>
            <w:sdtContent>
              <w:p w14:paraId="2019775D"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C04EF33"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D</w:t>
            </w:r>
            <w:r w:rsidR="00905499">
              <w:rPr>
                <w:rFonts w:ascii="Arial" w:hAnsi="Arial" w:cs="Arial"/>
                <w:lang w:val="fr-CH"/>
              </w:rPr>
              <w:t>es d</w:t>
            </w:r>
            <w:r w:rsidRPr="00C26092">
              <w:rPr>
                <w:rFonts w:ascii="Arial" w:hAnsi="Arial" w:cs="Arial"/>
                <w:lang w:val="fr-CH"/>
              </w:rPr>
              <w:t>irectives sur les procédures de</w:t>
            </w:r>
          </w:p>
          <w:p w14:paraId="345924C9" w14:textId="77777777" w:rsidR="00C26092" w:rsidRPr="00C26092" w:rsidRDefault="00C26092" w:rsidP="00FC7221">
            <w:pPr>
              <w:pStyle w:val="tabelleliste"/>
              <w:numPr>
                <w:ilvl w:val="0"/>
                <w:numId w:val="42"/>
              </w:numPr>
              <w:spacing w:line="276" w:lineRule="auto"/>
              <w:ind w:left="351"/>
              <w:rPr>
                <w:rFonts w:ascii="Arial" w:hAnsi="Arial" w:cs="Arial"/>
                <w:lang w:val="fr-CH"/>
              </w:rPr>
            </w:pPr>
            <w:r w:rsidRPr="00C26092">
              <w:rPr>
                <w:rFonts w:ascii="Arial" w:hAnsi="Arial" w:cs="Arial"/>
                <w:lang w:val="fr-CH"/>
              </w:rPr>
              <w:t>détection des non-conformités</w:t>
            </w:r>
          </w:p>
          <w:p w14:paraId="5AE501C5" w14:textId="77777777" w:rsidR="00C26092" w:rsidRPr="00C26092" w:rsidRDefault="00C26092" w:rsidP="00FC7221">
            <w:pPr>
              <w:pStyle w:val="tabelleliste"/>
              <w:numPr>
                <w:ilvl w:val="0"/>
                <w:numId w:val="42"/>
              </w:numPr>
              <w:spacing w:line="276" w:lineRule="auto"/>
              <w:ind w:left="351"/>
              <w:rPr>
                <w:rFonts w:ascii="Arial" w:hAnsi="Arial" w:cs="Arial"/>
                <w:lang w:val="fr-CH"/>
              </w:rPr>
            </w:pPr>
            <w:r w:rsidRPr="00C26092">
              <w:rPr>
                <w:rFonts w:ascii="Arial" w:hAnsi="Arial" w:cs="Arial"/>
                <w:lang w:val="fr-CH"/>
              </w:rPr>
              <w:t>détermination des causes</w:t>
            </w:r>
          </w:p>
          <w:p w14:paraId="1E81B8BC" w14:textId="77777777" w:rsidR="00C26092" w:rsidRPr="00C26092" w:rsidRDefault="00C26092" w:rsidP="00FC7221">
            <w:pPr>
              <w:pStyle w:val="tabelleliste"/>
              <w:numPr>
                <w:ilvl w:val="0"/>
                <w:numId w:val="42"/>
              </w:numPr>
              <w:spacing w:line="276" w:lineRule="auto"/>
              <w:ind w:left="351"/>
              <w:rPr>
                <w:rFonts w:ascii="Arial" w:hAnsi="Arial" w:cs="Arial"/>
                <w:lang w:val="fr-CH"/>
              </w:rPr>
            </w:pPr>
            <w:r w:rsidRPr="00C26092">
              <w:rPr>
                <w:rFonts w:ascii="Arial" w:hAnsi="Arial" w:cs="Arial"/>
                <w:lang w:val="fr-CH"/>
              </w:rPr>
              <w:t>correction des non-conformités</w:t>
            </w:r>
          </w:p>
          <w:p w14:paraId="7198D9CA" w14:textId="77777777" w:rsidR="00C26092" w:rsidRPr="00C26092" w:rsidRDefault="00C26092" w:rsidP="00FC7221">
            <w:pPr>
              <w:pStyle w:val="tabelleliste"/>
              <w:numPr>
                <w:ilvl w:val="0"/>
                <w:numId w:val="42"/>
              </w:numPr>
              <w:spacing w:line="276" w:lineRule="auto"/>
              <w:ind w:left="351"/>
              <w:rPr>
                <w:rFonts w:ascii="Arial" w:hAnsi="Arial" w:cs="Arial"/>
                <w:lang w:val="fr-CH"/>
              </w:rPr>
            </w:pPr>
            <w:r w:rsidRPr="00C26092">
              <w:rPr>
                <w:rFonts w:ascii="Arial" w:hAnsi="Arial" w:cs="Arial"/>
                <w:lang w:val="fr-CH"/>
              </w:rPr>
              <w:t>évaluation du besoin d’action</w:t>
            </w:r>
          </w:p>
          <w:p w14:paraId="0FE7FDE4" w14:textId="77777777" w:rsidR="00C26092" w:rsidRPr="00C26092" w:rsidRDefault="00C26092" w:rsidP="00FC7221">
            <w:pPr>
              <w:pStyle w:val="tabelleliste"/>
              <w:numPr>
                <w:ilvl w:val="0"/>
                <w:numId w:val="42"/>
              </w:numPr>
              <w:spacing w:line="276" w:lineRule="auto"/>
              <w:ind w:left="351"/>
              <w:rPr>
                <w:rFonts w:ascii="Arial" w:hAnsi="Arial" w:cs="Arial"/>
                <w:lang w:val="fr-CH"/>
              </w:rPr>
            </w:pPr>
            <w:r w:rsidRPr="00C26092">
              <w:rPr>
                <w:rFonts w:ascii="Arial" w:hAnsi="Arial" w:cs="Arial"/>
                <w:lang w:val="fr-CH"/>
              </w:rPr>
              <w:t>détermination et réalisation de mesures</w:t>
            </w:r>
          </w:p>
          <w:p w14:paraId="5203CFB2" w14:textId="77777777" w:rsidR="00C26092" w:rsidRPr="00C26092" w:rsidRDefault="00C26092" w:rsidP="00FC7221">
            <w:pPr>
              <w:pStyle w:val="tabelleliste"/>
              <w:numPr>
                <w:ilvl w:val="0"/>
                <w:numId w:val="42"/>
              </w:numPr>
              <w:spacing w:line="276" w:lineRule="auto"/>
              <w:ind w:left="351"/>
              <w:rPr>
                <w:rFonts w:ascii="Arial" w:hAnsi="Arial" w:cs="Arial"/>
                <w:lang w:val="fr-CH"/>
              </w:rPr>
            </w:pPr>
            <w:r w:rsidRPr="00C26092">
              <w:rPr>
                <w:rFonts w:ascii="Arial" w:hAnsi="Arial" w:cs="Arial"/>
                <w:lang w:val="fr-CH"/>
              </w:rPr>
              <w:t>enregistrement des résultats des mesures prises</w:t>
            </w:r>
          </w:p>
          <w:p w14:paraId="7CF0F2DE" w14:textId="3DB5433E" w:rsidR="00C26092" w:rsidRDefault="00C26092" w:rsidP="004812F4">
            <w:pPr>
              <w:pStyle w:val="tabelleliste"/>
              <w:numPr>
                <w:ilvl w:val="0"/>
                <w:numId w:val="42"/>
              </w:numPr>
              <w:spacing w:line="276" w:lineRule="auto"/>
              <w:ind w:left="351"/>
              <w:rPr>
                <w:rFonts w:ascii="Arial" w:hAnsi="Arial" w:cs="Arial"/>
                <w:lang w:val="fr-CH"/>
              </w:rPr>
            </w:pPr>
            <w:r w:rsidRPr="00D07A89">
              <w:rPr>
                <w:rFonts w:ascii="Arial" w:hAnsi="Arial" w:cs="Arial"/>
                <w:lang w:val="fr-CH"/>
              </w:rPr>
              <w:t>évaluation de l’efficacité</w:t>
            </w:r>
            <w:r w:rsidR="00905499" w:rsidRPr="00D07A89">
              <w:rPr>
                <w:rFonts w:ascii="Arial" w:hAnsi="Arial" w:cs="Arial"/>
                <w:lang w:val="fr-CH"/>
              </w:rPr>
              <w:t xml:space="preserve"> de la mise en œuvre de REKOLE</w:t>
            </w:r>
            <w:r w:rsidR="00905499" w:rsidRPr="00D07A89">
              <w:rPr>
                <w:rFonts w:ascii="Arial" w:hAnsi="Arial" w:cs="Arial"/>
                <w:vertAlign w:val="superscript"/>
                <w:lang w:val="fr-CH"/>
              </w:rPr>
              <w:t xml:space="preserve">® </w:t>
            </w:r>
            <w:r w:rsidR="00905499" w:rsidRPr="00D07A89">
              <w:rPr>
                <w:rFonts w:ascii="Arial" w:hAnsi="Arial" w:cs="Arial"/>
                <w:lang w:val="fr-CH"/>
              </w:rPr>
              <w:t>et des processus correspondants</w:t>
            </w:r>
          </w:p>
          <w:p w14:paraId="4BA98EA2" w14:textId="77777777" w:rsidR="002F0820" w:rsidRPr="00C26092" w:rsidRDefault="002F0820" w:rsidP="002F0820">
            <w:pPr>
              <w:pStyle w:val="tabellegt"/>
              <w:spacing w:line="276" w:lineRule="auto"/>
              <w:rPr>
                <w:rFonts w:ascii="Arial" w:hAnsi="Arial" w:cs="Arial"/>
                <w:lang w:val="fr-CH"/>
              </w:rPr>
            </w:pPr>
            <w:r w:rsidRPr="00C26092">
              <w:rPr>
                <w:rFonts w:ascii="Arial" w:hAnsi="Arial" w:cs="Arial"/>
                <w:lang w:val="fr-CH"/>
              </w:rPr>
              <w:t>sont disponibles, actualisées et définissent:</w:t>
            </w:r>
          </w:p>
          <w:p w14:paraId="42A226E9" w14:textId="77777777" w:rsidR="00C26092" w:rsidRPr="00C26092" w:rsidRDefault="00C26092" w:rsidP="00FC7221">
            <w:pPr>
              <w:pStyle w:val="tabelleliste"/>
              <w:numPr>
                <w:ilvl w:val="0"/>
                <w:numId w:val="43"/>
              </w:numPr>
              <w:spacing w:line="276" w:lineRule="auto"/>
              <w:ind w:left="351"/>
              <w:rPr>
                <w:rFonts w:ascii="Arial" w:hAnsi="Arial" w:cs="Arial"/>
                <w:lang w:val="fr-CH"/>
              </w:rPr>
            </w:pPr>
            <w:r w:rsidRPr="00C26092">
              <w:rPr>
                <w:rFonts w:ascii="Arial" w:hAnsi="Arial" w:cs="Arial"/>
                <w:lang w:val="fr-CH"/>
              </w:rPr>
              <w:t>détection des non-conformités potentielles et de leurs causes</w:t>
            </w:r>
          </w:p>
          <w:p w14:paraId="61BB80A6" w14:textId="77777777" w:rsidR="00C26092" w:rsidRPr="00C26092" w:rsidRDefault="00C26092" w:rsidP="00FC7221">
            <w:pPr>
              <w:pStyle w:val="tabelleliste"/>
              <w:numPr>
                <w:ilvl w:val="0"/>
                <w:numId w:val="43"/>
              </w:numPr>
              <w:spacing w:line="276" w:lineRule="auto"/>
              <w:ind w:left="351"/>
              <w:rPr>
                <w:rFonts w:ascii="Arial" w:hAnsi="Arial" w:cs="Arial"/>
                <w:lang w:val="fr-CH"/>
              </w:rPr>
            </w:pPr>
            <w:r w:rsidRPr="00C26092">
              <w:rPr>
                <w:rFonts w:ascii="Arial" w:hAnsi="Arial" w:cs="Arial"/>
                <w:lang w:val="fr-CH"/>
              </w:rPr>
              <w:t>évaluation du besoin d’action</w:t>
            </w:r>
          </w:p>
          <w:p w14:paraId="71434F7F" w14:textId="77777777" w:rsidR="00C26092" w:rsidRPr="00C26092" w:rsidRDefault="00C26092" w:rsidP="00FC7221">
            <w:pPr>
              <w:pStyle w:val="tabelleliste"/>
              <w:numPr>
                <w:ilvl w:val="0"/>
                <w:numId w:val="43"/>
              </w:numPr>
              <w:spacing w:line="276" w:lineRule="auto"/>
              <w:ind w:left="351"/>
              <w:rPr>
                <w:rFonts w:ascii="Arial" w:hAnsi="Arial" w:cs="Arial"/>
                <w:lang w:val="fr-CH"/>
              </w:rPr>
            </w:pPr>
            <w:r w:rsidRPr="00C26092">
              <w:rPr>
                <w:rFonts w:ascii="Arial" w:hAnsi="Arial" w:cs="Arial"/>
                <w:lang w:val="fr-CH"/>
              </w:rPr>
              <w:t>détermination et réalisation de mesures</w:t>
            </w:r>
          </w:p>
          <w:p w14:paraId="3E4DAA41" w14:textId="77777777" w:rsidR="00C26092" w:rsidRPr="00C26092" w:rsidRDefault="00C26092" w:rsidP="00FC7221">
            <w:pPr>
              <w:pStyle w:val="tabelleliste"/>
              <w:numPr>
                <w:ilvl w:val="0"/>
                <w:numId w:val="43"/>
              </w:numPr>
              <w:spacing w:line="276" w:lineRule="auto"/>
              <w:ind w:left="351"/>
              <w:rPr>
                <w:rFonts w:ascii="Arial" w:hAnsi="Arial" w:cs="Arial"/>
                <w:lang w:val="fr-CH"/>
              </w:rPr>
            </w:pPr>
            <w:r w:rsidRPr="00C26092">
              <w:rPr>
                <w:rFonts w:ascii="Arial" w:hAnsi="Arial" w:cs="Arial"/>
                <w:lang w:val="fr-CH"/>
              </w:rPr>
              <w:t>enregistrement de leurs résultats</w:t>
            </w:r>
          </w:p>
          <w:p w14:paraId="448967D7" w14:textId="77777777" w:rsidR="00C26092" w:rsidRPr="00C26092" w:rsidRDefault="00C26092" w:rsidP="00FC7221">
            <w:pPr>
              <w:pStyle w:val="tabelleliste"/>
              <w:numPr>
                <w:ilvl w:val="0"/>
                <w:numId w:val="43"/>
              </w:numPr>
              <w:spacing w:line="276" w:lineRule="auto"/>
              <w:ind w:left="351"/>
              <w:rPr>
                <w:rFonts w:ascii="Arial" w:hAnsi="Arial" w:cs="Arial"/>
                <w:lang w:val="fr-CH"/>
              </w:rPr>
            </w:pPr>
            <w:r w:rsidRPr="00C26092">
              <w:rPr>
                <w:rFonts w:ascii="Arial" w:hAnsi="Arial" w:cs="Arial"/>
                <w:lang w:val="fr-CH"/>
              </w:rPr>
              <w:t>évaluation de l’efficacité</w:t>
            </w:r>
            <w:r w:rsidR="00905499">
              <w:rPr>
                <w:rFonts w:ascii="Arial" w:hAnsi="Arial" w:cs="Arial"/>
                <w:lang w:val="fr-CH"/>
              </w:rPr>
              <w:t xml:space="preserve"> de la mise en œuvre </w:t>
            </w:r>
            <w:r w:rsidR="00905499" w:rsidRPr="00905499">
              <w:rPr>
                <w:rFonts w:ascii="Arial" w:hAnsi="Arial" w:cs="Arial"/>
                <w:lang w:val="fr-CH"/>
              </w:rPr>
              <w:t xml:space="preserve">de </w:t>
            </w:r>
            <w:r w:rsidR="00905499" w:rsidRPr="00F42D40">
              <w:rPr>
                <w:rFonts w:ascii="Arial" w:hAnsi="Arial" w:cs="Arial"/>
                <w:lang w:val="fr-CH"/>
              </w:rPr>
              <w:t>REKOLE</w:t>
            </w:r>
            <w:r w:rsidR="00905499" w:rsidRPr="00F42D40">
              <w:rPr>
                <w:rFonts w:ascii="Arial" w:hAnsi="Arial" w:cs="Arial"/>
                <w:vertAlign w:val="superscript"/>
                <w:lang w:val="fr-CH"/>
              </w:rPr>
              <w:t>®</w:t>
            </w:r>
            <w:r w:rsidR="00905499" w:rsidRPr="00F42D40">
              <w:rPr>
                <w:rFonts w:ascii="Arial" w:hAnsi="Arial" w:cs="Arial"/>
                <w:lang w:val="fr-CH"/>
              </w:rPr>
              <w:t xml:space="preserve"> et des processus correspondants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6616FFB"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C26092" w14:paraId="2EBF223B"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08" w:type="dxa"/>
            </w:tcMar>
          </w:tcPr>
          <w:p w14:paraId="1E96C1CD" w14:textId="77777777" w:rsidR="00C26092" w:rsidRPr="00C26092" w:rsidRDefault="00C26092" w:rsidP="00BC3E5E">
            <w:pPr>
              <w:pStyle w:val="tabelletitel"/>
              <w:spacing w:line="276" w:lineRule="auto"/>
              <w:rPr>
                <w:rFonts w:ascii="Arial" w:hAnsi="Arial" w:cs="Arial"/>
                <w:lang w:val="fr-CH"/>
              </w:rPr>
            </w:pPr>
            <w:r w:rsidRPr="00C26092">
              <w:rPr>
                <w:rStyle w:val="ExpertLight"/>
                <w:rFonts w:ascii="Arial" w:hAnsi="Arial" w:cs="Arial"/>
                <w:lang w:val="fr-CH"/>
              </w:rPr>
              <w:t>4</w:t>
            </w:r>
          </w:p>
        </w:tc>
        <w:tc>
          <w:tcPr>
            <w:tcW w:w="6401"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19" w:type="dxa"/>
            </w:tcMar>
          </w:tcPr>
          <w:p w14:paraId="18958940" w14:textId="77777777" w:rsidR="00C26092" w:rsidRPr="00C26092" w:rsidRDefault="00C26092" w:rsidP="00BC3E5E">
            <w:pPr>
              <w:pStyle w:val="tabelletitel"/>
              <w:spacing w:line="276" w:lineRule="auto"/>
              <w:rPr>
                <w:rFonts w:ascii="Arial" w:hAnsi="Arial" w:cs="Arial"/>
                <w:lang w:val="fr-CH"/>
              </w:rPr>
            </w:pPr>
            <w:r w:rsidRPr="00C26092">
              <w:rPr>
                <w:rFonts w:ascii="Arial" w:hAnsi="Arial" w:cs="Arial"/>
                <w:lang w:val="fr-CH"/>
              </w:rPr>
              <w:t>Termes fondamentaux</w:t>
            </w:r>
          </w:p>
        </w:tc>
        <w:tc>
          <w:tcPr>
            <w:tcW w:w="2722"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08" w:type="dxa"/>
            </w:tcMar>
          </w:tcPr>
          <w:p w14:paraId="3BBF236F" w14:textId="77777777" w:rsidR="00C26092" w:rsidRPr="00C26092" w:rsidRDefault="00C26092" w:rsidP="00BC3E5E">
            <w:pPr>
              <w:pStyle w:val="tabelletitel"/>
              <w:spacing w:line="276" w:lineRule="auto"/>
              <w:rPr>
                <w:rFonts w:ascii="Arial" w:hAnsi="Arial" w:cs="Arial"/>
                <w:lang w:val="fr-CH"/>
              </w:rPr>
            </w:pPr>
            <w:r w:rsidRPr="00C26092">
              <w:rPr>
                <w:rFonts w:ascii="Arial" w:hAnsi="Arial" w:cs="Arial"/>
                <w:lang w:val="fr-CH"/>
              </w:rPr>
              <w:t>Remarques</w:t>
            </w:r>
          </w:p>
        </w:tc>
      </w:tr>
      <w:tr w:rsidR="00C26092" w:rsidRPr="002F0820" w14:paraId="4847B877"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5910128"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6E63F8F"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Ne fait pas partie de la vérification – pas de questions de contrôle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A213DAB"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bl>
    <w:p w14:paraId="027C83ED" w14:textId="77777777" w:rsidR="00C26092" w:rsidRPr="00AC4F2F" w:rsidRDefault="00C26092" w:rsidP="00BC3E5E">
      <w:pPr>
        <w:spacing w:line="276" w:lineRule="auto"/>
        <w:rPr>
          <w:lang w:val="fr-CH"/>
        </w:rPr>
      </w:pPr>
      <w:r w:rsidRPr="00AC4F2F">
        <w:rPr>
          <w:b/>
          <w:bCs/>
          <w:lang w:val="fr-CH"/>
        </w:rPr>
        <w:br w:type="page"/>
      </w:r>
    </w:p>
    <w:tbl>
      <w:tblPr>
        <w:tblW w:w="9798" w:type="dxa"/>
        <w:tblInd w:w="108" w:type="dxa"/>
        <w:tblLayout w:type="fixed"/>
        <w:tblCellMar>
          <w:left w:w="0" w:type="dxa"/>
          <w:right w:w="0" w:type="dxa"/>
        </w:tblCellMar>
        <w:tblLook w:val="0000" w:firstRow="0" w:lastRow="0" w:firstColumn="0" w:lastColumn="0" w:noHBand="0" w:noVBand="0"/>
      </w:tblPr>
      <w:tblGrid>
        <w:gridCol w:w="675"/>
        <w:gridCol w:w="6401"/>
        <w:gridCol w:w="2722"/>
      </w:tblGrid>
      <w:tr w:rsidR="00C26092" w:rsidRPr="00C26092" w14:paraId="4AA5F531"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08" w:type="dxa"/>
            </w:tcMar>
          </w:tcPr>
          <w:p w14:paraId="7DDDD4A4" w14:textId="77777777" w:rsidR="00C26092" w:rsidRPr="00C26092" w:rsidRDefault="00C26092" w:rsidP="00BC3E5E">
            <w:pPr>
              <w:pStyle w:val="tabelletitel"/>
              <w:spacing w:line="276" w:lineRule="auto"/>
              <w:rPr>
                <w:rFonts w:ascii="Arial" w:hAnsi="Arial" w:cs="Arial"/>
                <w:lang w:val="fr-CH"/>
              </w:rPr>
            </w:pPr>
            <w:r w:rsidRPr="00C26092">
              <w:rPr>
                <w:rStyle w:val="ExpertLight"/>
                <w:rFonts w:ascii="Arial" w:hAnsi="Arial" w:cs="Arial"/>
                <w:lang w:val="fr-CH"/>
              </w:rPr>
              <w:lastRenderedPageBreak/>
              <w:t>5</w:t>
            </w:r>
          </w:p>
        </w:tc>
        <w:tc>
          <w:tcPr>
            <w:tcW w:w="6401"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19" w:type="dxa"/>
            </w:tcMar>
          </w:tcPr>
          <w:p w14:paraId="4233849A" w14:textId="77777777" w:rsidR="00C26092" w:rsidRPr="00C26092" w:rsidRDefault="00C26092" w:rsidP="00BC3E5E">
            <w:pPr>
              <w:pStyle w:val="tabelletitel"/>
              <w:spacing w:line="276" w:lineRule="auto"/>
              <w:rPr>
                <w:rFonts w:ascii="Arial" w:hAnsi="Arial" w:cs="Arial"/>
                <w:lang w:val="fr-CH"/>
              </w:rPr>
            </w:pPr>
            <w:r w:rsidRPr="00C26092">
              <w:rPr>
                <w:rFonts w:ascii="Arial" w:hAnsi="Arial" w:cs="Arial"/>
                <w:lang w:val="fr-CH"/>
              </w:rPr>
              <w:t>La comptabilité des ajustements</w:t>
            </w:r>
          </w:p>
        </w:tc>
        <w:tc>
          <w:tcPr>
            <w:tcW w:w="2722"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08" w:type="dxa"/>
            </w:tcMar>
          </w:tcPr>
          <w:p w14:paraId="4D72DD70" w14:textId="77777777" w:rsidR="00C26092" w:rsidRPr="00C26092" w:rsidRDefault="00C26092" w:rsidP="00BC3E5E">
            <w:pPr>
              <w:pStyle w:val="tabelletitel"/>
              <w:spacing w:line="276" w:lineRule="auto"/>
              <w:rPr>
                <w:rFonts w:ascii="Arial" w:hAnsi="Arial" w:cs="Arial"/>
                <w:lang w:val="fr-CH"/>
              </w:rPr>
            </w:pPr>
            <w:r w:rsidRPr="00C26092">
              <w:rPr>
                <w:rFonts w:ascii="Arial" w:hAnsi="Arial" w:cs="Arial"/>
                <w:lang w:val="fr-CH"/>
              </w:rPr>
              <w:t>Remarques</w:t>
            </w:r>
          </w:p>
        </w:tc>
      </w:tr>
      <w:tr w:rsidR="00C26092" w:rsidRPr="002F0820" w14:paraId="06F96F84"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BBC3B08"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5.1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F3180C4"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Objectifs de la comptabilité des ajustements et de la passerelle d’ajustement</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925B766"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60DC983F"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A37DBEB"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BFC8C5B"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Ne fait pas partie de la vérification – pas de questions de contrôle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2A14B8F"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253DA497"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9C986ED"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5.2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349E401"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Granularité (degré de spécificité) des ajustements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4BCACCB"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06B4541F"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310553642"/>
              <w14:checkbox>
                <w14:checked w14:val="0"/>
                <w14:checkedState w14:val="2612" w14:font="MS Gothic"/>
                <w14:uncheckedState w14:val="2610" w14:font="MS Gothic"/>
              </w14:checkbox>
            </w:sdtPr>
            <w:sdtEndPr/>
            <w:sdtContent>
              <w:p w14:paraId="48DFFB37"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3B535F6"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 xml:space="preserve">Vérification des rapports fondamentaux </w:t>
            </w:r>
            <w:r w:rsidRPr="00C26092">
              <w:rPr>
                <w:rStyle w:val="ExpertGrundschrift"/>
                <w:rFonts w:ascii="Arial" w:hAnsi="Arial" w:cs="Arial"/>
                <w:lang w:val="fr-CH"/>
              </w:rPr>
              <w:t>1 à 1</w:t>
            </w:r>
            <w:r w:rsidRPr="00C26092">
              <w:rPr>
                <w:rFonts w:ascii="Arial" w:hAnsi="Arial" w:cs="Arial"/>
                <w:lang w:val="fr-CH"/>
              </w:rPr>
              <w:t xml:space="preserve"> et N à </w:t>
            </w:r>
            <w:r w:rsidRPr="00C26092">
              <w:rPr>
                <w:rStyle w:val="ExpertGrundschrift"/>
                <w:rFonts w:ascii="Arial" w:hAnsi="Arial" w:cs="Arial"/>
                <w:lang w:val="fr-CH"/>
              </w:rPr>
              <w:t>1</w:t>
            </w:r>
            <w:r w:rsidRPr="00C26092">
              <w:rPr>
                <w:rFonts w:ascii="Arial" w:hAnsi="Arial" w:cs="Arial"/>
                <w:lang w:val="fr-CH"/>
              </w:rPr>
              <w:t xml:space="preserve"> définis dans le manuel REKOLE</w:t>
            </w:r>
            <w:r w:rsidRPr="00C26092">
              <w:rPr>
                <w:rFonts w:ascii="Arial" w:hAnsi="Arial" w:cs="Arial"/>
                <w:vertAlign w:val="superscript"/>
                <w:lang w:val="fr-CH"/>
              </w:rPr>
              <w:t>®</w:t>
            </w:r>
            <w:r w:rsidRPr="00C26092">
              <w:rPr>
                <w:rFonts w:ascii="Arial" w:hAnsi="Arial" w:cs="Arial"/>
                <w:lang w:val="fr-CH"/>
              </w:rPr>
              <w:t xml:space="preserve"> entre les comptes de résultat et les charges par nature</w:t>
            </w:r>
          </w:p>
          <w:p w14:paraId="69E3F50F" w14:textId="77777777" w:rsidR="00C26092" w:rsidRPr="00C26092" w:rsidRDefault="00C26092" w:rsidP="00BC3E5E">
            <w:pPr>
              <w:pStyle w:val="tabellegt"/>
              <w:spacing w:line="276" w:lineRule="auto"/>
              <w:rPr>
                <w:rFonts w:ascii="Arial" w:hAnsi="Arial" w:cs="Arial"/>
                <w:lang w:val="fr-CH"/>
              </w:rPr>
            </w:pPr>
          </w:p>
          <w:p w14:paraId="693D205B" w14:textId="77777777" w:rsidR="00C26092" w:rsidRPr="00C26092" w:rsidRDefault="00C26092" w:rsidP="00BC3E5E">
            <w:pPr>
              <w:pStyle w:val="tabellegt"/>
              <w:spacing w:line="276" w:lineRule="auto"/>
              <w:rPr>
                <w:rFonts w:ascii="Arial" w:hAnsi="Arial" w:cs="Arial"/>
                <w:lang w:val="fr-CH"/>
              </w:rPr>
            </w:pPr>
            <w:r w:rsidRPr="00E4515F">
              <w:rPr>
                <w:rFonts w:ascii="Arial" w:hAnsi="Arial" w:cs="Arial"/>
                <w:color w:val="005596"/>
                <w:lang w:val="fr-CH"/>
              </w:rPr>
              <w:t>Attention: il n’existe pas de rapport 1 à N et N à N</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90F3014"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2A2985FC"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F0BEF78"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5.3</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7EEB001"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Granularité du relevé des différences de couverture et de leurs imputations ultérieures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AE2CEEF"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6FD67AC2"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605E240"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AC57296"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Ne fait pas partie de la vérification – pas de questions de contrôle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3C9CD52"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C26092" w14:paraId="6CBF8622"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230589E"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5.4</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3C46DDA"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La passerelle d’ajustement</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1B736D7"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02A8F38C"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588183574"/>
              <w14:checkbox>
                <w14:checked w14:val="0"/>
                <w14:checkedState w14:val="2612" w14:font="MS Gothic"/>
                <w14:uncheckedState w14:val="2610" w14:font="MS Gothic"/>
              </w14:checkbox>
            </w:sdtPr>
            <w:sdtEndPr/>
            <w:sdtContent>
              <w:p w14:paraId="0A89B0C1"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F4EA3F8"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Mise à disposition de la passerelle d’ajustement</w:t>
            </w:r>
            <w:r w:rsidRPr="00623268">
              <w:rPr>
                <w:rFonts w:ascii="Arial" w:hAnsi="Arial" w:cs="Arial"/>
                <w:lang w:val="fr-CH"/>
              </w:rPr>
              <w:t>,</w:t>
            </w:r>
            <w:r w:rsidR="00623268" w:rsidRPr="00623268">
              <w:rPr>
                <w:rFonts w:ascii="Arial" w:hAnsi="Arial" w:cs="Arial"/>
                <w:lang w:val="fr-CH"/>
              </w:rPr>
              <w:t xml:space="preserve"> qui contient les éléments nécessaires conformément au manuel </w:t>
            </w:r>
            <w:r w:rsidR="00623268" w:rsidRPr="00F42D40">
              <w:rPr>
                <w:rFonts w:ascii="Arial" w:hAnsi="Arial" w:cs="Arial"/>
                <w:lang w:val="fr-CH"/>
              </w:rPr>
              <w:t>REKOLE</w:t>
            </w:r>
            <w:r w:rsidR="00623268" w:rsidRPr="00F42D40">
              <w:rPr>
                <w:rFonts w:ascii="Arial" w:hAnsi="Arial" w:cs="Arial"/>
                <w:vertAlign w:val="superscript"/>
                <w:lang w:val="fr-CH"/>
              </w:rPr>
              <w:t>®</w:t>
            </w:r>
            <w:r w:rsidR="00623268" w:rsidRPr="00F42D40">
              <w:rPr>
                <w:rFonts w:ascii="Arial" w:hAnsi="Arial" w:cs="Arial"/>
                <w:lang w:val="fr-CH"/>
              </w:rPr>
              <w:t>, chap. 5.4,</w:t>
            </w:r>
            <w:r w:rsidR="003C653B">
              <w:rPr>
                <w:rFonts w:ascii="Arial" w:hAnsi="Arial" w:cs="Arial"/>
                <w:lang w:val="fr-CH"/>
              </w:rPr>
              <w:t xml:space="preserve"> </w:t>
            </w:r>
            <w:r w:rsidRPr="00623268">
              <w:rPr>
                <w:rFonts w:ascii="Arial" w:hAnsi="Arial" w:cs="Arial"/>
                <w:lang w:val="fr-CH"/>
              </w:rPr>
              <w:t>s</w:t>
            </w:r>
            <w:r w:rsidRPr="00C26092">
              <w:rPr>
                <w:rFonts w:ascii="Arial" w:hAnsi="Arial" w:cs="Arial"/>
                <w:lang w:val="fr-CH"/>
              </w:rPr>
              <w:t>achant que les montants provenant de la:</w:t>
            </w:r>
          </w:p>
          <w:p w14:paraId="66F54259" w14:textId="77777777" w:rsidR="00C26092" w:rsidRPr="00C26092" w:rsidRDefault="00C26092" w:rsidP="00BC3E5E">
            <w:pPr>
              <w:pStyle w:val="tabellegt"/>
              <w:spacing w:line="276" w:lineRule="auto"/>
              <w:rPr>
                <w:rFonts w:ascii="Arial" w:hAnsi="Arial" w:cs="Arial"/>
                <w:lang w:val="fr-CH"/>
              </w:rPr>
            </w:pPr>
            <w:r w:rsidRPr="00C26092">
              <w:rPr>
                <w:rStyle w:val="ExpertGrundschrift"/>
                <w:rFonts w:ascii="Arial" w:hAnsi="Arial" w:cs="Arial"/>
                <w:lang w:val="fr-CH"/>
              </w:rPr>
              <w:t>1</w:t>
            </w:r>
            <w:r w:rsidRPr="00C26092">
              <w:rPr>
                <w:rFonts w:ascii="Arial" w:hAnsi="Arial" w:cs="Arial"/>
                <w:lang w:val="fr-CH"/>
              </w:rPr>
              <w:t>) comptabilité financière +/- ajustements par objet</w:t>
            </w:r>
          </w:p>
          <w:p w14:paraId="69FF47B1" w14:textId="77777777" w:rsidR="00C26092" w:rsidRPr="00C26092" w:rsidRDefault="00C26092" w:rsidP="00BC3E5E">
            <w:pPr>
              <w:pStyle w:val="tabellegt"/>
              <w:spacing w:line="276" w:lineRule="auto"/>
              <w:rPr>
                <w:rFonts w:ascii="Arial" w:hAnsi="Arial" w:cs="Arial"/>
                <w:lang w:val="fr-CH"/>
              </w:rPr>
            </w:pPr>
            <w:r w:rsidRPr="00C26092">
              <w:rPr>
                <w:rStyle w:val="ExpertGrundschrift"/>
                <w:rFonts w:ascii="Arial" w:hAnsi="Arial" w:cs="Arial"/>
                <w:lang w:val="fr-CH"/>
              </w:rPr>
              <w:t>2</w:t>
            </w:r>
            <w:r w:rsidRPr="00C26092">
              <w:rPr>
                <w:rFonts w:ascii="Arial" w:hAnsi="Arial" w:cs="Arial"/>
                <w:lang w:val="fr-CH"/>
              </w:rPr>
              <w:t>) comptabilité analytique</w:t>
            </w:r>
          </w:p>
          <w:p w14:paraId="016E38B5" w14:textId="77777777" w:rsidR="00C26092" w:rsidRPr="00C26092" w:rsidRDefault="00C26092" w:rsidP="00BC3E5E">
            <w:pPr>
              <w:pStyle w:val="tabellegt"/>
              <w:spacing w:line="276" w:lineRule="auto"/>
              <w:rPr>
                <w:rFonts w:ascii="Arial" w:hAnsi="Arial" w:cs="Arial"/>
                <w:lang w:val="fr-CH"/>
              </w:rPr>
            </w:pPr>
            <w:r w:rsidRPr="00C26092">
              <w:rPr>
                <w:rStyle w:val="ExpertGrundschrift"/>
                <w:rFonts w:ascii="Arial" w:hAnsi="Arial" w:cs="Arial"/>
                <w:lang w:val="fr-CH"/>
              </w:rPr>
              <w:t>3</w:t>
            </w:r>
            <w:r w:rsidRPr="00C26092">
              <w:rPr>
                <w:rFonts w:ascii="Arial" w:hAnsi="Arial" w:cs="Arial"/>
                <w:lang w:val="fr-CH"/>
              </w:rPr>
              <w:t>) comptabilité par unité finale d’imputation</w:t>
            </w:r>
          </w:p>
          <w:p w14:paraId="7C821E57"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 xml:space="preserve">doivent </w:t>
            </w:r>
            <w:r w:rsidR="00A53DAF">
              <w:rPr>
                <w:rFonts w:ascii="Arial" w:hAnsi="Arial" w:cs="Arial"/>
                <w:lang w:val="fr-CH"/>
              </w:rPr>
              <w:t>concorder</w:t>
            </w:r>
            <w:r w:rsidR="00623268">
              <w:rPr>
                <w:rFonts w:ascii="Arial" w:hAnsi="Arial" w:cs="Arial"/>
                <w:lang w:val="fr-CH"/>
              </w:rPr>
              <w:t xml:space="preserve"> et que les résultats de la passerelle d’ajustement doivent </w:t>
            </w:r>
            <w:r w:rsidR="004F0EBB">
              <w:rPr>
                <w:rFonts w:ascii="Arial" w:hAnsi="Arial" w:cs="Arial"/>
                <w:lang w:val="fr-CH"/>
              </w:rPr>
              <w:t>pouvoir être adaptés</w:t>
            </w:r>
            <w:r w:rsidR="00623268">
              <w:rPr>
                <w:rFonts w:ascii="Arial" w:hAnsi="Arial" w:cs="Arial"/>
                <w:lang w:val="fr-CH"/>
              </w:rPr>
              <w:t xml:space="preserve"> aussi bien au bouclement financier qu’au résultat </w:t>
            </w:r>
            <w:r w:rsidR="00A53DAF">
              <w:rPr>
                <w:rFonts w:ascii="Arial" w:hAnsi="Arial" w:cs="Arial"/>
                <w:lang w:val="fr-CH"/>
              </w:rPr>
              <w:t>COAN</w:t>
            </w:r>
            <w:r w:rsidR="00623268">
              <w:rPr>
                <w:rFonts w:ascii="Arial" w:hAnsi="Arial" w:cs="Arial"/>
                <w:lang w:val="fr-CH"/>
              </w:rPr>
              <w:t xml:space="preserve"> (dans le système). </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6D2DE5A"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C26092" w14:paraId="5F931D90"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693F4F6"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5.5</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5295691"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Ajustements périodiques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DEAB0F2"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7FB55386"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9E1FBA6"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D7FDD14"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S’il existe un bouclement financier révisé selon le principe True and Fair View, il est possible de renoncer à mettre à disposition la documentation et les justificatifs</w:t>
            </w:r>
            <w:r w:rsidR="00A53DAF">
              <w:rPr>
                <w:rFonts w:ascii="Arial" w:hAnsi="Arial" w:cs="Arial"/>
                <w:lang w:val="fr-CH"/>
              </w:rPr>
              <w:t xml:space="preserve"> etc.</w:t>
            </w:r>
            <w:r w:rsidRPr="00C26092">
              <w:rPr>
                <w:rFonts w:ascii="Arial" w:hAnsi="Arial" w:cs="Arial"/>
                <w:lang w:val="fr-CH"/>
              </w:rPr>
              <w:t xml:space="preserve">, qui sont demandés dans le chapitre </w:t>
            </w:r>
            <w:r w:rsidRPr="00C26092">
              <w:rPr>
                <w:rStyle w:val="ExpertGrundschrift"/>
                <w:rFonts w:ascii="Arial" w:hAnsi="Arial" w:cs="Arial"/>
                <w:lang w:val="fr-CH"/>
              </w:rPr>
              <w:t>5.5</w:t>
            </w:r>
            <w:r w:rsidRPr="00C26092">
              <w:rPr>
                <w:rFonts w:ascii="Arial" w:hAnsi="Arial" w:cs="Arial"/>
                <w:lang w:val="fr-CH"/>
              </w:rPr>
              <w:t>. relatif aux ajustements périodiques.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D5136F0"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5D316E08"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191918740"/>
              <w14:checkbox>
                <w14:checked w14:val="0"/>
                <w14:checkedState w14:val="2612" w14:font="MS Gothic"/>
                <w14:uncheckedState w14:val="2610" w14:font="MS Gothic"/>
              </w14:checkbox>
            </w:sdtPr>
            <w:sdtEndPr/>
            <w:sdtContent>
              <w:p w14:paraId="6A5240AD"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0881692"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Attestation des postes de régularisation à l’actif et au passif</w:t>
            </w:r>
            <w:r w:rsidR="00A53DAF">
              <w:rPr>
                <w:rFonts w:ascii="Arial" w:hAnsi="Arial" w:cs="Arial"/>
                <w:lang w:val="fr-CH"/>
              </w:rPr>
              <w:t xml:space="preserve"> ainsi que des provisions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FD6C432"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626B7EEA"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777650948"/>
              <w14:checkbox>
                <w14:checked w14:val="0"/>
                <w14:checkedState w14:val="2612" w14:font="MS Gothic"/>
                <w14:uncheckedState w14:val="2610" w14:font="MS Gothic"/>
              </w14:checkbox>
            </w:sdtPr>
            <w:sdtEndPr/>
            <w:sdtContent>
              <w:p w14:paraId="4C5707C4"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1D1C265"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 xml:space="preserve">Vérification: </w:t>
            </w:r>
            <w:r w:rsidR="00A53DAF">
              <w:rPr>
                <w:rFonts w:ascii="Arial" w:hAnsi="Arial" w:cs="Arial"/>
                <w:lang w:val="fr-CH"/>
              </w:rPr>
              <w:t>seuls les charges et produits concernant la période sont</w:t>
            </w:r>
            <w:r w:rsidR="0041687C">
              <w:rPr>
                <w:rFonts w:ascii="Arial" w:hAnsi="Arial" w:cs="Arial"/>
                <w:lang w:val="fr-CH"/>
              </w:rPr>
              <w:t xml:space="preserve"> pris en compte</w:t>
            </w:r>
            <w:r w:rsidR="00A53DAF">
              <w:rPr>
                <w:rFonts w:ascii="Arial" w:hAnsi="Arial" w:cs="Arial"/>
                <w:lang w:val="fr-CH"/>
              </w:rPr>
              <w:t xml:space="preserve"> </w:t>
            </w:r>
            <w:r w:rsidR="0041687C">
              <w:rPr>
                <w:rFonts w:ascii="Arial" w:hAnsi="Arial" w:cs="Arial"/>
                <w:lang w:val="fr-CH"/>
              </w:rPr>
              <w:t xml:space="preserve">dans la comptabilité analytique. </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71B6E84"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C26092" w14:paraId="128699ED"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0F0C35A"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5.6</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F834690"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Ajustements par objet</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A36C740"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42D40" w14:paraId="5DE17E36"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191732015"/>
              <w14:checkbox>
                <w14:checked w14:val="0"/>
                <w14:checkedState w14:val="2612" w14:font="MS Gothic"/>
                <w14:uncheckedState w14:val="2610" w14:font="MS Gothic"/>
              </w14:checkbox>
            </w:sdtPr>
            <w:sdtEndPr/>
            <w:sdtContent>
              <w:p w14:paraId="50CBCB00"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53797CA"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Vérification: dans la comptabilité analytique ne sont inclus que les coûts pour les charges directement liées à l’activité principale de l’entreprise</w:t>
            </w:r>
            <w:r w:rsidR="005128A0" w:rsidRPr="00F42D40">
              <w:rPr>
                <w:rFonts w:cs="Arial"/>
                <w:lang w:val="fr-CH"/>
              </w:rPr>
              <w:t xml:space="preserve">. </w:t>
            </w:r>
            <w:r w:rsidR="005128A0" w:rsidRPr="00992026">
              <w:rPr>
                <w:rFonts w:cs="Arial"/>
              </w:rPr>
              <w:sym w:font="Wingdings" w:char="F0E0"/>
            </w:r>
            <w:r w:rsidRPr="00C26092">
              <w:rPr>
                <w:rFonts w:ascii="Arial" w:hAnsi="Arial" w:cs="Arial"/>
                <w:lang w:val="fr-CH"/>
              </w:rPr>
              <w:t xml:space="preserve"> passerelle d’ajustement</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0C70397"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0B002315"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243139560"/>
              <w14:checkbox>
                <w14:checked w14:val="0"/>
                <w14:checkedState w14:val="2612" w14:font="MS Gothic"/>
                <w14:uncheckedState w14:val="2610" w14:font="MS Gothic"/>
              </w14:checkbox>
            </w:sdtPr>
            <w:sdtEndPr/>
            <w:sdtContent>
              <w:p w14:paraId="2EB3CCF6"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2CAD00F"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Vérification: prise en compte des charges substitutives au moyen d’autres taux d’évaluation dans la comptabilité analytique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99CAF5B"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45AA8223"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579745803"/>
              <w14:checkbox>
                <w14:checked w14:val="0"/>
                <w14:checkedState w14:val="2612" w14:font="MS Gothic"/>
                <w14:uncheckedState w14:val="2610" w14:font="MS Gothic"/>
              </w14:checkbox>
            </w:sdtPr>
            <w:sdtEndPr/>
            <w:sdtContent>
              <w:p w14:paraId="1F4E9B32"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5A49A58" w14:textId="598F569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Vérification</w:t>
            </w:r>
            <w:r w:rsidR="00D029CA">
              <w:rPr>
                <w:rFonts w:ascii="Arial" w:hAnsi="Arial" w:cs="Arial"/>
                <w:lang w:val="fr-CH"/>
              </w:rPr>
              <w:t xml:space="preserve"> </w:t>
            </w:r>
            <w:r w:rsidRPr="00C26092">
              <w:rPr>
                <w:rFonts w:ascii="Arial" w:hAnsi="Arial" w:cs="Arial"/>
                <w:lang w:val="fr-CH"/>
              </w:rPr>
              <w:t xml:space="preserve">: prise en compte des charges supplétives dans la comptabilité </w:t>
            </w:r>
            <w:r w:rsidRPr="00D07A89">
              <w:rPr>
                <w:rFonts w:ascii="Arial" w:hAnsi="Arial" w:cs="Arial"/>
                <w:lang w:val="fr-CH"/>
              </w:rPr>
              <w:t>analytique</w:t>
            </w:r>
            <w:r w:rsidR="00D029CA" w:rsidRPr="00D07A89">
              <w:rPr>
                <w:rFonts w:ascii="Arial" w:hAnsi="Arial" w:cs="Arial"/>
                <w:lang w:val="fr-CH"/>
              </w:rPr>
              <w:t xml:space="preserve"> si l’hôpital dispose de l’information.</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6C1D8E4"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bl>
    <w:p w14:paraId="5DE7B553" w14:textId="77777777" w:rsidR="00D07A89" w:rsidRPr="002F0820" w:rsidRDefault="00D07A89">
      <w:pPr>
        <w:rPr>
          <w:lang w:val="fr-CH"/>
        </w:rPr>
      </w:pPr>
      <w:r w:rsidRPr="002F0820">
        <w:rPr>
          <w:lang w:val="fr-CH"/>
        </w:rPr>
        <w:br w:type="page"/>
      </w:r>
    </w:p>
    <w:tbl>
      <w:tblPr>
        <w:tblW w:w="9798" w:type="dxa"/>
        <w:tblInd w:w="108" w:type="dxa"/>
        <w:tblLayout w:type="fixed"/>
        <w:tblCellMar>
          <w:left w:w="0" w:type="dxa"/>
          <w:right w:w="0" w:type="dxa"/>
        </w:tblCellMar>
        <w:tblLook w:val="0000" w:firstRow="0" w:lastRow="0" w:firstColumn="0" w:lastColumn="0" w:noHBand="0" w:noVBand="0"/>
      </w:tblPr>
      <w:tblGrid>
        <w:gridCol w:w="675"/>
        <w:gridCol w:w="6401"/>
        <w:gridCol w:w="2722"/>
      </w:tblGrid>
      <w:tr w:rsidR="00C26092" w:rsidRPr="002F0820" w14:paraId="1B9C8E11"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509580"/>
              <w14:checkbox>
                <w14:checked w14:val="0"/>
                <w14:checkedState w14:val="2612" w14:font="MS Gothic"/>
                <w14:uncheckedState w14:val="2610" w14:font="MS Gothic"/>
              </w14:checkbox>
            </w:sdtPr>
            <w:sdtEndPr/>
            <w:sdtContent>
              <w:p w14:paraId="394F545A" w14:textId="4CB1D93C"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363E028" w14:textId="77777777" w:rsidR="009B0C30" w:rsidRPr="009B0C30" w:rsidRDefault="009B0C30" w:rsidP="009B0C30">
            <w:pPr>
              <w:pStyle w:val="tabellegt"/>
              <w:spacing w:line="276" w:lineRule="auto"/>
              <w:rPr>
                <w:rFonts w:ascii="Arial" w:hAnsi="Arial" w:cs="Arial"/>
                <w:lang w:val="fr-CH"/>
              </w:rPr>
            </w:pPr>
            <w:r w:rsidRPr="009B0C30">
              <w:rPr>
                <w:rFonts w:ascii="Arial" w:hAnsi="Arial" w:cs="Arial"/>
                <w:lang w:val="fr-CH"/>
              </w:rPr>
              <w:t xml:space="preserve">Vérification: prise en compte, justificatif et base de calcul pour les intérêts calculés dans la comptabilité analytique </w:t>
            </w:r>
          </w:p>
          <w:p w14:paraId="199B21BF" w14:textId="77777777" w:rsidR="00BC3E5E" w:rsidRPr="009B0C30" w:rsidRDefault="00BC3E5E" w:rsidP="00BC3E5E">
            <w:pPr>
              <w:pStyle w:val="tabellegt"/>
              <w:spacing w:line="276" w:lineRule="auto"/>
              <w:rPr>
                <w:rFonts w:ascii="Arial" w:hAnsi="Arial" w:cs="Arial"/>
                <w:lang w:val="fr-CH"/>
              </w:rPr>
            </w:pPr>
          </w:p>
          <w:p w14:paraId="6F6A4D3D" w14:textId="77777777" w:rsidR="00747D77" w:rsidRPr="00E4515F" w:rsidRDefault="00747D77" w:rsidP="00BC3E5E">
            <w:pPr>
              <w:pStyle w:val="tabellegt"/>
              <w:spacing w:line="276" w:lineRule="auto"/>
              <w:rPr>
                <w:rFonts w:ascii="Arial" w:hAnsi="Arial" w:cs="Arial"/>
                <w:color w:val="005596"/>
                <w:lang w:val="fr-CH"/>
              </w:rPr>
            </w:pPr>
            <w:r w:rsidRPr="00E4515F">
              <w:rPr>
                <w:rFonts w:ascii="Arial" w:hAnsi="Arial" w:cs="Arial"/>
                <w:color w:val="005596"/>
                <w:lang w:val="fr-CH"/>
              </w:rPr>
              <w:t>Note: La base de calcul permettant de déterminer les intérêts calculés des actifs circulants correspond aux actifs circulants nets et repose sur</w:t>
            </w:r>
          </w:p>
          <w:p w14:paraId="5C22077B" w14:textId="77777777" w:rsidR="00747D77" w:rsidRPr="000D47B0" w:rsidRDefault="00747D77" w:rsidP="00BC3E5E">
            <w:pPr>
              <w:pStyle w:val="tabelleliste"/>
              <w:numPr>
                <w:ilvl w:val="0"/>
                <w:numId w:val="27"/>
              </w:numPr>
              <w:spacing w:line="276" w:lineRule="auto"/>
              <w:ind w:left="351" w:hanging="351"/>
              <w:rPr>
                <w:rFonts w:ascii="Arial" w:hAnsi="Arial" w:cs="Arial"/>
                <w:color w:val="005596"/>
                <w:lang w:val="fr-CH"/>
              </w:rPr>
            </w:pPr>
            <w:r w:rsidRPr="00E4515F">
              <w:rPr>
                <w:rFonts w:ascii="Arial" w:hAnsi="Arial" w:cs="Arial"/>
                <w:color w:val="005596"/>
                <w:lang w:val="fr-CH"/>
              </w:rPr>
              <w:t xml:space="preserve">l’état moyen du capital net investi dans les actifs circulants. </w:t>
            </w:r>
          </w:p>
          <w:p w14:paraId="2085F04C" w14:textId="77777777" w:rsidR="000D47B0" w:rsidRDefault="000D47B0" w:rsidP="000D47B0">
            <w:pPr>
              <w:pStyle w:val="tabelleliste"/>
              <w:spacing w:line="276" w:lineRule="auto"/>
              <w:ind w:left="0" w:firstLine="0"/>
              <w:rPr>
                <w:rFonts w:cs="Arial"/>
                <w:lang w:val="fr-CH"/>
              </w:rPr>
            </w:pPr>
          </w:p>
          <w:p w14:paraId="4D605BB1" w14:textId="77777777" w:rsidR="000D47B0" w:rsidRPr="00E4515F" w:rsidRDefault="000D47B0" w:rsidP="000D47B0">
            <w:pPr>
              <w:pStyle w:val="tabelleliste"/>
              <w:spacing w:line="276" w:lineRule="auto"/>
              <w:ind w:left="0" w:firstLine="0"/>
              <w:rPr>
                <w:rFonts w:ascii="Arial" w:hAnsi="Arial" w:cs="Arial"/>
                <w:color w:val="005596"/>
                <w:lang w:val="fr-CH"/>
              </w:rPr>
            </w:pPr>
            <w:r w:rsidRPr="000D47B0">
              <w:rPr>
                <w:rFonts w:ascii="Arial" w:hAnsi="Arial" w:cs="Arial"/>
                <w:color w:val="005596"/>
                <w:lang w:val="fr-CH"/>
              </w:rPr>
              <w:t>Des intérêts négatifs sur actifs circulants découlant d’actifs circulants négatifs, lesquels correspondent – dans la comptabilité analytique – à un revenu, ne sont pas pris en considération.</w:t>
            </w:r>
          </w:p>
          <w:p w14:paraId="04AA651A" w14:textId="77777777" w:rsidR="00747D77" w:rsidRPr="00FD21FA" w:rsidRDefault="00747D77" w:rsidP="00BC3E5E">
            <w:pPr>
              <w:pStyle w:val="tabellegt"/>
              <w:spacing w:line="276" w:lineRule="auto"/>
              <w:rPr>
                <w:rFonts w:ascii="Arial" w:hAnsi="Arial" w:cs="Arial"/>
                <w:color w:val="005596"/>
                <w:lang w:val="fr-CH"/>
              </w:rPr>
            </w:pPr>
          </w:p>
          <w:p w14:paraId="17F55B15" w14:textId="77777777" w:rsidR="00747D77" w:rsidRPr="00E4515F" w:rsidRDefault="00747D77" w:rsidP="00BC3E5E">
            <w:pPr>
              <w:pStyle w:val="tabellegt"/>
              <w:spacing w:line="276" w:lineRule="auto"/>
              <w:rPr>
                <w:rFonts w:ascii="Arial" w:hAnsi="Arial" w:cs="Arial"/>
                <w:color w:val="005596"/>
                <w:lang w:val="fr-CH"/>
              </w:rPr>
            </w:pPr>
            <w:r w:rsidRPr="00E4515F">
              <w:rPr>
                <w:rFonts w:ascii="Arial" w:hAnsi="Arial" w:cs="Arial"/>
                <w:color w:val="005596"/>
                <w:lang w:val="fr-CH"/>
              </w:rPr>
              <w:t xml:space="preserve">La base de calcul permettant de déterminer les intérêts calculés sur les actifs immobilisés correspond aux actifs immobilisés nécessaires à l’exploitation et repose sur </w:t>
            </w:r>
          </w:p>
          <w:p w14:paraId="3AB3F6CB" w14:textId="77777777" w:rsidR="000D6143" w:rsidRDefault="00747D77" w:rsidP="00BC3E5E">
            <w:pPr>
              <w:pStyle w:val="tabellegt"/>
              <w:numPr>
                <w:ilvl w:val="0"/>
                <w:numId w:val="28"/>
              </w:numPr>
              <w:spacing w:line="276" w:lineRule="auto"/>
              <w:rPr>
                <w:rFonts w:ascii="Arial" w:hAnsi="Arial" w:cs="Arial"/>
                <w:color w:val="005596"/>
                <w:lang w:val="fr-CH"/>
              </w:rPr>
            </w:pPr>
            <w:r w:rsidRPr="00E4515F">
              <w:rPr>
                <w:rFonts w:ascii="Arial" w:hAnsi="Arial" w:cs="Arial"/>
                <w:color w:val="005596"/>
                <w:lang w:val="fr-CH"/>
              </w:rPr>
              <w:t>l’état moyen du capital investi dans les actifs immobilisés</w:t>
            </w:r>
            <w:r w:rsidR="000D6143" w:rsidRPr="00E4515F">
              <w:rPr>
                <w:rFonts w:ascii="Arial" w:hAnsi="Arial" w:cs="Arial"/>
                <w:color w:val="005596"/>
                <w:lang w:val="fr-CH"/>
              </w:rPr>
              <w:t>.</w:t>
            </w:r>
          </w:p>
          <w:p w14:paraId="250F8C22" w14:textId="77777777" w:rsidR="00D6731D" w:rsidRDefault="00D6731D" w:rsidP="00D6731D">
            <w:pPr>
              <w:pStyle w:val="tabellegt"/>
              <w:spacing w:line="276" w:lineRule="auto"/>
              <w:rPr>
                <w:rFonts w:ascii="Arial" w:hAnsi="Arial" w:cs="Arial"/>
                <w:color w:val="005596"/>
                <w:lang w:val="fr-CH"/>
              </w:rPr>
            </w:pPr>
          </w:p>
          <w:p w14:paraId="607FCBA4" w14:textId="77777777" w:rsidR="00D6731D" w:rsidRPr="004D46C9" w:rsidRDefault="00D6731D" w:rsidP="00D6731D">
            <w:pPr>
              <w:pStyle w:val="tabellegt"/>
              <w:spacing w:line="276" w:lineRule="auto"/>
              <w:rPr>
                <w:rFonts w:ascii="Arial" w:hAnsi="Arial" w:cs="Arial"/>
                <w:color w:val="005596"/>
                <w:lang w:val="fr-CH"/>
              </w:rPr>
            </w:pPr>
            <w:r w:rsidRPr="00825069">
              <w:rPr>
                <w:rFonts w:ascii="Arial" w:hAnsi="Arial" w:cs="Arial"/>
                <w:color w:val="005292"/>
                <w:lang w:val="fr-CH"/>
              </w:rPr>
              <w:t>Les intérêts calculés ne sont pas indexés.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1B443DF"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428975C8"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986206539"/>
              <w14:checkbox>
                <w14:checked w14:val="0"/>
                <w14:checkedState w14:val="2612" w14:font="MS Gothic"/>
                <w14:uncheckedState w14:val="2610" w14:font="MS Gothic"/>
              </w14:checkbox>
            </w:sdtPr>
            <w:sdtEndPr/>
            <w:sdtContent>
              <w:p w14:paraId="6002E3A9"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9E4C127"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Vérification: prise en compte des impôts sur la fortune et des impôts indirects comme des coûts équivalents en termes de charges et aucun impôt sur le bénéfice, comme coûts dans la comptabilité analytique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7D2F18D"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010D8DBB"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247723597"/>
              <w14:checkbox>
                <w14:checked w14:val="0"/>
                <w14:checkedState w14:val="2612" w14:font="MS Gothic"/>
                <w14:uncheckedState w14:val="2610" w14:font="MS Gothic"/>
              </w14:checkbox>
            </w:sdtPr>
            <w:sdtEndPr/>
            <w:sdtContent>
              <w:p w14:paraId="2E783F0B"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617441D"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 xml:space="preserve">Vérification pour les systèmes de rémunération forfaitaire: les ajustements des travaux en cours sont-ils conformes aux critères indiqués au chapitre </w:t>
            </w:r>
            <w:r w:rsidRPr="00C26092">
              <w:rPr>
                <w:rStyle w:val="ExpertGrundschrift"/>
                <w:rFonts w:ascii="Arial" w:hAnsi="Arial" w:cs="Arial"/>
                <w:lang w:val="fr-CH"/>
              </w:rPr>
              <w:t>5.6.6</w:t>
            </w:r>
            <w:r w:rsidRPr="00C26092">
              <w:rPr>
                <w:rFonts w:ascii="Arial" w:hAnsi="Arial" w:cs="Arial"/>
                <w:lang w:val="fr-CH"/>
              </w:rPr>
              <w:t xml:space="preserve"> Ajustement et évaluation des travaux en cours.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59CF270"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bl>
    <w:p w14:paraId="0002E6A6" w14:textId="77777777" w:rsidR="002F40EF" w:rsidRPr="00AC4F2F" w:rsidRDefault="002F40EF" w:rsidP="00BC3E5E">
      <w:pPr>
        <w:spacing w:line="276" w:lineRule="auto"/>
        <w:rPr>
          <w:lang w:val="fr-CH"/>
        </w:rPr>
      </w:pPr>
      <w:r w:rsidRPr="00AC4F2F">
        <w:rPr>
          <w:b/>
          <w:bCs/>
          <w:lang w:val="fr-CH"/>
        </w:rPr>
        <w:br w:type="page"/>
      </w:r>
    </w:p>
    <w:tbl>
      <w:tblPr>
        <w:tblW w:w="9798" w:type="dxa"/>
        <w:tblInd w:w="108" w:type="dxa"/>
        <w:tblLayout w:type="fixed"/>
        <w:tblCellMar>
          <w:left w:w="0" w:type="dxa"/>
          <w:right w:w="0" w:type="dxa"/>
        </w:tblCellMar>
        <w:tblLook w:val="0000" w:firstRow="0" w:lastRow="0" w:firstColumn="0" w:lastColumn="0" w:noHBand="0" w:noVBand="0"/>
      </w:tblPr>
      <w:tblGrid>
        <w:gridCol w:w="675"/>
        <w:gridCol w:w="6401"/>
        <w:gridCol w:w="2722"/>
      </w:tblGrid>
      <w:tr w:rsidR="00C26092" w:rsidRPr="00C26092" w14:paraId="37603A63"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08" w:type="dxa"/>
            </w:tcMar>
          </w:tcPr>
          <w:p w14:paraId="0A572C20" w14:textId="77777777" w:rsidR="00C26092" w:rsidRPr="00C26092" w:rsidRDefault="00C26092" w:rsidP="00BC3E5E">
            <w:pPr>
              <w:pStyle w:val="tabelletitel"/>
              <w:spacing w:line="276" w:lineRule="auto"/>
              <w:rPr>
                <w:rFonts w:ascii="Arial" w:hAnsi="Arial" w:cs="Arial"/>
                <w:lang w:val="fr-CH"/>
              </w:rPr>
            </w:pPr>
            <w:r w:rsidRPr="00C26092">
              <w:rPr>
                <w:rStyle w:val="ExpertLight"/>
                <w:rFonts w:ascii="Arial" w:hAnsi="Arial" w:cs="Arial"/>
                <w:lang w:val="fr-CH"/>
              </w:rPr>
              <w:lastRenderedPageBreak/>
              <w:t>6</w:t>
            </w:r>
          </w:p>
        </w:tc>
        <w:tc>
          <w:tcPr>
            <w:tcW w:w="6401"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19" w:type="dxa"/>
            </w:tcMar>
          </w:tcPr>
          <w:p w14:paraId="4D4480FB" w14:textId="77777777" w:rsidR="00C26092" w:rsidRPr="00C26092" w:rsidRDefault="00C26092" w:rsidP="00BC3E5E">
            <w:pPr>
              <w:pStyle w:val="tabelletitel"/>
              <w:spacing w:line="276" w:lineRule="auto"/>
              <w:rPr>
                <w:rFonts w:ascii="Arial" w:hAnsi="Arial" w:cs="Arial"/>
                <w:lang w:val="fr-CH"/>
              </w:rPr>
            </w:pPr>
            <w:r w:rsidRPr="00C26092">
              <w:rPr>
                <w:rFonts w:ascii="Arial" w:hAnsi="Arial" w:cs="Arial"/>
                <w:lang w:val="fr-CH"/>
              </w:rPr>
              <w:t>La comptabilité des charges par nature</w:t>
            </w:r>
          </w:p>
        </w:tc>
        <w:tc>
          <w:tcPr>
            <w:tcW w:w="2722"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08" w:type="dxa"/>
            </w:tcMar>
          </w:tcPr>
          <w:p w14:paraId="5814F74D" w14:textId="77777777" w:rsidR="00C26092" w:rsidRPr="00C26092" w:rsidRDefault="00C26092" w:rsidP="00BC3E5E">
            <w:pPr>
              <w:pStyle w:val="tabelletitel"/>
              <w:spacing w:line="276" w:lineRule="auto"/>
              <w:rPr>
                <w:rFonts w:ascii="Arial" w:hAnsi="Arial" w:cs="Arial"/>
                <w:lang w:val="fr-CH"/>
              </w:rPr>
            </w:pPr>
            <w:r w:rsidRPr="00C26092">
              <w:rPr>
                <w:rFonts w:ascii="Arial" w:hAnsi="Arial" w:cs="Arial"/>
                <w:lang w:val="fr-CH"/>
              </w:rPr>
              <w:t>Remarques</w:t>
            </w:r>
          </w:p>
        </w:tc>
      </w:tr>
      <w:tr w:rsidR="00C26092" w:rsidRPr="00C26092" w14:paraId="4B68D54E"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1ACB3A6"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6.1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97485F3"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Principes de base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643A048"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3A3A411F"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FCBE170"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B943FD6"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Ne fait pas partie de la vérification – pas de questions de contrôle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161A66C"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40C78B18"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7E10B77"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6.2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F81BFD4"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Tâches de la comptabilité des charges par nature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FA8FB8F"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7D142D03"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22FF228"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469CB96"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Ne fait pas partie de la vérification – pas de questions de contrôle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9B41847"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08ADF06A"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A0FC866"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6.3</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A87B1B8"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Structure des charges par nature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2B9B051"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2F0820" w14:paraId="71ACB4DC"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404136575"/>
              <w14:checkbox>
                <w14:checked w14:val="0"/>
                <w14:checkedState w14:val="2612" w14:font="MS Gothic"/>
                <w14:uncheckedState w14:val="2610" w14:font="MS Gothic"/>
              </w14:checkbox>
            </w:sdtPr>
            <w:sdtEndPr/>
            <w:sdtContent>
              <w:p w14:paraId="13ECD5F2"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FD86AAB"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Documentation de la saisie et de l’évaluation uniforme des charges par nature ainsi que leur structuration en fonction de leur origine (coûts primaires/secondaires)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C812672"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454E9238"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9A346C6"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6.4</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7DECE4E"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 xml:space="preserve">Le plan des charges par nature </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99D5EE7"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458F327F" w14:textId="77777777" w:rsidTr="003B556F">
        <w:trPr>
          <w:trHeight w:val="1322"/>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845709222"/>
              <w14:checkbox>
                <w14:checked w14:val="0"/>
                <w14:checkedState w14:val="2612" w14:font="MS Gothic"/>
                <w14:uncheckedState w14:val="2610" w14:font="MS Gothic"/>
              </w14:checkbox>
            </w:sdtPr>
            <w:sdtEndPr/>
            <w:sdtContent>
              <w:p w14:paraId="724C4110"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268F107" w14:textId="77777777" w:rsidR="00C26092" w:rsidRDefault="00C26092" w:rsidP="00BC3E5E">
            <w:pPr>
              <w:pStyle w:val="tabellegt"/>
              <w:spacing w:line="276" w:lineRule="auto"/>
              <w:rPr>
                <w:rFonts w:ascii="Arial" w:hAnsi="Arial" w:cs="Arial"/>
                <w:lang w:val="fr-CH"/>
              </w:rPr>
            </w:pPr>
            <w:r w:rsidRPr="00C26092">
              <w:rPr>
                <w:rFonts w:ascii="Arial" w:hAnsi="Arial" w:cs="Arial"/>
                <w:lang w:val="fr-CH"/>
              </w:rPr>
              <w:t>Plan des charges par nature selon la structure REKOLE</w:t>
            </w:r>
            <w:r w:rsidRPr="00C26092">
              <w:rPr>
                <w:rFonts w:ascii="Arial" w:hAnsi="Arial" w:cs="Arial"/>
                <w:vertAlign w:val="superscript"/>
                <w:lang w:val="fr-CH"/>
              </w:rPr>
              <w:t>®</w:t>
            </w:r>
            <w:r w:rsidRPr="00C26092">
              <w:rPr>
                <w:rFonts w:ascii="Arial" w:hAnsi="Arial" w:cs="Arial"/>
                <w:lang w:val="fr-CH"/>
              </w:rPr>
              <w:t>, lorsqu’il y a des centres de charges facultatifs, il faut s’assurer d’en garantir le regroupement au niveau obligatoire.</w:t>
            </w:r>
          </w:p>
          <w:p w14:paraId="3EF3A13D" w14:textId="77777777" w:rsidR="00B71A66" w:rsidRDefault="00B71A66" w:rsidP="00BC3E5E">
            <w:pPr>
              <w:pStyle w:val="tabellegt"/>
              <w:spacing w:line="276" w:lineRule="auto"/>
              <w:rPr>
                <w:rFonts w:ascii="Arial" w:hAnsi="Arial" w:cs="Arial"/>
                <w:lang w:val="fr-CH"/>
              </w:rPr>
            </w:pPr>
          </w:p>
          <w:p w14:paraId="237D7934" w14:textId="77777777" w:rsidR="00B71A66" w:rsidRPr="00C26092" w:rsidRDefault="003C653B" w:rsidP="009B0C30">
            <w:pPr>
              <w:pStyle w:val="tabellegt"/>
              <w:spacing w:line="276" w:lineRule="auto"/>
              <w:rPr>
                <w:rFonts w:ascii="Arial" w:hAnsi="Arial" w:cs="Arial"/>
                <w:lang w:val="fr-CH"/>
              </w:rPr>
            </w:pPr>
            <w:r w:rsidRPr="00E4515F">
              <w:rPr>
                <w:rFonts w:ascii="Arial" w:hAnsi="Arial" w:cs="Arial"/>
                <w:color w:val="005596"/>
                <w:lang w:val="fr-CH"/>
              </w:rPr>
              <w:t xml:space="preserve">Note: </w:t>
            </w:r>
            <w:r w:rsidR="00B71A66" w:rsidRPr="00E4515F">
              <w:rPr>
                <w:rFonts w:ascii="Arial" w:hAnsi="Arial" w:cs="Arial"/>
                <w:color w:val="005596"/>
                <w:lang w:val="fr-CH"/>
              </w:rPr>
              <w:t>La numérotation des charges par nature est obligatoire.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F9F83C7"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74120789" w14:textId="77777777" w:rsidTr="002F40EF">
        <w:trPr>
          <w:trHeight w:val="17"/>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1911DBC"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6.5</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72E88D7"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Structure en fonction de la nature de l’attribution</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F448E40"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10143AA0"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052114149"/>
              <w14:checkbox>
                <w14:checked w14:val="0"/>
                <w14:checkedState w14:val="2612" w14:font="MS Gothic"/>
                <w14:uncheckedState w14:val="2610" w14:font="MS Gothic"/>
              </w14:checkbox>
            </w:sdtPr>
            <w:sdtEndPr/>
            <w:sdtContent>
              <w:p w14:paraId="72B80E40"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A079447"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 xml:space="preserve">Vérification de l’identification des coûts directs </w:t>
            </w:r>
            <w:r w:rsidR="004501AF">
              <w:rPr>
                <w:rFonts w:ascii="Arial" w:hAnsi="Arial" w:cs="Arial"/>
                <w:lang w:val="fr-CH"/>
              </w:rPr>
              <w:t xml:space="preserve">(en tenant compte de la méthode ABC) </w:t>
            </w:r>
            <w:r w:rsidRPr="00C26092">
              <w:rPr>
                <w:rFonts w:ascii="Arial" w:hAnsi="Arial" w:cs="Arial"/>
                <w:lang w:val="fr-CH"/>
              </w:rPr>
              <w:t>selon le manuel REKOLE</w:t>
            </w:r>
            <w:r w:rsidRPr="00C26092">
              <w:rPr>
                <w:rFonts w:ascii="Arial" w:hAnsi="Arial" w:cs="Arial"/>
                <w:vertAlign w:val="superscript"/>
                <w:lang w:val="fr-CH"/>
              </w:rPr>
              <w:t>®</w:t>
            </w:r>
          </w:p>
          <w:p w14:paraId="2FD03858" w14:textId="77777777" w:rsidR="00C26092" w:rsidRPr="00C26092" w:rsidRDefault="00C26092" w:rsidP="00BC3E5E">
            <w:pPr>
              <w:pStyle w:val="tabellegt"/>
              <w:spacing w:line="276" w:lineRule="auto"/>
              <w:rPr>
                <w:rFonts w:ascii="Arial" w:hAnsi="Arial" w:cs="Arial"/>
                <w:lang w:val="fr-CH"/>
              </w:rPr>
            </w:pPr>
          </w:p>
          <w:p w14:paraId="620E458F" w14:textId="77777777" w:rsidR="00C26092" w:rsidRPr="00C26092" w:rsidRDefault="00C26092" w:rsidP="00BC3E5E">
            <w:pPr>
              <w:pStyle w:val="tabellegt"/>
              <w:spacing w:line="276" w:lineRule="auto"/>
              <w:rPr>
                <w:rFonts w:ascii="Arial" w:hAnsi="Arial" w:cs="Arial"/>
                <w:lang w:val="fr-CH"/>
              </w:rPr>
            </w:pPr>
            <w:r w:rsidRPr="00E4515F">
              <w:rPr>
                <w:rFonts w:ascii="Arial" w:hAnsi="Arial" w:cs="Arial"/>
                <w:color w:val="005596"/>
                <w:lang w:val="fr-CH"/>
              </w:rPr>
              <w:t xml:space="preserve">Note: cf. aussi chapitre 10.9 </w:t>
            </w:r>
            <w:r w:rsidRPr="00E4515F">
              <w:rPr>
                <w:rStyle w:val="bold"/>
                <w:rFonts w:ascii="Arial" w:hAnsi="Arial" w:cs="Arial"/>
                <w:b w:val="0"/>
                <w:bCs w:val="0"/>
                <w:color w:val="005596"/>
                <w:lang w:val="fr-CH"/>
              </w:rPr>
              <w:t xml:space="preserve">Médicaments, implants, sang, matériel, </w:t>
            </w:r>
            <w:r w:rsidR="00E270D5" w:rsidRPr="00E4515F">
              <w:rPr>
                <w:rStyle w:val="bold"/>
                <w:rFonts w:ascii="Arial" w:hAnsi="Arial" w:cs="Arial"/>
                <w:b w:val="0"/>
                <w:bCs w:val="0"/>
                <w:color w:val="005596"/>
                <w:lang w:val="fr-CH"/>
              </w:rPr>
              <w:t>etc.</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88F64A0"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2033C7C3" w14:textId="77777777" w:rsidTr="00C26092">
        <w:trPr>
          <w:trHeight w:val="521"/>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08167498"/>
              <w14:checkbox>
                <w14:checked w14:val="0"/>
                <w14:checkedState w14:val="2612" w14:font="MS Gothic"/>
                <w14:uncheckedState w14:val="2610" w14:font="MS Gothic"/>
              </w14:checkbox>
            </w:sdtPr>
            <w:sdtEndPr/>
            <w:sdtContent>
              <w:p w14:paraId="7319C033"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DEF4795" w14:textId="77777777" w:rsidR="00507EB8" w:rsidRPr="00F42D40" w:rsidRDefault="00507EB8" w:rsidP="00BC3E5E">
            <w:pPr>
              <w:autoSpaceDE w:val="0"/>
              <w:autoSpaceDN w:val="0"/>
              <w:adjustRightInd w:val="0"/>
              <w:spacing w:line="276" w:lineRule="auto"/>
              <w:textAlignment w:val="center"/>
              <w:rPr>
                <w:rFonts w:cs="Arial"/>
                <w:color w:val="000000"/>
                <w:sz w:val="18"/>
                <w:szCs w:val="18"/>
                <w:lang w:val="fr-CH"/>
              </w:rPr>
            </w:pPr>
            <w:r w:rsidRPr="00F42D40">
              <w:rPr>
                <w:rFonts w:cs="Arial"/>
                <w:color w:val="000000"/>
                <w:sz w:val="18"/>
                <w:szCs w:val="18"/>
                <w:lang w:val="fr-CH"/>
              </w:rPr>
              <w:t>Vérification: les produits de valeur des groupes de charges par nature 400–404 sont périodiquement vérifiés et mis à jour au regard de leur attribution en tant que</w:t>
            </w:r>
            <w:r w:rsidR="00BE24EE" w:rsidRPr="00F42D40">
              <w:rPr>
                <w:rFonts w:cs="Arial"/>
                <w:color w:val="000000"/>
                <w:sz w:val="18"/>
                <w:szCs w:val="18"/>
                <w:lang w:val="fr-CH"/>
              </w:rPr>
              <w:t xml:space="preserve"> charges directes ou indirectes</w:t>
            </w:r>
            <w:r w:rsidRPr="00F42D40">
              <w:rPr>
                <w:rFonts w:cs="Arial"/>
                <w:color w:val="000000"/>
                <w:sz w:val="18"/>
                <w:szCs w:val="18"/>
                <w:lang w:val="fr-CH"/>
              </w:rPr>
              <w:t>.</w:t>
            </w:r>
          </w:p>
          <w:p w14:paraId="1F99FE11" w14:textId="77777777" w:rsidR="00507EB8" w:rsidRPr="00F42D40" w:rsidRDefault="00507EB8" w:rsidP="00BC3E5E">
            <w:pPr>
              <w:autoSpaceDE w:val="0"/>
              <w:autoSpaceDN w:val="0"/>
              <w:adjustRightInd w:val="0"/>
              <w:spacing w:line="276" w:lineRule="auto"/>
              <w:textAlignment w:val="center"/>
              <w:rPr>
                <w:rFonts w:cs="Arial"/>
                <w:color w:val="000000"/>
                <w:sz w:val="18"/>
                <w:szCs w:val="18"/>
                <w:lang w:val="fr-CH"/>
              </w:rPr>
            </w:pPr>
          </w:p>
          <w:p w14:paraId="71B48AF8" w14:textId="77777777" w:rsidR="00507EB8" w:rsidRPr="00E4515F" w:rsidRDefault="00BE24EE" w:rsidP="00BC3E5E">
            <w:pPr>
              <w:pStyle w:val="tabellegt"/>
              <w:spacing w:line="276" w:lineRule="auto"/>
              <w:rPr>
                <w:rFonts w:ascii="Arial" w:hAnsi="Arial" w:cs="Arial"/>
                <w:color w:val="005596"/>
                <w:lang w:val="fr-CH"/>
              </w:rPr>
            </w:pPr>
            <w:r w:rsidRPr="00E4515F">
              <w:rPr>
                <w:rFonts w:ascii="Arial" w:hAnsi="Arial" w:cs="Arial"/>
                <w:color w:val="005596"/>
                <w:lang w:val="fr-CH"/>
              </w:rPr>
              <w:t xml:space="preserve">Pour les hôpitaux de réseau </w:t>
            </w:r>
            <w:r w:rsidR="00507EB8" w:rsidRPr="00E4515F">
              <w:rPr>
                <w:rFonts w:ascii="Arial" w:hAnsi="Arial" w:cs="Arial"/>
                <w:color w:val="005596"/>
                <w:lang w:val="fr-CH"/>
              </w:rPr>
              <w:t>SwissDRG</w:t>
            </w:r>
            <w:r w:rsidRPr="00E4515F">
              <w:rPr>
                <w:rFonts w:ascii="Arial" w:hAnsi="Arial" w:cs="Arial"/>
                <w:color w:val="005596"/>
                <w:lang w:val="fr-CH"/>
              </w:rPr>
              <w:t xml:space="preserve"> dans le secteur des soins somatiques aigus</w:t>
            </w:r>
            <w:r w:rsidR="00096D03" w:rsidRPr="00E4515F">
              <w:rPr>
                <w:rFonts w:ascii="Arial" w:hAnsi="Arial" w:cs="Arial"/>
                <w:color w:val="005596"/>
                <w:lang w:val="fr-CH"/>
              </w:rPr>
              <w:t xml:space="preserve"> s’applique en plus</w:t>
            </w:r>
            <w:r w:rsidR="00507EB8" w:rsidRPr="00E4515F">
              <w:rPr>
                <w:rFonts w:ascii="Arial" w:hAnsi="Arial" w:cs="Arial"/>
                <w:color w:val="005596"/>
                <w:lang w:val="fr-CH"/>
              </w:rPr>
              <w:t xml:space="preserve">: </w:t>
            </w:r>
          </w:p>
          <w:p w14:paraId="36444029" w14:textId="77777777" w:rsidR="00507EB8" w:rsidRPr="00E4515F" w:rsidRDefault="00096D03" w:rsidP="00BC3E5E">
            <w:pPr>
              <w:pStyle w:val="tabellegt"/>
              <w:spacing w:line="276" w:lineRule="auto"/>
              <w:rPr>
                <w:rFonts w:ascii="Arial" w:hAnsi="Arial" w:cs="Arial"/>
                <w:color w:val="005596"/>
                <w:lang w:val="fr-CH"/>
              </w:rPr>
            </w:pPr>
            <w:r w:rsidRPr="00E4515F">
              <w:rPr>
                <w:rFonts w:ascii="Arial" w:hAnsi="Arial" w:cs="Arial"/>
                <w:color w:val="005596"/>
                <w:lang w:val="fr-CH"/>
              </w:rPr>
              <w:t xml:space="preserve">Les produits de valeur dont les coûts totaux ([prix d’achat x quantité consommée] + supplément pour frais généraux) dépassent </w:t>
            </w:r>
            <w:r w:rsidR="003B556F" w:rsidRPr="003B556F">
              <w:rPr>
                <w:rFonts w:ascii="Arial" w:hAnsi="Arial" w:cs="Arial"/>
                <w:color w:val="005596"/>
                <w:lang w:val="fr-CH"/>
              </w:rPr>
              <w:t xml:space="preserve">CHF 200 par cas (font exception les implants, y compris le matériel d’ostéosynthèse, pour lesquels la limite est fixée à CHF 50) </w:t>
            </w:r>
            <w:r w:rsidRPr="00E4515F">
              <w:rPr>
                <w:rFonts w:ascii="Arial" w:hAnsi="Arial" w:cs="Arial"/>
                <w:color w:val="005596"/>
                <w:lang w:val="fr-CH"/>
              </w:rPr>
              <w:t>doivent être comptabilisés dans tous les cas comme coûts directs (exigence minimale).</w:t>
            </w:r>
          </w:p>
          <w:p w14:paraId="735E264E" w14:textId="77777777" w:rsidR="00096D03" w:rsidRPr="00E4515F" w:rsidRDefault="00096D03" w:rsidP="00BC3E5E">
            <w:pPr>
              <w:pStyle w:val="tabellegt"/>
              <w:spacing w:line="276" w:lineRule="auto"/>
              <w:rPr>
                <w:rFonts w:ascii="Arial" w:hAnsi="Arial" w:cs="Arial"/>
                <w:color w:val="005596"/>
                <w:lang w:val="fr-CH"/>
              </w:rPr>
            </w:pPr>
          </w:p>
          <w:p w14:paraId="7DF06E20" w14:textId="77777777" w:rsidR="00C26092" w:rsidRDefault="00C555A4" w:rsidP="00BC3E5E">
            <w:pPr>
              <w:pStyle w:val="tabellegt"/>
              <w:spacing w:line="276" w:lineRule="auto"/>
              <w:rPr>
                <w:rFonts w:ascii="Arial" w:hAnsi="Arial" w:cs="Arial"/>
                <w:color w:val="005596"/>
                <w:lang w:val="fr-CH"/>
              </w:rPr>
            </w:pPr>
            <w:r w:rsidRPr="00E4515F">
              <w:rPr>
                <w:rFonts w:ascii="Arial" w:hAnsi="Arial" w:cs="Arial"/>
                <w:color w:val="005596"/>
                <w:lang w:val="fr-CH"/>
              </w:rPr>
              <w:t>Les produits de valeur issus des charges par nature 400 Médicaments (y compris</w:t>
            </w:r>
            <w:r w:rsidR="003C653B" w:rsidRPr="00E4515F">
              <w:rPr>
                <w:rFonts w:ascii="Arial" w:hAnsi="Arial" w:cs="Arial"/>
                <w:color w:val="005596"/>
                <w:lang w:val="fr-CH"/>
              </w:rPr>
              <w:t xml:space="preserve"> le sang et les</w:t>
            </w:r>
            <w:r w:rsidRPr="00E4515F">
              <w:rPr>
                <w:rFonts w:ascii="Arial" w:hAnsi="Arial" w:cs="Arial"/>
                <w:color w:val="005596"/>
                <w:lang w:val="fr-CH"/>
              </w:rPr>
              <w:t xml:space="preserve"> produits sanguins), 401 Matériel, instruments, ustensiles, textiles ou 404 Produits chimiques, réactifs, </w:t>
            </w:r>
            <w:r w:rsidR="0007667B" w:rsidRPr="00E4515F">
              <w:rPr>
                <w:rFonts w:ascii="Arial" w:hAnsi="Arial" w:cs="Arial"/>
                <w:color w:val="005596"/>
                <w:lang w:val="fr-CH"/>
              </w:rPr>
              <w:t xml:space="preserve">qui </w:t>
            </w:r>
            <w:r w:rsidRPr="00E4515F">
              <w:rPr>
                <w:rFonts w:ascii="Arial" w:hAnsi="Arial" w:cs="Arial"/>
                <w:color w:val="005596"/>
                <w:lang w:val="fr-CH"/>
              </w:rPr>
              <w:t xml:space="preserve">sont financés séparément au cours d’un même traitement, doivent être comptabilisés comme coûts directs, indépendamment de leur classification selon la méthode ABC. Cela concerne </w:t>
            </w:r>
            <w:r w:rsidR="0007667B" w:rsidRPr="00E4515F">
              <w:rPr>
                <w:rFonts w:ascii="Arial" w:hAnsi="Arial" w:cs="Arial"/>
                <w:color w:val="005596"/>
                <w:lang w:val="fr-CH"/>
              </w:rPr>
              <w:t>principalement</w:t>
            </w:r>
            <w:r w:rsidRPr="00E4515F">
              <w:rPr>
                <w:rFonts w:ascii="Arial" w:hAnsi="Arial" w:cs="Arial"/>
                <w:color w:val="005596"/>
                <w:lang w:val="fr-CH"/>
              </w:rPr>
              <w:t xml:space="preserve"> les produits figurant sur les listes tenues par SwissDRG</w:t>
            </w:r>
            <w:r w:rsidR="0007667B" w:rsidRPr="00E4515F">
              <w:rPr>
                <w:rFonts w:ascii="Arial" w:hAnsi="Arial" w:cs="Arial"/>
                <w:color w:val="005596"/>
                <w:lang w:val="fr-CH"/>
              </w:rPr>
              <w:t xml:space="preserve"> (cf. Swiss</w:t>
            </w:r>
            <w:r w:rsidR="00B05F4B" w:rsidRPr="00E4515F">
              <w:rPr>
                <w:rFonts w:ascii="Arial" w:hAnsi="Arial" w:cs="Arial"/>
                <w:color w:val="005596"/>
                <w:lang w:val="fr-CH"/>
              </w:rPr>
              <w:t>DRG, liste des produits)</w:t>
            </w:r>
            <w:r w:rsidRPr="00E4515F">
              <w:rPr>
                <w:rFonts w:ascii="Arial" w:hAnsi="Arial" w:cs="Arial"/>
                <w:color w:val="005596"/>
                <w:lang w:val="fr-CH"/>
              </w:rPr>
              <w:t>.</w:t>
            </w:r>
            <w:r w:rsidRPr="00E4515F" w:rsidDel="00507EB8">
              <w:rPr>
                <w:rFonts w:ascii="Arial" w:hAnsi="Arial" w:cs="Arial"/>
                <w:color w:val="005596"/>
                <w:lang w:val="fr-CH"/>
              </w:rPr>
              <w:t xml:space="preserve"> </w:t>
            </w:r>
          </w:p>
          <w:p w14:paraId="0BBDC221" w14:textId="77777777" w:rsidR="003B556F" w:rsidRPr="00F42D40" w:rsidRDefault="003B556F" w:rsidP="00BC3E5E">
            <w:pPr>
              <w:pStyle w:val="tabellegt"/>
              <w:spacing w:line="276" w:lineRule="auto"/>
              <w:rPr>
                <w:rFonts w:ascii="Arial" w:hAnsi="Arial" w:cs="Arial"/>
                <w:lang w:val="fr-CH"/>
              </w:rPr>
            </w:pP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9CD3340" w14:textId="77777777" w:rsidR="00C26092" w:rsidRPr="00F42D40" w:rsidRDefault="00C26092" w:rsidP="00BC3E5E">
            <w:pPr>
              <w:pStyle w:val="KeinAbsatzformat"/>
              <w:spacing w:line="276" w:lineRule="auto"/>
              <w:textAlignment w:val="auto"/>
              <w:rPr>
                <w:rFonts w:ascii="Arial" w:hAnsi="Arial" w:cs="Arial"/>
                <w:color w:val="auto"/>
                <w:sz w:val="18"/>
                <w:szCs w:val="18"/>
                <w:lang w:val="fr-CH"/>
              </w:rPr>
            </w:pPr>
          </w:p>
        </w:tc>
      </w:tr>
      <w:tr w:rsidR="00B05F4B" w:rsidRPr="00FA6F09" w14:paraId="64A4F3A4"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115869640"/>
              <w14:checkbox>
                <w14:checked w14:val="0"/>
                <w14:checkedState w14:val="2612" w14:font="MS Gothic"/>
                <w14:uncheckedState w14:val="2610" w14:font="MS Gothic"/>
              </w14:checkbox>
            </w:sdtPr>
            <w:sdtEndPr/>
            <w:sdtContent>
              <w:p w14:paraId="7D834F70" w14:textId="77777777" w:rsidR="00B05F4B" w:rsidRDefault="00B05F4B" w:rsidP="00BC3E5E">
                <w:pPr>
                  <w:pStyle w:val="tabellegt"/>
                  <w:spacing w:line="276" w:lineRule="auto"/>
                  <w:rPr>
                    <w:rFonts w:cs="Arial"/>
                    <w:lang w:val="fr-CH"/>
                  </w:rPr>
                </w:pPr>
                <w:r>
                  <w:rPr>
                    <w:rFonts w:ascii="MS Gothic" w:eastAsia="MS Gothic" w:hAnsi="MS Gothic" w:cs="Arial" w:hint="eastAsia"/>
                    <w:lang w:val="fr-CH"/>
                  </w:rPr>
                  <w:t>☐</w:t>
                </w:r>
              </w:p>
            </w:sdtContent>
          </w:sdt>
          <w:p w14:paraId="318B8675" w14:textId="77777777" w:rsidR="00B05F4B" w:rsidRDefault="00B05F4B" w:rsidP="00BC3E5E">
            <w:pPr>
              <w:pStyle w:val="tabellegt"/>
              <w:spacing w:line="276" w:lineRule="auto"/>
              <w:rPr>
                <w:rFonts w:ascii="Arial" w:hAnsi="Arial" w:cs="Arial"/>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0B1F944" w14:textId="77777777" w:rsidR="00B05F4B" w:rsidRPr="00F42D40" w:rsidRDefault="00B05F4B" w:rsidP="00BC3E5E">
            <w:pPr>
              <w:pStyle w:val="tabellegt"/>
              <w:spacing w:line="276" w:lineRule="auto"/>
              <w:rPr>
                <w:rFonts w:ascii="Arial" w:hAnsi="Arial" w:cs="Arial"/>
                <w:lang w:val="fr-CH"/>
              </w:rPr>
            </w:pPr>
            <w:r w:rsidRPr="00F42D40">
              <w:rPr>
                <w:rFonts w:ascii="Arial" w:hAnsi="Arial" w:cs="Arial"/>
                <w:lang w:val="fr-CH"/>
              </w:rPr>
              <w:t>En ce qui concerne les services de soins ou les salles d’opération pouvant disposer de stocks de produits A et B, il convient de s’assurer qu’ils n’ont aucune influence sur la détermination des taux de charges des centres de charges obligatoires.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6B47979" w14:textId="77777777" w:rsidR="00B05F4B" w:rsidRPr="00F42D40" w:rsidRDefault="00B05F4B" w:rsidP="00BC3E5E">
            <w:pPr>
              <w:pStyle w:val="KeinAbsatzformat"/>
              <w:spacing w:line="276" w:lineRule="auto"/>
              <w:textAlignment w:val="auto"/>
              <w:rPr>
                <w:rFonts w:ascii="Arial" w:hAnsi="Arial" w:cs="Arial"/>
                <w:color w:val="auto"/>
                <w:sz w:val="18"/>
                <w:szCs w:val="18"/>
                <w:lang w:val="fr-CH"/>
              </w:rPr>
            </w:pPr>
          </w:p>
        </w:tc>
      </w:tr>
      <w:tr w:rsidR="00C26092" w:rsidRPr="00FA6F09" w14:paraId="60BAA04F"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234198655"/>
              <w14:checkbox>
                <w14:checked w14:val="0"/>
                <w14:checkedState w14:val="2612" w14:font="MS Gothic"/>
                <w14:uncheckedState w14:val="2610" w14:font="MS Gothic"/>
              </w14:checkbox>
            </w:sdtPr>
            <w:sdtEndPr/>
            <w:sdtContent>
              <w:p w14:paraId="2723CEDE"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3C3F0E5" w14:textId="77777777" w:rsidR="00C26092" w:rsidRDefault="00C26092" w:rsidP="00BC3E5E">
            <w:pPr>
              <w:pStyle w:val="tabellegt"/>
              <w:spacing w:line="276" w:lineRule="auto"/>
              <w:rPr>
                <w:rFonts w:ascii="Arial" w:hAnsi="Arial" w:cs="Arial"/>
                <w:lang w:val="fr-CH"/>
              </w:rPr>
            </w:pPr>
            <w:r w:rsidRPr="00C26092">
              <w:rPr>
                <w:rFonts w:ascii="Arial" w:hAnsi="Arial" w:cs="Arial"/>
                <w:lang w:val="fr-CH"/>
              </w:rPr>
              <w:t>Vérification de l’imputation des frais de personnel, des charges d’utilisation des immobilisations et des autres charges matériels aux centres de charges compte tenu du lien de causalité</w:t>
            </w:r>
          </w:p>
          <w:p w14:paraId="2EFD374A" w14:textId="77777777" w:rsidR="003B556F" w:rsidRPr="00C26092" w:rsidRDefault="003B556F" w:rsidP="00BC3E5E">
            <w:pPr>
              <w:pStyle w:val="tabellegt"/>
              <w:spacing w:line="276" w:lineRule="auto"/>
              <w:rPr>
                <w:rFonts w:ascii="Arial" w:hAnsi="Arial" w:cs="Arial"/>
                <w:lang w:val="fr-CH"/>
              </w:rPr>
            </w:pP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33EF144"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720B2217"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2A4D209"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lastRenderedPageBreak/>
              <w:t>6.6</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81A8D38"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Directives d’attribution des charges indirectes et des revenus par nature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DA87130"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5FB4F172"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048988350"/>
              <w14:checkbox>
                <w14:checked w14:val="0"/>
                <w14:checkedState w14:val="2612" w14:font="MS Gothic"/>
                <w14:uncheckedState w14:val="2610" w14:font="MS Gothic"/>
              </w14:checkbox>
            </w:sdtPr>
            <w:sdtEndPr/>
            <w:sdtContent>
              <w:p w14:paraId="3027BCAD"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F7DF71C"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 xml:space="preserve">Documentation </w:t>
            </w:r>
            <w:r w:rsidR="00EE1EA1">
              <w:rPr>
                <w:rFonts w:ascii="Arial" w:hAnsi="Arial" w:cs="Arial"/>
                <w:lang w:val="fr-CH"/>
              </w:rPr>
              <w:t xml:space="preserve">des directives d’attribution </w:t>
            </w:r>
            <w:r w:rsidRPr="00C26092">
              <w:rPr>
                <w:rFonts w:ascii="Arial" w:hAnsi="Arial" w:cs="Arial"/>
                <w:lang w:val="fr-CH"/>
              </w:rPr>
              <w:t>actualisée</w:t>
            </w:r>
            <w:r w:rsidR="00EE1EA1">
              <w:rPr>
                <w:rFonts w:ascii="Arial" w:hAnsi="Arial" w:cs="Arial"/>
                <w:lang w:val="fr-CH"/>
              </w:rPr>
              <w:t>s</w:t>
            </w:r>
            <w:r w:rsidRPr="00C26092">
              <w:rPr>
                <w:rFonts w:ascii="Arial" w:hAnsi="Arial" w:cs="Arial"/>
                <w:lang w:val="fr-CH"/>
              </w:rPr>
              <w:t xml:space="preserve"> et propre</w:t>
            </w:r>
            <w:r w:rsidR="00EE1EA1">
              <w:rPr>
                <w:rFonts w:ascii="Arial" w:hAnsi="Arial" w:cs="Arial"/>
                <w:lang w:val="fr-CH"/>
              </w:rPr>
              <w:t>s</w:t>
            </w:r>
            <w:r w:rsidRPr="00C26092">
              <w:rPr>
                <w:rFonts w:ascii="Arial" w:hAnsi="Arial" w:cs="Arial"/>
                <w:lang w:val="fr-CH"/>
              </w:rPr>
              <w:t xml:space="preserve"> à l’entreprise</w:t>
            </w:r>
            <w:r w:rsidR="00EE1EA1">
              <w:rPr>
                <w:rFonts w:ascii="Arial" w:hAnsi="Arial" w:cs="Arial"/>
                <w:lang w:val="fr-CH"/>
              </w:rPr>
              <w:t xml:space="preserve"> (p. ex. sous la forme</w:t>
            </w:r>
            <w:r w:rsidR="006C58E0">
              <w:rPr>
                <w:rFonts w:ascii="Arial" w:hAnsi="Arial" w:cs="Arial"/>
                <w:lang w:val="fr-CH"/>
              </w:rPr>
              <w:t xml:space="preserve"> d’une matrice d’attribution</w:t>
            </w:r>
            <w:r w:rsidR="008F3350">
              <w:rPr>
                <w:rFonts w:ascii="Arial" w:hAnsi="Arial" w:cs="Arial"/>
                <w:lang w:val="fr-CH"/>
              </w:rPr>
              <w:t>)</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E7DEB34"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C26092" w14:paraId="694FF7F4"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08" w:type="dxa"/>
            </w:tcMar>
          </w:tcPr>
          <w:p w14:paraId="731D9C60" w14:textId="77777777" w:rsidR="00C26092" w:rsidRPr="00C26092" w:rsidRDefault="00C26092" w:rsidP="00BC3E5E">
            <w:pPr>
              <w:pStyle w:val="tabelletitel"/>
              <w:spacing w:line="276" w:lineRule="auto"/>
              <w:rPr>
                <w:rFonts w:ascii="Arial" w:hAnsi="Arial" w:cs="Arial"/>
                <w:lang w:val="fr-CH"/>
              </w:rPr>
            </w:pPr>
            <w:r w:rsidRPr="00C26092">
              <w:rPr>
                <w:rStyle w:val="ExpertLight"/>
                <w:rFonts w:ascii="Arial" w:hAnsi="Arial" w:cs="Arial"/>
                <w:lang w:val="fr-CH"/>
              </w:rPr>
              <w:t>7</w:t>
            </w:r>
          </w:p>
        </w:tc>
        <w:tc>
          <w:tcPr>
            <w:tcW w:w="6401"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19" w:type="dxa"/>
            </w:tcMar>
          </w:tcPr>
          <w:p w14:paraId="5204F4C7" w14:textId="77777777" w:rsidR="00C26092" w:rsidRPr="00C26092" w:rsidRDefault="00C26092" w:rsidP="00BC3E5E">
            <w:pPr>
              <w:pStyle w:val="tabelletitel"/>
              <w:spacing w:line="276" w:lineRule="auto"/>
              <w:rPr>
                <w:rFonts w:ascii="Arial" w:hAnsi="Arial" w:cs="Arial"/>
                <w:lang w:val="fr-CH"/>
              </w:rPr>
            </w:pPr>
            <w:r w:rsidRPr="00C26092">
              <w:rPr>
                <w:rFonts w:ascii="Arial" w:hAnsi="Arial" w:cs="Arial"/>
                <w:lang w:val="fr-CH"/>
              </w:rPr>
              <w:t>La comptabilité des immobilisations</w:t>
            </w:r>
          </w:p>
        </w:tc>
        <w:tc>
          <w:tcPr>
            <w:tcW w:w="2722"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08" w:type="dxa"/>
            </w:tcMar>
          </w:tcPr>
          <w:p w14:paraId="232F5155" w14:textId="77777777" w:rsidR="00C26092" w:rsidRPr="00C26092" w:rsidRDefault="00C26092" w:rsidP="00BC3E5E">
            <w:pPr>
              <w:pStyle w:val="tabelletitel"/>
              <w:spacing w:line="276" w:lineRule="auto"/>
              <w:rPr>
                <w:rFonts w:ascii="Arial" w:hAnsi="Arial" w:cs="Arial"/>
                <w:lang w:val="fr-CH"/>
              </w:rPr>
            </w:pPr>
            <w:r w:rsidRPr="00C26092">
              <w:rPr>
                <w:rFonts w:ascii="Arial" w:hAnsi="Arial" w:cs="Arial"/>
                <w:lang w:val="fr-CH"/>
              </w:rPr>
              <w:t>Remarques</w:t>
            </w:r>
          </w:p>
        </w:tc>
      </w:tr>
      <w:tr w:rsidR="00C26092" w:rsidRPr="00FA6F09" w14:paraId="4E824AFC"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BE82FD2"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7.1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57F5F82"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Amortissements au bilan et amortissements calculés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27FDE5D"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4E7F6CE2"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7837E09"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A870CF8"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Ne fait pas partie de la vérification – pas de questions de contrôle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A093692"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C26092" w14:paraId="0807A552" w14:textId="77777777" w:rsidTr="002F40EF">
        <w:trPr>
          <w:trHeight w:val="138"/>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980FF09"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7.2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4C4A315"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Définitions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6B139E9"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635B87CB"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903741356"/>
              <w14:checkbox>
                <w14:checked w14:val="0"/>
                <w14:checkedState w14:val="2612" w14:font="MS Gothic"/>
                <w14:uncheckedState w14:val="2610" w14:font="MS Gothic"/>
              </w14:checkbox>
            </w:sdtPr>
            <w:sdtEndPr/>
            <w:sdtContent>
              <w:p w14:paraId="285DF011"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6CF7546"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Vérification des immobilisations dans la comptabilité des immobilisations selon les critères définis dans le manuel REKOLE</w:t>
            </w:r>
            <w:r w:rsidRPr="00C26092">
              <w:rPr>
                <w:rFonts w:ascii="Arial" w:hAnsi="Arial" w:cs="Arial"/>
                <w:vertAlign w:val="superscript"/>
                <w:lang w:val="fr-CH"/>
              </w:rPr>
              <w:t>®</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FD2C1A4"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17595211"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525902424"/>
              <w14:checkbox>
                <w14:checked w14:val="0"/>
                <w14:checkedState w14:val="2612" w14:font="MS Gothic"/>
                <w14:uncheckedState w14:val="2610" w14:font="MS Gothic"/>
              </w14:checkbox>
            </w:sdtPr>
            <w:sdtEndPr/>
            <w:sdtContent>
              <w:p w14:paraId="49756112"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719BFB7" w14:textId="77777777" w:rsidR="008B1089" w:rsidRDefault="008B1089" w:rsidP="00BC3E5E">
            <w:pPr>
              <w:pStyle w:val="tabellegt"/>
              <w:spacing w:line="276" w:lineRule="auto"/>
              <w:rPr>
                <w:rFonts w:ascii="Arial" w:hAnsi="Arial" w:cs="Arial"/>
                <w:lang w:val="fr-CH"/>
              </w:rPr>
            </w:pPr>
            <w:r>
              <w:rPr>
                <w:rFonts w:ascii="Arial" w:hAnsi="Arial" w:cs="Arial"/>
                <w:lang w:val="fr-CH"/>
              </w:rPr>
              <w:t>Si un tableau d’amortissement exis</w:t>
            </w:r>
            <w:r w:rsidR="00631069">
              <w:rPr>
                <w:rFonts w:ascii="Arial" w:hAnsi="Arial" w:cs="Arial"/>
                <w:lang w:val="fr-CH"/>
              </w:rPr>
              <w:t>te, il doit contenir au minimum</w:t>
            </w:r>
            <w:r>
              <w:rPr>
                <w:rFonts w:ascii="Arial" w:hAnsi="Arial" w:cs="Arial"/>
                <w:lang w:val="fr-CH"/>
              </w:rPr>
              <w:t>:</w:t>
            </w:r>
          </w:p>
          <w:p w14:paraId="71DC9097" w14:textId="77777777" w:rsidR="008E17D1" w:rsidRDefault="008E17D1" w:rsidP="00BC3E5E">
            <w:pPr>
              <w:pStyle w:val="tabellegt"/>
              <w:numPr>
                <w:ilvl w:val="0"/>
                <w:numId w:val="28"/>
              </w:numPr>
              <w:spacing w:line="276" w:lineRule="auto"/>
              <w:rPr>
                <w:rFonts w:ascii="Arial" w:hAnsi="Arial" w:cs="Arial"/>
                <w:lang w:val="fr-CH"/>
              </w:rPr>
            </w:pPr>
            <w:r>
              <w:rPr>
                <w:rFonts w:ascii="Arial" w:hAnsi="Arial" w:cs="Arial"/>
                <w:lang w:val="fr-CH"/>
              </w:rPr>
              <w:t>La méthode d’amortissement (linéaire)</w:t>
            </w:r>
          </w:p>
          <w:p w14:paraId="35A3EB24" w14:textId="77777777" w:rsidR="008E17D1" w:rsidRDefault="008E17D1" w:rsidP="00BC3E5E">
            <w:pPr>
              <w:pStyle w:val="tabellegt"/>
              <w:numPr>
                <w:ilvl w:val="0"/>
                <w:numId w:val="28"/>
              </w:numPr>
              <w:spacing w:line="276" w:lineRule="auto"/>
              <w:rPr>
                <w:rFonts w:ascii="Arial" w:hAnsi="Arial" w:cs="Arial"/>
                <w:lang w:val="fr-CH"/>
              </w:rPr>
            </w:pPr>
            <w:r>
              <w:rPr>
                <w:rFonts w:ascii="Arial" w:hAnsi="Arial" w:cs="Arial"/>
                <w:lang w:val="fr-CH"/>
              </w:rPr>
              <w:t>Les taux d’amortissement</w:t>
            </w:r>
          </w:p>
          <w:p w14:paraId="6C808856" w14:textId="77777777" w:rsidR="008E17D1" w:rsidRDefault="008E17D1" w:rsidP="00BC3E5E">
            <w:pPr>
              <w:pStyle w:val="tabellegt"/>
              <w:numPr>
                <w:ilvl w:val="0"/>
                <w:numId w:val="28"/>
              </w:numPr>
              <w:spacing w:line="276" w:lineRule="auto"/>
              <w:rPr>
                <w:rFonts w:ascii="Arial" w:hAnsi="Arial" w:cs="Arial"/>
                <w:lang w:val="fr-CH"/>
              </w:rPr>
            </w:pPr>
            <w:r>
              <w:rPr>
                <w:rFonts w:ascii="Arial" w:hAnsi="Arial" w:cs="Arial"/>
                <w:lang w:val="fr-CH"/>
              </w:rPr>
              <w:t>Le montant de l’amortissement</w:t>
            </w:r>
          </w:p>
          <w:p w14:paraId="19FB374B" w14:textId="77777777" w:rsidR="003C653B" w:rsidRDefault="003C653B" w:rsidP="00BC3E5E">
            <w:pPr>
              <w:pStyle w:val="tabellegt"/>
              <w:spacing w:line="276" w:lineRule="auto"/>
              <w:rPr>
                <w:rFonts w:ascii="Arial" w:hAnsi="Arial" w:cs="Arial"/>
                <w:lang w:val="fr-CH"/>
              </w:rPr>
            </w:pPr>
          </w:p>
          <w:p w14:paraId="5584E906" w14:textId="77777777" w:rsidR="003C653B" w:rsidRPr="00C26092" w:rsidRDefault="00F15579" w:rsidP="0049064D">
            <w:pPr>
              <w:pStyle w:val="tabellegt"/>
              <w:spacing w:line="276" w:lineRule="auto"/>
              <w:rPr>
                <w:rFonts w:ascii="Arial" w:hAnsi="Arial" w:cs="Arial"/>
                <w:lang w:val="fr-CH"/>
              </w:rPr>
            </w:pPr>
            <w:r w:rsidRPr="00E4515F">
              <w:rPr>
                <w:rFonts w:ascii="Arial" w:hAnsi="Arial" w:cs="Arial"/>
                <w:color w:val="005596"/>
                <w:lang w:val="fr-CH"/>
              </w:rPr>
              <w:t>Note: les amortissements calculés sont déterminés au moyen de la durée d’utilisation économique moyenne normative et sont appliqués de manière linéaire tant que l’immobilisation est utilisée (au sens de l’utilité pour l’exploitation) [REK 10_015]). Il n’y a pas d’amortissements extraordinaires au bilan, d’amortissements exceptionnels au bilan.</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6EC6E88"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198657C1"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123457760"/>
              <w14:checkbox>
                <w14:checked w14:val="0"/>
                <w14:checkedState w14:val="2612" w14:font="MS Gothic"/>
                <w14:uncheckedState w14:val="2610" w14:font="MS Gothic"/>
              </w14:checkbox>
            </w:sdtPr>
            <w:sdtEndPr/>
            <w:sdtContent>
              <w:p w14:paraId="58AE16EA"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9B1E673"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S’il y a des objets en leasing: vérifier si les exigences pour les leasings opérationnels et de financement correspondent aux directives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8E2A2A5"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4D88107E"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976099618"/>
              <w14:checkbox>
                <w14:checked w14:val="0"/>
                <w14:checkedState w14:val="2612" w14:font="MS Gothic"/>
                <w14:uncheckedState w14:val="2610" w14:font="MS Gothic"/>
              </w14:checkbox>
            </w:sdtPr>
            <w:sdtEndPr/>
            <w:sdtContent>
              <w:p w14:paraId="51E14959"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AC7CB0D"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 xml:space="preserve">Vérification: les immobilisations sont amorties à partir du premier </w:t>
            </w:r>
            <w:r w:rsidR="008B1089">
              <w:rPr>
                <w:rFonts w:ascii="Arial" w:hAnsi="Arial" w:cs="Arial"/>
                <w:lang w:val="fr-CH"/>
              </w:rPr>
              <w:t xml:space="preserve">du </w:t>
            </w:r>
            <w:r w:rsidRPr="00C26092">
              <w:rPr>
                <w:rFonts w:ascii="Arial" w:hAnsi="Arial" w:cs="Arial"/>
                <w:lang w:val="fr-CH"/>
              </w:rPr>
              <w:t>mois de la mise en service de l’immobilisation</w:t>
            </w:r>
            <w:r w:rsidR="008B1089">
              <w:rPr>
                <w:rFonts w:ascii="Arial" w:hAnsi="Arial" w:cs="Arial"/>
                <w:lang w:val="fr-CH"/>
              </w:rPr>
              <w:t>. En</w:t>
            </w:r>
            <w:r w:rsidR="00DB464D">
              <w:rPr>
                <w:rFonts w:ascii="Arial" w:hAnsi="Arial" w:cs="Arial"/>
                <w:lang w:val="fr-CH"/>
              </w:rPr>
              <w:t xml:space="preserve"> </w:t>
            </w:r>
            <w:r w:rsidRPr="00C26092">
              <w:rPr>
                <w:rFonts w:ascii="Arial" w:hAnsi="Arial" w:cs="Arial"/>
                <w:lang w:val="fr-CH"/>
              </w:rPr>
              <w:t>cas de mise en service par étapes, il est procédé à un amortissement par étapes.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DC584E4"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535AF6EC"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7EDA0BD"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7.3</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23C733C"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Délimitations au sein des immobilisations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41DB950"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27E767F8"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58836655"/>
              <w14:checkbox>
                <w14:checked w14:val="0"/>
                <w14:checkedState w14:val="2612" w14:font="MS Gothic"/>
                <w14:uncheckedState w14:val="2610" w14:font="MS Gothic"/>
              </w14:checkbox>
            </w:sdtPr>
            <w:sdtEndPr/>
            <w:sdtContent>
              <w:p w14:paraId="63BF92CD" w14:textId="77777777" w:rsidR="00C26092" w:rsidRPr="00C26092" w:rsidRDefault="00C26092"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76F9EDC"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Vérification: les immobilisations composées de plusieurs parties ne sont portées dans la comptabilité des immobilisations comme des immobilisations uniques que lorsque les différentes parties ne peuvent être utilisées qu’ensemble et qu’en règle générale elles ne peuvent être remplacées qu’ensemble.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02E3657"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230EB142"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184788930"/>
              <w14:checkbox>
                <w14:checked w14:val="0"/>
                <w14:checkedState w14:val="2612" w14:font="MS Gothic"/>
                <w14:uncheckedState w14:val="2610" w14:font="MS Gothic"/>
              </w14:checkbox>
            </w:sdtPr>
            <w:sdtEndPr/>
            <w:sdtContent>
              <w:p w14:paraId="738C700E"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DB3B68E"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 xml:space="preserve">Vérification: </w:t>
            </w:r>
            <w:r w:rsidRPr="00C26092">
              <w:rPr>
                <w:rStyle w:val="bold"/>
                <w:rFonts w:ascii="Arial" w:hAnsi="Arial" w:cs="Arial"/>
                <w:b w:val="0"/>
                <w:bCs w:val="0"/>
                <w:lang w:val="fr-CH"/>
              </w:rPr>
              <w:t>les investissements dans des immobilisations corporelles, qui augmentent durablement leur valeur marchande ou leur valeur d’usage ou qui prolongent significativement leur durée de vie, sont comptabilisés comme des immobilisations autonomes et sont amortis séparément</w:t>
            </w:r>
            <w:r w:rsidR="00491558">
              <w:rPr>
                <w:rStyle w:val="bold"/>
                <w:rFonts w:ascii="Arial" w:hAnsi="Arial" w:cs="Arial"/>
                <w:b w:val="0"/>
                <w:bCs w:val="0"/>
                <w:lang w:val="fr-CH"/>
              </w:rPr>
              <w:t xml:space="preserve"> dans la comptabilité</w:t>
            </w:r>
            <w:r w:rsidR="004038B7">
              <w:rPr>
                <w:rStyle w:val="bold"/>
                <w:rFonts w:ascii="Arial" w:hAnsi="Arial" w:cs="Arial"/>
                <w:b w:val="0"/>
                <w:bCs w:val="0"/>
                <w:lang w:val="fr-CH"/>
              </w:rPr>
              <w:t xml:space="preserve"> des immobilisations</w:t>
            </w:r>
            <w:r w:rsidRPr="00C26092">
              <w:rPr>
                <w:rStyle w:val="bold"/>
                <w:rFonts w:ascii="Arial" w:hAnsi="Arial" w:cs="Arial"/>
                <w:b w:val="0"/>
                <w:bCs w:val="0"/>
                <w:lang w:val="fr-CH"/>
              </w:rPr>
              <w:t>.</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26F4DF7"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1E234423"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5B2F11E"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7.4</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CD8D1F5"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Données de base par immobilisation</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4FB7779"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6175DEED"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950773097"/>
              <w14:checkbox>
                <w14:checked w14:val="0"/>
                <w14:checkedState w14:val="2612" w14:font="MS Gothic"/>
                <w14:uncheckedState w14:val="2610" w14:font="MS Gothic"/>
              </w14:checkbox>
            </w:sdtPr>
            <w:sdtEndPr/>
            <w:sdtContent>
              <w:p w14:paraId="49F9AAC3"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A18CF96"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Vérification: les données de base correspondent aux exigences minimales selon REKOLE</w:t>
            </w:r>
            <w:r w:rsidRPr="00C26092">
              <w:rPr>
                <w:rFonts w:ascii="Arial" w:hAnsi="Arial" w:cs="Arial"/>
                <w:vertAlign w:val="superscript"/>
                <w:lang w:val="fr-CH"/>
              </w:rPr>
              <w:t>®</w:t>
            </w:r>
            <w:r w:rsidRPr="00C26092">
              <w:rPr>
                <w:rFonts w:ascii="Arial" w:hAnsi="Arial" w:cs="Arial"/>
                <w:lang w:val="fr-CH"/>
              </w:rPr>
              <w:t>.</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4E071AD"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4D3C89F1"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1F6054A"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7.5</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6359D88"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Catégories d’immobilisations et détermination des bases d’amortissement</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1E94658"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1051FEFE" w14:textId="77777777" w:rsidTr="00C26092">
        <w:trPr>
          <w:trHeight w:val="519"/>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772512674"/>
              <w14:checkbox>
                <w14:checked w14:val="0"/>
                <w14:checkedState w14:val="2612" w14:font="MS Gothic"/>
                <w14:uncheckedState w14:val="2610" w14:font="MS Gothic"/>
              </w14:checkbox>
            </w:sdtPr>
            <w:sdtEndPr/>
            <w:sdtContent>
              <w:p w14:paraId="2684B293"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BC38AF1"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Vérification: les immobilisations sont structurées selon les catégories d’immobilisations prévues dans REKOLE</w:t>
            </w:r>
            <w:r w:rsidRPr="00C26092">
              <w:rPr>
                <w:rFonts w:ascii="Arial" w:hAnsi="Arial" w:cs="Arial"/>
                <w:vertAlign w:val="superscript"/>
                <w:lang w:val="fr-CH"/>
              </w:rPr>
              <w:t>®</w:t>
            </w:r>
            <w:r w:rsidRPr="00C26092">
              <w:rPr>
                <w:rFonts w:ascii="Arial" w:hAnsi="Arial" w:cs="Arial"/>
                <w:lang w:val="fr-CH"/>
              </w:rPr>
              <w:t>.</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7B61BB7"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45F100AF"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071881503"/>
              <w14:checkbox>
                <w14:checked w14:val="0"/>
                <w14:checkedState w14:val="2612" w14:font="MS Gothic"/>
                <w14:uncheckedState w14:val="2610" w14:font="MS Gothic"/>
              </w14:checkbox>
            </w:sdtPr>
            <w:sdtEndPr/>
            <w:sdtContent>
              <w:p w14:paraId="34B02300"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43B90D6"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Vérification: aucune immobilisation en dessous de la valeur fixée par l’OCP n’est prise en compte dans la catégorie d’immobilisations concernée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C3059C7"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1D782396"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2060977891"/>
              <w14:checkbox>
                <w14:checked w14:val="0"/>
                <w14:checkedState w14:val="2612" w14:font="MS Gothic"/>
                <w14:uncheckedState w14:val="2610" w14:font="MS Gothic"/>
              </w14:checkbox>
            </w:sdtPr>
            <w:sdtEndPr/>
            <w:sdtContent>
              <w:p w14:paraId="49B407CD"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A9C0F3A"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Le tableau d’amortissement présente la base d’amortissement pour les amortissements calculés selon les principes définis pour chaque catégorie d’immobilisations dans le manuel REKOLE</w:t>
            </w:r>
            <w:r w:rsidRPr="00C26092">
              <w:rPr>
                <w:rFonts w:ascii="Arial" w:hAnsi="Arial" w:cs="Arial"/>
                <w:vertAlign w:val="superscript"/>
                <w:lang w:val="fr-CH"/>
              </w:rPr>
              <w:t>®</w:t>
            </w:r>
            <w:r w:rsidRPr="00C26092">
              <w:rPr>
                <w:rFonts w:ascii="Arial" w:hAnsi="Arial" w:cs="Arial"/>
                <w:lang w:val="fr-CH"/>
              </w:rPr>
              <w:t xml:space="preserve"> et il est appliqué.</w:t>
            </w:r>
          </w:p>
          <w:p w14:paraId="7000F00C" w14:textId="77777777" w:rsidR="00C26092" w:rsidRPr="00C26092" w:rsidRDefault="00C26092" w:rsidP="00BC3E5E">
            <w:pPr>
              <w:pStyle w:val="tabellegt"/>
              <w:spacing w:line="276" w:lineRule="auto"/>
              <w:rPr>
                <w:rFonts w:ascii="Arial" w:hAnsi="Arial" w:cs="Arial"/>
                <w:color w:val="005596"/>
                <w:lang w:val="fr-CH"/>
              </w:rPr>
            </w:pPr>
          </w:p>
          <w:p w14:paraId="6F05DD3D" w14:textId="77777777" w:rsidR="00C26092" w:rsidRPr="00C26092" w:rsidRDefault="00C26092" w:rsidP="00BC3E5E">
            <w:pPr>
              <w:pStyle w:val="tabellegt"/>
              <w:spacing w:line="276" w:lineRule="auto"/>
              <w:rPr>
                <w:rFonts w:ascii="Arial" w:hAnsi="Arial" w:cs="Arial"/>
                <w:lang w:val="fr-CH"/>
              </w:rPr>
            </w:pPr>
            <w:r w:rsidRPr="00E4515F">
              <w:rPr>
                <w:rFonts w:ascii="Arial" w:hAnsi="Arial" w:cs="Arial"/>
                <w:color w:val="005596"/>
                <w:lang w:val="fr-CH"/>
              </w:rPr>
              <w:t>Note: Le justificatif des amortissements calculés des immobilisations des catégories d’immobilisations A1</w:t>
            </w:r>
            <w:r w:rsidR="004038B7" w:rsidRPr="00E4515F">
              <w:rPr>
                <w:rFonts w:ascii="Cambria Math" w:hAnsi="Cambria Math" w:cs="Cambria Math"/>
                <w:color w:val="005596"/>
                <w:lang w:val="fr-CH"/>
              </w:rPr>
              <w:t> </w:t>
            </w:r>
            <w:r w:rsidR="004038B7" w:rsidRPr="00E4515F">
              <w:rPr>
                <w:color w:val="005596"/>
                <w:lang w:val="fr-CH"/>
              </w:rPr>
              <w:t>–</w:t>
            </w:r>
            <w:r w:rsidR="004038B7" w:rsidRPr="00E4515F">
              <w:rPr>
                <w:rFonts w:ascii="Cambria Math" w:hAnsi="Cambria Math" w:cs="Cambria Math"/>
                <w:color w:val="005596"/>
                <w:lang w:val="fr-CH"/>
              </w:rPr>
              <w:t> </w:t>
            </w:r>
            <w:r w:rsidRPr="00E4515F">
              <w:rPr>
                <w:rFonts w:ascii="Arial" w:hAnsi="Arial" w:cs="Arial"/>
                <w:color w:val="005596"/>
                <w:lang w:val="fr-CH"/>
              </w:rPr>
              <w:t>An, C1 et C2 comprend obligatoirement le calcul suivant REKOLE</w:t>
            </w:r>
            <w:r w:rsidRPr="00E4515F">
              <w:rPr>
                <w:rFonts w:ascii="Arial" w:hAnsi="Arial" w:cs="Arial"/>
                <w:color w:val="005596"/>
                <w:vertAlign w:val="superscript"/>
                <w:lang w:val="fr-CH"/>
              </w:rPr>
              <w:t>®</w:t>
            </w:r>
            <w:r w:rsidRPr="00E4515F">
              <w:rPr>
                <w:rFonts w:ascii="Arial" w:hAnsi="Arial" w:cs="Arial"/>
                <w:color w:val="005596"/>
                <w:lang w:val="fr-CH"/>
              </w:rPr>
              <w:t xml:space="preserve"> et suivant l’OCP.</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F05681E"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2E930C06"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4F9FF6B"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7.6</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5C8821E"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Détermination des bases d’amortissement pour les amortissements calculés (résumé)</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8346F00"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34B5EF9B"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A40FE6C"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A6D5093"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Ne fait pas partie de la vérification – pas de questions de contrôle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EB8DAFD"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573D3430"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2B5E307"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7.7</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6D35597"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Détermination des intérêts calculés sur les actifs immobilisés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48757BA"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1327A4" w14:paraId="7DD2B6C0"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257239887"/>
              <w14:checkbox>
                <w14:checked w14:val="0"/>
                <w14:checkedState w14:val="2612" w14:font="MS Gothic"/>
                <w14:uncheckedState w14:val="2610" w14:font="MS Gothic"/>
              </w14:checkbox>
            </w:sdtPr>
            <w:sdtEndPr/>
            <w:sdtContent>
              <w:p w14:paraId="6208096D"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95E7B54" w14:textId="77777777" w:rsidR="00C26092" w:rsidRPr="00C26092" w:rsidRDefault="008E20DD" w:rsidP="00BC3E5E">
            <w:pPr>
              <w:pStyle w:val="tabellegt"/>
              <w:spacing w:line="276" w:lineRule="auto"/>
              <w:rPr>
                <w:rFonts w:ascii="Arial" w:hAnsi="Arial" w:cs="Arial"/>
                <w:lang w:val="fr-CH"/>
              </w:rPr>
            </w:pPr>
            <w:r>
              <w:rPr>
                <w:rFonts w:ascii="Arial" w:hAnsi="Arial" w:cs="Arial"/>
                <w:lang w:val="fr-CH"/>
              </w:rPr>
              <w:t>Voir chapitre 5 ss.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8AE3276"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2E4C7565"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7B9D472"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7.8</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F17D415"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Charges d’utilisation des immobilisations déterminantes selon l’OCP</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0300C15"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05DB5958"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6406F85"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1031443"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Ne fait pas partie de la vérification – pas de questions de contrôle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E2D2B19"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3B8420F1"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AFF30BA"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7.9</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AFD2C68"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 xml:space="preserve">Détermination des charges d’utilisation des immobilisations (CUI) hospitalières déterminantes pour l’AOS, en tant que part des charges déterminantes pour l’AOS </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D9D6DA5"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0AFC69AE"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6F09AC3"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76E032E"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Ne fait pas partie de la vérification – pas de questions de contrôle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27CDB79"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52CE6554"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06EFEF3"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7.10</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D37665F"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 xml:space="preserve">Intégration des charges d’utilisation des immobilisations dans les coûts relatifs (groupeur SwissDRG) </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15EF449"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0CEAD6FA"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31230AD"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BE2473E"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Ne fait pas partie de la vérification – pas de questions de contrôle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2D41308"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bl>
    <w:p w14:paraId="2845E9B9" w14:textId="77777777" w:rsidR="002F40EF" w:rsidRPr="00AC4F2F" w:rsidRDefault="002F40EF" w:rsidP="00BC3E5E">
      <w:pPr>
        <w:spacing w:line="276" w:lineRule="auto"/>
        <w:rPr>
          <w:lang w:val="fr-CH"/>
        </w:rPr>
      </w:pPr>
      <w:r w:rsidRPr="00AC4F2F">
        <w:rPr>
          <w:b/>
          <w:bCs/>
          <w:lang w:val="fr-CH"/>
        </w:rPr>
        <w:br w:type="page"/>
      </w:r>
    </w:p>
    <w:tbl>
      <w:tblPr>
        <w:tblW w:w="9798" w:type="dxa"/>
        <w:tblInd w:w="108" w:type="dxa"/>
        <w:tblLayout w:type="fixed"/>
        <w:tblCellMar>
          <w:left w:w="0" w:type="dxa"/>
          <w:right w:w="0" w:type="dxa"/>
        </w:tblCellMar>
        <w:tblLook w:val="0000" w:firstRow="0" w:lastRow="0" w:firstColumn="0" w:lastColumn="0" w:noHBand="0" w:noVBand="0"/>
      </w:tblPr>
      <w:tblGrid>
        <w:gridCol w:w="675"/>
        <w:gridCol w:w="6401"/>
        <w:gridCol w:w="2722"/>
      </w:tblGrid>
      <w:tr w:rsidR="00C26092" w:rsidRPr="00C26092" w14:paraId="6F4D84C1"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08" w:type="dxa"/>
            </w:tcMar>
          </w:tcPr>
          <w:p w14:paraId="1D241AD4" w14:textId="77777777" w:rsidR="00C26092" w:rsidRPr="00C26092" w:rsidRDefault="00C26092" w:rsidP="00BC3E5E">
            <w:pPr>
              <w:pStyle w:val="tabelletitel"/>
              <w:spacing w:line="276" w:lineRule="auto"/>
              <w:rPr>
                <w:rFonts w:ascii="Arial" w:hAnsi="Arial" w:cs="Arial"/>
                <w:lang w:val="fr-CH"/>
              </w:rPr>
            </w:pPr>
            <w:r w:rsidRPr="00C26092">
              <w:rPr>
                <w:rStyle w:val="ExpertLight"/>
                <w:rFonts w:ascii="Arial" w:hAnsi="Arial" w:cs="Arial"/>
                <w:lang w:val="fr-CH"/>
              </w:rPr>
              <w:lastRenderedPageBreak/>
              <w:t>8</w:t>
            </w:r>
          </w:p>
        </w:tc>
        <w:tc>
          <w:tcPr>
            <w:tcW w:w="6401"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19" w:type="dxa"/>
            </w:tcMar>
          </w:tcPr>
          <w:p w14:paraId="0D25E879" w14:textId="77777777" w:rsidR="00C26092" w:rsidRPr="00C26092" w:rsidRDefault="00C26092" w:rsidP="00BC3E5E">
            <w:pPr>
              <w:pStyle w:val="tabelletitel"/>
              <w:spacing w:line="276" w:lineRule="auto"/>
              <w:rPr>
                <w:rFonts w:ascii="Arial" w:hAnsi="Arial" w:cs="Arial"/>
                <w:lang w:val="fr-CH"/>
              </w:rPr>
            </w:pPr>
            <w:r w:rsidRPr="00C26092">
              <w:rPr>
                <w:rFonts w:ascii="Arial" w:hAnsi="Arial" w:cs="Arial"/>
                <w:lang w:val="fr-CH"/>
              </w:rPr>
              <w:t>La comptabilité par centre de charges</w:t>
            </w:r>
          </w:p>
        </w:tc>
        <w:tc>
          <w:tcPr>
            <w:tcW w:w="2722"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08" w:type="dxa"/>
            </w:tcMar>
          </w:tcPr>
          <w:p w14:paraId="025418F1" w14:textId="77777777" w:rsidR="00C26092" w:rsidRPr="00C26092" w:rsidRDefault="00C26092" w:rsidP="00BC3E5E">
            <w:pPr>
              <w:pStyle w:val="tabelletitel"/>
              <w:spacing w:line="276" w:lineRule="auto"/>
              <w:rPr>
                <w:rFonts w:ascii="Arial" w:hAnsi="Arial" w:cs="Arial"/>
                <w:lang w:val="fr-CH"/>
              </w:rPr>
            </w:pPr>
            <w:r w:rsidRPr="00C26092">
              <w:rPr>
                <w:rFonts w:ascii="Arial" w:hAnsi="Arial" w:cs="Arial"/>
                <w:lang w:val="fr-CH"/>
              </w:rPr>
              <w:t>Remarques</w:t>
            </w:r>
          </w:p>
        </w:tc>
      </w:tr>
      <w:tr w:rsidR="00C26092" w:rsidRPr="00C26092" w14:paraId="41C406D0"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BEACA98"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8.1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96AD19B"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Définitions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1F7FD7A"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030E1EC6"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8463D12"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9A19768"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Ne fait pas partie de la vérification – pas de questions de contrôle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73A4FA4"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0A67C950"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FBF3D63"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8.2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6A2E64A"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Principes concernant la structure des centres de charges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269A83B"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40C1C3D0"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AA2A86D"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D24376F"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Ne fait pas partie de la vérification – pas de questions de contrôle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16F955C"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3E97722F" w14:textId="77777777" w:rsidTr="00C26092">
        <w:trPr>
          <w:trHeight w:val="307"/>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481D0C9"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8.3</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333A122"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Possibilités de regroupement des centres de charges facultatifs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EB987B1"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6B9D57C6"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3044998"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68821DC"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Ne fait pas partie de la vérification – pas de questions de contrôle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F87E65E"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1B4BE710" w14:textId="77777777" w:rsidTr="00C26092">
        <w:trPr>
          <w:trHeight w:val="315"/>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E3D268B"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8.4</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AFC4D47"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Le plan de centres de charges H+ comme niveau obligatoire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C2D9222"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133245C6"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722954252"/>
              <w14:checkbox>
                <w14:checked w14:val="0"/>
                <w14:checkedState w14:val="2612" w14:font="MS Gothic"/>
                <w14:uncheckedState w14:val="2610" w14:font="MS Gothic"/>
              </w14:checkbox>
            </w:sdtPr>
            <w:sdtEndPr/>
            <w:sdtContent>
              <w:p w14:paraId="49EC19F1"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1AC172F"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Vérification des critères minimaux de structuration des centres de charges selon REKOLE</w:t>
            </w:r>
            <w:r w:rsidRPr="00C26092">
              <w:rPr>
                <w:rFonts w:ascii="Arial" w:hAnsi="Arial" w:cs="Arial"/>
                <w:vertAlign w:val="superscript"/>
                <w:lang w:val="fr-CH"/>
              </w:rPr>
              <w:t>®</w:t>
            </w:r>
          </w:p>
          <w:p w14:paraId="42021761" w14:textId="77777777" w:rsidR="00C26092" w:rsidRPr="00C26092" w:rsidRDefault="00C26092" w:rsidP="00BC3E5E">
            <w:pPr>
              <w:pStyle w:val="tabellegt"/>
              <w:spacing w:line="276" w:lineRule="auto"/>
              <w:rPr>
                <w:rFonts w:ascii="Arial" w:hAnsi="Arial" w:cs="Arial"/>
                <w:lang w:val="fr-CH"/>
              </w:rPr>
            </w:pPr>
          </w:p>
          <w:p w14:paraId="6547ABA5" w14:textId="77777777" w:rsidR="00C26092" w:rsidRPr="00C26092" w:rsidRDefault="00C26092" w:rsidP="00BC3E5E">
            <w:pPr>
              <w:pStyle w:val="tabellegt"/>
              <w:spacing w:line="276" w:lineRule="auto"/>
              <w:rPr>
                <w:rFonts w:ascii="Arial" w:hAnsi="Arial" w:cs="Arial"/>
                <w:lang w:val="fr-CH"/>
              </w:rPr>
            </w:pPr>
            <w:r w:rsidRPr="00E4515F">
              <w:rPr>
                <w:rFonts w:ascii="Arial" w:hAnsi="Arial" w:cs="Arial"/>
                <w:color w:val="005596"/>
                <w:lang w:val="fr-CH"/>
              </w:rPr>
              <w:t>Note: La structure des centres de charges obligatoires selon REKOLE</w:t>
            </w:r>
            <w:r w:rsidRPr="00E4515F">
              <w:rPr>
                <w:rFonts w:ascii="Arial" w:hAnsi="Arial" w:cs="Arial"/>
                <w:color w:val="005596"/>
                <w:vertAlign w:val="superscript"/>
                <w:lang w:val="fr-CH"/>
              </w:rPr>
              <w:t>®</w:t>
            </w:r>
            <w:r w:rsidRPr="00E4515F">
              <w:rPr>
                <w:rFonts w:ascii="Arial" w:hAnsi="Arial" w:cs="Arial"/>
                <w:color w:val="005596"/>
                <w:lang w:val="fr-CH"/>
              </w:rPr>
              <w:t xml:space="preserve"> doit impérativement être respectée, sauf si le contenu du groupe de charges obligatoire n’existe pas dans l’établissement (par exemple: salle OP dans une clinique psychiatrique) ou si la prestation décrite dans ledit groupe n’est pas fournie par l’établissement (REK 05_021).</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990CDC2"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175A6E8F"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AAB7C8C"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8.5</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FD5C280"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La structure des charges d’un centre de charges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69398D1"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2C0D5BF8"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842315949"/>
              <w14:checkbox>
                <w14:checked w14:val="0"/>
                <w14:checkedState w14:val="2612" w14:font="MS Gothic"/>
                <w14:uncheckedState w14:val="2610" w14:font="MS Gothic"/>
              </w14:checkbox>
            </w:sdtPr>
            <w:sdtEndPr/>
            <w:sdtContent>
              <w:p w14:paraId="03501555"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24F05E4" w14:textId="77777777" w:rsidR="00C26092" w:rsidRDefault="00C26092" w:rsidP="00BC3E5E">
            <w:pPr>
              <w:pStyle w:val="tabellegt"/>
              <w:spacing w:line="276" w:lineRule="auto"/>
              <w:rPr>
                <w:rFonts w:ascii="Arial" w:hAnsi="Arial" w:cs="Arial"/>
                <w:lang w:val="fr-CH"/>
              </w:rPr>
            </w:pPr>
            <w:r w:rsidRPr="00C26092">
              <w:rPr>
                <w:rFonts w:ascii="Arial" w:hAnsi="Arial" w:cs="Arial"/>
                <w:lang w:val="fr-CH"/>
              </w:rPr>
              <w:t>Vérification de la structure minimale des centres de charges selon REKOLE</w:t>
            </w:r>
            <w:r w:rsidRPr="00C26092">
              <w:rPr>
                <w:rFonts w:ascii="Arial" w:hAnsi="Arial" w:cs="Arial"/>
                <w:vertAlign w:val="superscript"/>
                <w:lang w:val="fr-CH"/>
              </w:rPr>
              <w:t>®</w:t>
            </w:r>
            <w:r w:rsidRPr="00C26092">
              <w:rPr>
                <w:rFonts w:ascii="Arial" w:hAnsi="Arial" w:cs="Arial"/>
                <w:lang w:val="fr-CH"/>
              </w:rPr>
              <w:t xml:space="preserve"> (coûts de centres de charges directs, indirects, coûts secondaires)</w:t>
            </w:r>
          </w:p>
          <w:p w14:paraId="1CA1D586" w14:textId="77777777" w:rsidR="00C653CD" w:rsidRDefault="00C653CD" w:rsidP="00BC3E5E">
            <w:pPr>
              <w:pStyle w:val="tabellegt"/>
              <w:spacing w:line="276" w:lineRule="auto"/>
              <w:rPr>
                <w:rFonts w:ascii="Arial" w:hAnsi="Arial" w:cs="Arial"/>
                <w:lang w:val="fr-CH"/>
              </w:rPr>
            </w:pPr>
          </w:p>
          <w:p w14:paraId="07892A0F" w14:textId="77777777" w:rsidR="00C653CD" w:rsidRPr="00C26092" w:rsidRDefault="00C653CD" w:rsidP="00BC3E5E">
            <w:pPr>
              <w:pStyle w:val="tabellegt"/>
              <w:spacing w:line="276" w:lineRule="auto"/>
              <w:rPr>
                <w:rFonts w:ascii="Arial" w:hAnsi="Arial" w:cs="Arial"/>
                <w:lang w:val="fr-CH"/>
              </w:rPr>
            </w:pPr>
            <w:r w:rsidRPr="00E4515F">
              <w:rPr>
                <w:rFonts w:ascii="Arial" w:hAnsi="Arial" w:cs="Arial"/>
                <w:color w:val="005596"/>
                <w:lang w:val="fr-CH"/>
              </w:rPr>
              <w:t>Note:</w:t>
            </w:r>
            <w:r w:rsidR="00541A79" w:rsidRPr="00E4515F">
              <w:rPr>
                <w:rFonts w:ascii="Arial" w:hAnsi="Arial" w:cs="Arial"/>
                <w:color w:val="005596"/>
                <w:lang w:val="fr-CH"/>
              </w:rPr>
              <w:t xml:space="preserve"> Les remises pour le personnel doivent être déterminées au moins périodiquement et la différence avec le prix du marché doit être imputée aux centres de charges appropriés de manière conforme au lien de causalité.</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41F33A7"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60698F01"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673074958"/>
              <w14:checkbox>
                <w14:checked w14:val="0"/>
                <w14:checkedState w14:val="2612" w14:font="MS Gothic"/>
                <w14:uncheckedState w14:val="2610" w14:font="MS Gothic"/>
              </w14:checkbox>
            </w:sdtPr>
            <w:sdtEndPr/>
            <w:sdtContent>
              <w:p w14:paraId="178E0BD1"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F6818C8"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 xml:space="preserve">Vérification des prestations internes de l’établissement eu </w:t>
            </w:r>
            <w:r w:rsidR="00541A79" w:rsidRPr="00C26092">
              <w:rPr>
                <w:rFonts w:ascii="Arial" w:hAnsi="Arial" w:cs="Arial"/>
                <w:lang w:val="fr-CH"/>
              </w:rPr>
              <w:t>égard au</w:t>
            </w:r>
            <w:r w:rsidRPr="00C26092">
              <w:rPr>
                <w:rFonts w:ascii="Arial" w:hAnsi="Arial" w:cs="Arial"/>
                <w:lang w:val="fr-CH"/>
              </w:rPr>
              <w:t xml:space="preserve"> respect du lien de causalité pour la répartition entre prestations de services produites et celles vendues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78B91EA"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041E5052"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CA000C4"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8.6</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14A2C28"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Contenu et format des centres de charges obligatoires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58CC2EA"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7F316FE6"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769688978"/>
              <w14:checkbox>
                <w14:checked w14:val="0"/>
                <w14:checkedState w14:val="2612" w14:font="MS Gothic"/>
                <w14:uncheckedState w14:val="2610" w14:font="MS Gothic"/>
              </w14:checkbox>
            </w:sdtPr>
            <w:sdtEndPr/>
            <w:sdtContent>
              <w:p w14:paraId="19FC0DF1"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5AF9A35"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Documentation des contenus des centres de charges obligatoires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CBBE447"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6C16BD1F"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285740860"/>
              <w14:checkbox>
                <w14:checked w14:val="0"/>
                <w14:checkedState w14:val="2612" w14:font="MS Gothic"/>
                <w14:uncheckedState w14:val="2610" w14:font="MS Gothic"/>
              </w14:checkbox>
            </w:sdtPr>
            <w:sdtEndPr/>
            <w:sdtContent>
              <w:p w14:paraId="269ED15A"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5D23AD8"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Vérification: garantir que les centres de charges facultatifs sont regroupés dans les centres de charges obligatoires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D283F71"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4100DEB5"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641301917"/>
              <w14:checkbox>
                <w14:checked w14:val="0"/>
                <w14:checkedState w14:val="2612" w14:font="MS Gothic"/>
                <w14:uncheckedState w14:val="2610" w14:font="MS Gothic"/>
              </w14:checkbox>
            </w:sdtPr>
            <w:sdtEndPr/>
            <w:sdtContent>
              <w:p w14:paraId="3F623DC1"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6E7F9BE"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Vérification: attribution correcte des coûts aux blocs de charges correspondants (</w:t>
            </w:r>
            <w:r w:rsidR="002F40EF" w:rsidRPr="002F40EF">
              <w:rPr>
                <w:rFonts w:ascii="Arial" w:hAnsi="Arial" w:cs="Arial"/>
                <w:lang w:val="fr-CH"/>
              </w:rPr>
              <w:sym w:font="Wingdings" w:char="F0E0"/>
            </w:r>
            <w:r w:rsidRPr="00C26092">
              <w:rPr>
                <w:rFonts w:ascii="Arial" w:hAnsi="Arial" w:cs="Arial"/>
                <w:lang w:val="fr-CH"/>
              </w:rPr>
              <w:t xml:space="preserve"> justificatif séparé des charges d’utilisation des immobilisations)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C64C5B0"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4E5C0485" w14:textId="77777777" w:rsidTr="00C26092">
        <w:trPr>
          <w:trHeight w:val="308"/>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2046662584"/>
              <w14:checkbox>
                <w14:checked w14:val="0"/>
                <w14:checkedState w14:val="2612" w14:font="MS Gothic"/>
                <w14:uncheckedState w14:val="2610" w14:font="MS Gothic"/>
              </w14:checkbox>
            </w:sdtPr>
            <w:sdtEndPr/>
            <w:sdtContent>
              <w:p w14:paraId="596CA3A3"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7CE94E8"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Vérification: les prestations sont attribuées correctement aux blocs de prestations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B336951"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2E67A6B9"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2129228059"/>
              <w14:checkbox>
                <w14:checked w14:val="0"/>
                <w14:checkedState w14:val="2612" w14:font="MS Gothic"/>
                <w14:uncheckedState w14:val="2610" w14:font="MS Gothic"/>
              </w14:checkbox>
            </w:sdtPr>
            <w:sdtEndPr/>
            <w:sdtContent>
              <w:p w14:paraId="3B262FB8"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30171AC"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Vérification: l’imputation des coûts et des prestations correspond au moins à la variante minimale selon REKOLE</w:t>
            </w:r>
            <w:r w:rsidRPr="00C26092">
              <w:rPr>
                <w:rFonts w:ascii="Arial" w:hAnsi="Arial" w:cs="Arial"/>
                <w:vertAlign w:val="superscript"/>
                <w:lang w:val="fr-CH"/>
              </w:rPr>
              <w:t>®</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972A66F"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50795374"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494806807"/>
              <w14:checkbox>
                <w14:checked w14:val="0"/>
                <w14:checkedState w14:val="2612" w14:font="MS Gothic"/>
                <w14:uncheckedState w14:val="2610" w14:font="MS Gothic"/>
              </w14:checkbox>
            </w:sdtPr>
            <w:sdtEndPr/>
            <w:sdtContent>
              <w:p w14:paraId="5973DC19"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CCFA391"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Vérification: les valeurs de référence et quantités de prestations sont actualisées et enregistrées correctement dans le système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4C2CE83"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0AD9C278"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2103408582"/>
              <w14:checkbox>
                <w14:checked w14:val="0"/>
                <w14:checkedState w14:val="2612" w14:font="MS Gothic"/>
                <w14:uncheckedState w14:val="2610" w14:font="MS Gothic"/>
              </w14:checkbox>
            </w:sdtPr>
            <w:sdtEndPr/>
            <w:sdtContent>
              <w:p w14:paraId="59835724"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EB2DD4B"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Vérification: le calcul du taux de charges est appliqué correctement, du moins selon la variante minimale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EE03839"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1A160726"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780786339"/>
              <w14:checkbox>
                <w14:checked w14:val="0"/>
                <w14:checkedState w14:val="2612" w14:font="MS Gothic"/>
                <w14:uncheckedState w14:val="2610" w14:font="MS Gothic"/>
              </w14:checkbox>
            </w:sdtPr>
            <w:sdtEndPr/>
            <w:sdtContent>
              <w:p w14:paraId="5F062E50"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B2BA029"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Vérification: les destinataires de l’imputation concordent avec les prescriptions minimales des centres de charges obligatoires</w:t>
            </w:r>
            <w:r w:rsidR="001E2182">
              <w:rPr>
                <w:rFonts w:ascii="Arial" w:hAnsi="Arial" w:cs="Arial"/>
                <w:lang w:val="fr-CH"/>
              </w:rPr>
              <w:t>.</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3AC0A5B"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bl>
    <w:p w14:paraId="5A1CF839" w14:textId="77777777" w:rsidR="00BC3E5E" w:rsidRPr="00F15579" w:rsidRDefault="00BC3E5E">
      <w:pPr>
        <w:rPr>
          <w:lang w:val="fr-CH"/>
        </w:rPr>
      </w:pPr>
      <w:r w:rsidRPr="00F15579">
        <w:rPr>
          <w:b/>
          <w:bCs/>
          <w:lang w:val="fr-CH"/>
        </w:rPr>
        <w:br w:type="page"/>
      </w:r>
    </w:p>
    <w:tbl>
      <w:tblPr>
        <w:tblW w:w="9798" w:type="dxa"/>
        <w:tblInd w:w="108" w:type="dxa"/>
        <w:tblLayout w:type="fixed"/>
        <w:tblCellMar>
          <w:left w:w="0" w:type="dxa"/>
          <w:right w:w="0" w:type="dxa"/>
        </w:tblCellMar>
        <w:tblLook w:val="0000" w:firstRow="0" w:lastRow="0" w:firstColumn="0" w:lastColumn="0" w:noHBand="0" w:noVBand="0"/>
      </w:tblPr>
      <w:tblGrid>
        <w:gridCol w:w="675"/>
        <w:gridCol w:w="6401"/>
        <w:gridCol w:w="2722"/>
      </w:tblGrid>
      <w:tr w:rsidR="00C26092" w:rsidRPr="00C26092" w14:paraId="023A9E99"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46B7E1F"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lastRenderedPageBreak/>
              <w:t>8.7</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AD235D1"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Exploitations autonomes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D67627F"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0C16E608"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884484420"/>
              <w14:checkbox>
                <w14:checked w14:val="0"/>
                <w14:checkedState w14:val="2612" w14:font="MS Gothic"/>
                <w14:uncheckedState w14:val="2610" w14:font="MS Gothic"/>
              </w14:checkbox>
            </w:sdtPr>
            <w:sdtEndPr/>
            <w:sdtContent>
              <w:p w14:paraId="1DE2FBD2"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7E36F86"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 xml:space="preserve">Lorsque l’institution gère des exploitations autonomes: </w:t>
            </w:r>
          </w:p>
          <w:p w14:paraId="5B3A360E"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Vérification: ces domaines de prestations sont gérés comme exploitations autonomes dans la comptabilité analytique</w:t>
            </w:r>
            <w:r w:rsidR="001E2182">
              <w:rPr>
                <w:rFonts w:ascii="Arial" w:hAnsi="Arial" w:cs="Arial"/>
                <w:lang w:val="fr-CH"/>
              </w:rPr>
              <w:t>.</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33890C6"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6071A69A"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5837C2C"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8.8</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03F97D4"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Récapitulation de la méthode d’imputation</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2B04C73"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193D7562"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3114D79"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9D5C12C"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Ne fait pas partie de la vérification – pas de questions de contrôle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86080E4"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26A2CC08"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5CD002C"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8.9</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48C9472"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Traitement des différences de couverture au niveau des centres de charges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0278194"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20175D36"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790978813"/>
              <w14:checkbox>
                <w14:checked w14:val="0"/>
                <w14:checkedState w14:val="2612" w14:font="MS Gothic"/>
                <w14:uncheckedState w14:val="2610" w14:font="MS Gothic"/>
              </w14:checkbox>
            </w:sdtPr>
            <w:sdtEndPr/>
            <w:sdtContent>
              <w:p w14:paraId="4E7A0A66"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AEDCD70"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Pour autant que l’hôpital gère une comptabilité analytique en coûts normaux: les différences de couverture sont établies au moins pour chaque centre de charges.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FEF081F"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333BE438"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B5FB330"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8.10</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16A18B8"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Relevé des centres de charges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E433458"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46E6157C"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84192956"/>
              <w14:checkbox>
                <w14:checked w14:val="0"/>
                <w14:checkedState w14:val="2612" w14:font="MS Gothic"/>
                <w14:uncheckedState w14:val="2610" w14:font="MS Gothic"/>
              </w14:checkbox>
            </w:sdtPr>
            <w:sdtEndPr/>
            <w:sdtContent>
              <w:p w14:paraId="1BAF006D"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3B02566"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Vérification: le relevé des centres de charges contient au moins les éléments exigés par le manuel REKOLE</w:t>
            </w:r>
            <w:r w:rsidRPr="00C26092">
              <w:rPr>
                <w:rFonts w:ascii="Arial" w:hAnsi="Arial" w:cs="Arial"/>
                <w:vertAlign w:val="superscript"/>
                <w:lang w:val="fr-CH"/>
              </w:rPr>
              <w:t>®</w:t>
            </w:r>
            <w:r w:rsidRPr="00C26092">
              <w:rPr>
                <w:rFonts w:ascii="Arial" w:hAnsi="Arial" w:cs="Arial"/>
                <w:lang w:val="fr-CH"/>
              </w:rPr>
              <w:t>.</w:t>
            </w:r>
          </w:p>
          <w:p w14:paraId="37977EB1" w14:textId="77777777" w:rsidR="00C26092" w:rsidRPr="00C26092" w:rsidRDefault="00C26092" w:rsidP="00BC3E5E">
            <w:pPr>
              <w:pStyle w:val="tabellegt"/>
              <w:spacing w:line="276" w:lineRule="auto"/>
              <w:rPr>
                <w:rFonts w:ascii="Arial" w:hAnsi="Arial" w:cs="Arial"/>
                <w:lang w:val="fr-CH"/>
              </w:rPr>
            </w:pPr>
          </w:p>
          <w:p w14:paraId="49E40E76" w14:textId="77777777" w:rsidR="00C26092" w:rsidRPr="00E4515F" w:rsidRDefault="00C26092" w:rsidP="00BC3E5E">
            <w:pPr>
              <w:pStyle w:val="tabellegt"/>
              <w:spacing w:line="276" w:lineRule="auto"/>
              <w:rPr>
                <w:rFonts w:ascii="Arial" w:hAnsi="Arial" w:cs="Arial"/>
                <w:color w:val="005596"/>
                <w:lang w:val="fr-CH"/>
              </w:rPr>
            </w:pPr>
            <w:r w:rsidRPr="00E4515F">
              <w:rPr>
                <w:rFonts w:ascii="Arial" w:hAnsi="Arial" w:cs="Arial"/>
                <w:color w:val="005596"/>
                <w:lang w:val="fr-CH"/>
              </w:rPr>
              <w:t>Note: Si des centres de charges obligatoires sont issus d’une agrégation, resp. d’un regroupement de centres de charges facultatifs ayant des unités d’</w:t>
            </w:r>
            <w:r w:rsidR="00E270D5" w:rsidRPr="00E4515F">
              <w:rPr>
                <w:rFonts w:ascii="Arial" w:hAnsi="Arial" w:cs="Arial"/>
                <w:color w:val="005596"/>
                <w:lang w:val="fr-CH"/>
              </w:rPr>
              <w:t>œuvre</w:t>
            </w:r>
            <w:r w:rsidRPr="00E4515F">
              <w:rPr>
                <w:rFonts w:ascii="Arial" w:hAnsi="Arial" w:cs="Arial"/>
                <w:color w:val="005596"/>
                <w:lang w:val="fr-CH"/>
              </w:rPr>
              <w:t xml:space="preserve"> différentes, leurs champs «Taux de charges» et «Quantité» doivent rester vierges dans les relevés des centres de charges et des unités finales d’imputation (REK 10_011).</w:t>
            </w:r>
          </w:p>
          <w:p w14:paraId="4D0BAD9E" w14:textId="77777777" w:rsidR="001E2182" w:rsidRPr="00E4515F" w:rsidRDefault="001E2182" w:rsidP="00BC3E5E">
            <w:pPr>
              <w:pStyle w:val="tabellegt"/>
              <w:spacing w:line="276" w:lineRule="auto"/>
              <w:rPr>
                <w:rFonts w:ascii="Arial" w:hAnsi="Arial" w:cs="Arial"/>
                <w:color w:val="005596"/>
                <w:lang w:val="fr-CH"/>
              </w:rPr>
            </w:pPr>
          </w:p>
          <w:p w14:paraId="54105DB0" w14:textId="77777777" w:rsidR="001E2182" w:rsidRPr="00C26092" w:rsidRDefault="001E2182" w:rsidP="00BC3E5E">
            <w:pPr>
              <w:pStyle w:val="tabellegt"/>
              <w:spacing w:line="276" w:lineRule="auto"/>
              <w:rPr>
                <w:rFonts w:ascii="Arial" w:hAnsi="Arial" w:cs="Arial"/>
                <w:lang w:val="fr-CH"/>
              </w:rPr>
            </w:pPr>
            <w:r w:rsidRPr="00E4515F">
              <w:rPr>
                <w:rFonts w:ascii="Arial" w:hAnsi="Arial" w:cs="Arial"/>
                <w:color w:val="005596"/>
                <w:lang w:val="fr-CH"/>
              </w:rPr>
              <w:t xml:space="preserve">Les informations peuvent également être </w:t>
            </w:r>
            <w:r w:rsidR="008F0EB3" w:rsidRPr="00E4515F">
              <w:rPr>
                <w:rFonts w:ascii="Arial" w:hAnsi="Arial" w:cs="Arial"/>
                <w:color w:val="005596"/>
                <w:lang w:val="fr-CH"/>
              </w:rPr>
              <w:t>recueillies de plusieurs sources.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2E71A3B"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38562A" w:rsidRPr="00FA6F09" w14:paraId="39694B73"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3D31DE7" w14:textId="77777777" w:rsidR="0038562A" w:rsidRDefault="0038562A" w:rsidP="00BC3E5E">
            <w:pPr>
              <w:pStyle w:val="tabellegt"/>
              <w:spacing w:line="276" w:lineRule="auto"/>
              <w:rPr>
                <w:rFonts w:ascii="Arial" w:hAnsi="Arial" w:cs="Arial"/>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52ED0F4" w14:textId="77777777" w:rsidR="0038562A" w:rsidRDefault="0038562A" w:rsidP="00BC3E5E">
            <w:pPr>
              <w:pStyle w:val="tabellegt"/>
              <w:spacing w:line="276" w:lineRule="auto"/>
              <w:rPr>
                <w:rFonts w:ascii="Arial" w:hAnsi="Arial" w:cs="Arial"/>
                <w:lang w:val="fr-CH"/>
              </w:rPr>
            </w:pPr>
            <w:r>
              <w:rPr>
                <w:rFonts w:ascii="Arial" w:hAnsi="Arial" w:cs="Arial"/>
                <w:lang w:val="fr-CH"/>
              </w:rPr>
              <w:t>Vérification</w:t>
            </w:r>
            <w:r w:rsidRPr="00A27518">
              <w:rPr>
                <w:rFonts w:ascii="Arial" w:hAnsi="Arial" w:cs="Arial"/>
                <w:lang w:val="fr-CH"/>
              </w:rPr>
              <w:t>:</w:t>
            </w:r>
            <w:r w:rsidRPr="00A27518">
              <w:rPr>
                <w:rFonts w:ascii="Arial" w:eastAsia="TheMix-HP3Lig" w:hAnsi="Arial" w:cs="Arial"/>
                <w:lang w:val="fr-CH"/>
              </w:rPr>
              <w:t xml:space="preserve"> Le principe de la valeur brute est respecté sur la base des centres de charges (</w:t>
            </w:r>
            <w:r w:rsidRPr="00A27518">
              <w:rPr>
                <w:rFonts w:ascii="Arial" w:hAnsi="Arial" w:cs="Arial"/>
                <w:lang w:val="fr-CH"/>
              </w:rPr>
              <w:t>centres de charges fournisseurs de services, centres de charg</w:t>
            </w:r>
            <w:r>
              <w:rPr>
                <w:rFonts w:ascii="Arial" w:hAnsi="Arial" w:cs="Arial"/>
                <w:lang w:val="fr-CH"/>
              </w:rPr>
              <w:t>es fournisseurs de prestations).</w:t>
            </w:r>
          </w:p>
          <w:p w14:paraId="0012F6AA" w14:textId="77777777" w:rsidR="0038562A" w:rsidRDefault="0038562A" w:rsidP="00BC3E5E">
            <w:pPr>
              <w:pStyle w:val="tabellegt"/>
              <w:spacing w:line="276" w:lineRule="auto"/>
              <w:rPr>
                <w:rFonts w:ascii="Arial" w:hAnsi="Arial" w:cs="Arial"/>
                <w:lang w:val="fr-CH"/>
              </w:rPr>
            </w:pPr>
          </w:p>
          <w:p w14:paraId="728D78F3" w14:textId="77777777" w:rsidR="0038562A" w:rsidRPr="00C26092" w:rsidRDefault="0038562A" w:rsidP="00BC3E5E">
            <w:pPr>
              <w:pStyle w:val="tabellegt"/>
              <w:spacing w:line="276" w:lineRule="auto"/>
              <w:rPr>
                <w:rFonts w:ascii="Arial" w:hAnsi="Arial" w:cs="Arial"/>
                <w:lang w:val="fr-CH"/>
              </w:rPr>
            </w:pPr>
            <w:r w:rsidRPr="00E4515F">
              <w:rPr>
                <w:rFonts w:ascii="Arial" w:hAnsi="Arial" w:cs="Arial"/>
                <w:color w:val="005596"/>
                <w:lang w:val="fr-CH"/>
              </w:rPr>
              <w:t>Note: Le principe de la valeur brute est respecté lorsqu’il n’y a aucune écriture de produit généré par des activités de marges sur la base des centres de charges. A cet égard, les exploitations annexes n’entrent pas en compte et sont gérées comme des mandats de centres de charges.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865EE07" w14:textId="77777777" w:rsidR="0038562A" w:rsidRPr="00C26092" w:rsidRDefault="0038562A" w:rsidP="00BC3E5E">
            <w:pPr>
              <w:pStyle w:val="KeinAbsatzformat"/>
              <w:spacing w:line="276" w:lineRule="auto"/>
              <w:textAlignment w:val="auto"/>
              <w:rPr>
                <w:rFonts w:ascii="Arial" w:hAnsi="Arial" w:cs="Arial"/>
                <w:color w:val="auto"/>
                <w:sz w:val="18"/>
                <w:szCs w:val="18"/>
                <w:lang w:val="fr-CH"/>
              </w:rPr>
            </w:pPr>
          </w:p>
        </w:tc>
      </w:tr>
    </w:tbl>
    <w:p w14:paraId="17804A81" w14:textId="77777777" w:rsidR="002F40EF" w:rsidRPr="00AC4F2F" w:rsidRDefault="002F40EF" w:rsidP="00BC3E5E">
      <w:pPr>
        <w:spacing w:line="276" w:lineRule="auto"/>
        <w:rPr>
          <w:lang w:val="fr-CH"/>
        </w:rPr>
      </w:pPr>
      <w:r w:rsidRPr="00AC4F2F">
        <w:rPr>
          <w:b/>
          <w:bCs/>
          <w:lang w:val="fr-CH"/>
        </w:rPr>
        <w:br w:type="page"/>
      </w:r>
    </w:p>
    <w:tbl>
      <w:tblPr>
        <w:tblW w:w="9798" w:type="dxa"/>
        <w:tblInd w:w="108" w:type="dxa"/>
        <w:tblLayout w:type="fixed"/>
        <w:tblCellMar>
          <w:left w:w="0" w:type="dxa"/>
          <w:right w:w="0" w:type="dxa"/>
        </w:tblCellMar>
        <w:tblLook w:val="0000" w:firstRow="0" w:lastRow="0" w:firstColumn="0" w:lastColumn="0" w:noHBand="0" w:noVBand="0"/>
      </w:tblPr>
      <w:tblGrid>
        <w:gridCol w:w="675"/>
        <w:gridCol w:w="6401"/>
        <w:gridCol w:w="2722"/>
      </w:tblGrid>
      <w:tr w:rsidR="00C26092" w:rsidRPr="00C26092" w14:paraId="261362E1"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08" w:type="dxa"/>
            </w:tcMar>
          </w:tcPr>
          <w:p w14:paraId="2FB6F488" w14:textId="77777777" w:rsidR="00C26092" w:rsidRPr="00C26092" w:rsidRDefault="00C26092" w:rsidP="00BC3E5E">
            <w:pPr>
              <w:pStyle w:val="tabelletitel"/>
              <w:spacing w:line="276" w:lineRule="auto"/>
              <w:rPr>
                <w:rFonts w:ascii="Arial" w:hAnsi="Arial" w:cs="Arial"/>
                <w:lang w:val="fr-CH"/>
              </w:rPr>
            </w:pPr>
            <w:r w:rsidRPr="00C26092">
              <w:rPr>
                <w:rStyle w:val="ExpertLight"/>
                <w:rFonts w:ascii="Arial" w:hAnsi="Arial" w:cs="Arial"/>
                <w:lang w:val="fr-CH"/>
              </w:rPr>
              <w:lastRenderedPageBreak/>
              <w:t>9</w:t>
            </w:r>
          </w:p>
        </w:tc>
        <w:tc>
          <w:tcPr>
            <w:tcW w:w="6401"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19" w:type="dxa"/>
            </w:tcMar>
          </w:tcPr>
          <w:p w14:paraId="18CFCBB1" w14:textId="77777777" w:rsidR="00C26092" w:rsidRPr="00C26092" w:rsidRDefault="00C26092" w:rsidP="00BC3E5E">
            <w:pPr>
              <w:pStyle w:val="tabelletitel"/>
              <w:spacing w:line="276" w:lineRule="auto"/>
              <w:rPr>
                <w:rFonts w:ascii="Arial" w:hAnsi="Arial" w:cs="Arial"/>
                <w:lang w:val="fr-CH"/>
              </w:rPr>
            </w:pPr>
            <w:r w:rsidRPr="00C26092">
              <w:rPr>
                <w:rFonts w:ascii="Arial" w:hAnsi="Arial" w:cs="Arial"/>
                <w:lang w:val="fr-CH"/>
              </w:rPr>
              <w:t>La comptabilité par unité finale d’imputation</w:t>
            </w:r>
          </w:p>
        </w:tc>
        <w:tc>
          <w:tcPr>
            <w:tcW w:w="2722"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08" w:type="dxa"/>
            </w:tcMar>
          </w:tcPr>
          <w:p w14:paraId="76C6074F" w14:textId="77777777" w:rsidR="00C26092" w:rsidRPr="00C26092" w:rsidRDefault="00C26092" w:rsidP="00BC3E5E">
            <w:pPr>
              <w:pStyle w:val="tabelletitel"/>
              <w:spacing w:line="276" w:lineRule="auto"/>
              <w:rPr>
                <w:rFonts w:ascii="Arial" w:hAnsi="Arial" w:cs="Arial"/>
                <w:lang w:val="fr-CH"/>
              </w:rPr>
            </w:pPr>
            <w:r w:rsidRPr="00C26092">
              <w:rPr>
                <w:rFonts w:ascii="Arial" w:hAnsi="Arial" w:cs="Arial"/>
                <w:lang w:val="fr-CH"/>
              </w:rPr>
              <w:t>Remarques</w:t>
            </w:r>
          </w:p>
        </w:tc>
      </w:tr>
      <w:tr w:rsidR="00C26092" w:rsidRPr="00FA6F09" w14:paraId="31161D16"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0C50AE8"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9.1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24056D3"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Groupe de prestations liées au cas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94FAFBF"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79DCEA12"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901045413"/>
              <w14:checkbox>
                <w14:checked w14:val="0"/>
                <w14:checkedState w14:val="2612" w14:font="MS Gothic"/>
                <w14:uncheckedState w14:val="2610" w14:font="MS Gothic"/>
              </w14:checkbox>
            </w:sdtPr>
            <w:sdtEndPr/>
            <w:sdtContent>
              <w:p w14:paraId="3866A1A5"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45409D0"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Vérification: les prestations liées au cas (évaluation isolée de chaque cas administratif) sont toutes attribuées à un groupe de prestations avec un début et une fin de traitement.</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709465B"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054FC74F"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B0CACA7"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9.2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0483CBD"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Groupe de prestations non liées au cas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E4EEFBC"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6B396F73"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90434909"/>
              <w14:checkbox>
                <w14:checked w14:val="0"/>
                <w14:checkedState w14:val="2612" w14:font="MS Gothic"/>
                <w14:uncheckedState w14:val="2610" w14:font="MS Gothic"/>
              </w14:checkbox>
            </w:sdtPr>
            <w:sdtEndPr/>
            <w:sdtContent>
              <w:p w14:paraId="609DC42A"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F7B6E61"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 xml:space="preserve">Vérification: les prestations non liées au cas sont toutes attribuées à un groupe de prestations. </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D464106"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C26092" w14:paraId="3845378E"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5757AAD"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9.3</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6F007E7"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Le cas administratif</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16C0694"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1E9C4ED6"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645780960"/>
              <w14:checkbox>
                <w14:checked w14:val="0"/>
                <w14:checkedState w14:val="2612" w14:font="MS Gothic"/>
                <w14:uncheckedState w14:val="2610" w14:font="MS Gothic"/>
              </w14:checkbox>
            </w:sdtPr>
            <w:sdtEndPr/>
            <w:sdtContent>
              <w:p w14:paraId="5271099E"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58AD3BB"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Vérification: le cas administratif est la plus petite entité comptabilisable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9E984E6"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C26092" w14:paraId="18217986"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D893511"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9.4</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3C5B866"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But du cas administratif</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33FF833"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2A1BFE61"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73FB79C"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273C2C6"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Ne fait pas partie de la vérification – pas de questions de contrôle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E03FD5E"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C26092" w14:paraId="7D9AADC8"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EFA9334"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9.5</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DEDDBB3"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Délimitation du cas administratif</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9124980"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7D126463" w14:textId="77777777" w:rsidTr="00C26092">
        <w:trPr>
          <w:trHeight w:val="308"/>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209BC48"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A88DBEA"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Ne fait pas partie de la vérification – pas de questions de contrôle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F697DF8"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2FF37EE8" w14:textId="77777777" w:rsidTr="00C26092">
        <w:trPr>
          <w:trHeight w:val="303"/>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5A22D3D"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9.6</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9AE5FFD"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Relation entre les différents types de cas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1A55D27"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26854885"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B5846AD"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49C1DC1"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Ne fait pas partie de la vérification – pas de questions de contrôle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42E7D2F"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7A857E2A"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23BE4FD"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9.7</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ECCB379"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Ensemble de règles du cas administratif</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E0E0291"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74797396" w14:textId="77777777" w:rsidTr="00BC3E5E">
        <w:trPr>
          <w:trHeight w:val="1042"/>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2098971178"/>
              <w14:checkbox>
                <w14:checked w14:val="0"/>
                <w14:checkedState w14:val="2612" w14:font="MS Gothic"/>
                <w14:uncheckedState w14:val="2610" w14:font="MS Gothic"/>
              </w14:checkbox>
            </w:sdtPr>
            <w:sdtEndPr/>
            <w:sdtContent>
              <w:p w14:paraId="6E461D72"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2E498ED"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Vérification: la définition du cas appliquée correspond à l’ensemble de règles du cas administratif notamment:</w:t>
            </w:r>
          </w:p>
          <w:p w14:paraId="66CB6EF9" w14:textId="77777777" w:rsidR="00C26092" w:rsidRPr="00C26092" w:rsidRDefault="00C26092" w:rsidP="00FC7221">
            <w:pPr>
              <w:pStyle w:val="tabelleliste"/>
              <w:numPr>
                <w:ilvl w:val="0"/>
                <w:numId w:val="46"/>
              </w:numPr>
              <w:spacing w:line="276" w:lineRule="auto"/>
              <w:ind w:left="351"/>
              <w:rPr>
                <w:rFonts w:ascii="Arial" w:hAnsi="Arial" w:cs="Arial"/>
                <w:lang w:val="fr-CH"/>
              </w:rPr>
            </w:pPr>
            <w:r w:rsidRPr="00C26092">
              <w:rPr>
                <w:rFonts w:ascii="Arial" w:hAnsi="Arial" w:cs="Arial"/>
                <w:lang w:val="fr-CH"/>
              </w:rPr>
              <w:t>Le début du traitement et la fin du traitement dans le domaine stationnaire correspondent-ils à l’admission et à la sortie physique du patient</w:t>
            </w:r>
          </w:p>
          <w:p w14:paraId="256D2D1C" w14:textId="77777777" w:rsidR="00C26092" w:rsidRPr="00C26092" w:rsidRDefault="00C26092" w:rsidP="00FC7221">
            <w:pPr>
              <w:pStyle w:val="tabelleliste"/>
              <w:numPr>
                <w:ilvl w:val="0"/>
                <w:numId w:val="46"/>
              </w:numPr>
              <w:spacing w:line="276" w:lineRule="auto"/>
              <w:ind w:left="351"/>
              <w:rPr>
                <w:rFonts w:ascii="Arial" w:hAnsi="Arial" w:cs="Arial"/>
                <w:lang w:val="fr-CH"/>
              </w:rPr>
            </w:pPr>
            <w:r w:rsidRPr="00C26092">
              <w:rPr>
                <w:rFonts w:ascii="Arial" w:hAnsi="Arial" w:cs="Arial"/>
                <w:lang w:val="fr-CH"/>
              </w:rPr>
              <w:t>Les nouveau-nés (jusqu’à un mois) et les nourrissons (d’un mois à un an) – qu’ils soient malades ou en bonne santé – font-ils l’objet de l’ouverture d’un cas séparé</w:t>
            </w:r>
          </w:p>
          <w:p w14:paraId="68685F2A" w14:textId="77777777" w:rsidR="00C26092" w:rsidRPr="00C26092" w:rsidRDefault="00C26092" w:rsidP="00FC7221">
            <w:pPr>
              <w:pStyle w:val="tabelleliste"/>
              <w:numPr>
                <w:ilvl w:val="0"/>
                <w:numId w:val="46"/>
              </w:numPr>
              <w:spacing w:line="276" w:lineRule="auto"/>
              <w:ind w:left="351"/>
              <w:rPr>
                <w:rFonts w:ascii="Arial" w:hAnsi="Arial" w:cs="Arial"/>
                <w:lang w:val="fr-CH"/>
              </w:rPr>
            </w:pPr>
            <w:r w:rsidRPr="00C26092">
              <w:rPr>
                <w:rFonts w:ascii="Arial" w:hAnsi="Arial" w:cs="Arial"/>
                <w:lang w:val="fr-CH"/>
              </w:rPr>
              <w:t xml:space="preserve">La date de début de traitement et celle de fin de traitement dans le domaine ambulatoire </w:t>
            </w:r>
            <w:r w:rsidR="00AE5C8E">
              <w:rPr>
                <w:rFonts w:ascii="Arial" w:hAnsi="Arial" w:cs="Arial"/>
                <w:lang w:val="fr-CH"/>
              </w:rPr>
              <w:t>(</w:t>
            </w:r>
            <w:r w:rsidR="003C653B" w:rsidRPr="003C653B">
              <w:rPr>
                <w:rFonts w:ascii="Arial" w:hAnsi="Arial" w:cs="Arial"/>
                <w:lang w:val="fr-CH"/>
              </w:rPr>
              <w:t>y compris les consultations téléphoniques</w:t>
            </w:r>
            <w:r w:rsidR="00AE5C8E">
              <w:rPr>
                <w:rFonts w:ascii="Arial" w:hAnsi="Arial" w:cs="Arial"/>
                <w:lang w:val="fr-CH"/>
              </w:rPr>
              <w:t xml:space="preserve">) </w:t>
            </w:r>
            <w:r w:rsidRPr="00C26092">
              <w:rPr>
                <w:rFonts w:ascii="Arial" w:hAnsi="Arial" w:cs="Arial"/>
                <w:lang w:val="fr-CH"/>
              </w:rPr>
              <w:t>sont-elles conformes aux directives selon REKOLE</w:t>
            </w:r>
            <w:r w:rsidRPr="00C26092">
              <w:rPr>
                <w:rFonts w:ascii="Arial" w:hAnsi="Arial" w:cs="Arial"/>
                <w:vertAlign w:val="superscript"/>
                <w:lang w:val="fr-CH"/>
              </w:rPr>
              <w:t>®</w:t>
            </w:r>
          </w:p>
          <w:p w14:paraId="0717BFDA" w14:textId="77777777" w:rsidR="00C26092" w:rsidRPr="00C26092" w:rsidRDefault="00C26092" w:rsidP="00FC7221">
            <w:pPr>
              <w:pStyle w:val="tabelleliste"/>
              <w:numPr>
                <w:ilvl w:val="0"/>
                <w:numId w:val="46"/>
              </w:numPr>
              <w:spacing w:line="276" w:lineRule="auto"/>
              <w:ind w:left="351"/>
              <w:rPr>
                <w:rFonts w:ascii="Arial" w:hAnsi="Arial" w:cs="Arial"/>
                <w:lang w:val="fr-CH"/>
              </w:rPr>
            </w:pPr>
            <w:r w:rsidRPr="00C26092">
              <w:rPr>
                <w:rFonts w:ascii="Arial" w:hAnsi="Arial" w:cs="Arial"/>
                <w:lang w:val="fr-CH"/>
              </w:rPr>
              <w:t>La garantie est-elle apportée qu’un changement de type d’assurance pendant le séjour hospitalier n’entraîne pas la création d’un nouveau cas administratif</w:t>
            </w:r>
          </w:p>
          <w:p w14:paraId="3527CFC2" w14:textId="77777777" w:rsidR="00C26092" w:rsidRPr="00C26092" w:rsidRDefault="00C26092" w:rsidP="00FC7221">
            <w:pPr>
              <w:pStyle w:val="tabelleliste"/>
              <w:numPr>
                <w:ilvl w:val="0"/>
                <w:numId w:val="46"/>
              </w:numPr>
              <w:spacing w:line="276" w:lineRule="auto"/>
              <w:ind w:left="351"/>
              <w:rPr>
                <w:rFonts w:ascii="Arial" w:hAnsi="Arial" w:cs="Arial"/>
                <w:lang w:val="fr-CH"/>
              </w:rPr>
            </w:pPr>
            <w:r w:rsidRPr="00C26092">
              <w:rPr>
                <w:rFonts w:ascii="Arial" w:hAnsi="Arial" w:cs="Arial"/>
                <w:lang w:val="fr-CH"/>
              </w:rPr>
              <w:t>La garantie est-elle apportée qu’un transfert interne dans un autre service pour des raisons organisationnelles ou ayant trait au diagnostic ne débouche pas sur la création d’un nouveau cas administratif</w:t>
            </w:r>
          </w:p>
          <w:p w14:paraId="535A1CD8" w14:textId="77777777" w:rsidR="00C26092" w:rsidRPr="00C26092" w:rsidRDefault="00C26092" w:rsidP="00FC7221">
            <w:pPr>
              <w:pStyle w:val="tabelleliste"/>
              <w:numPr>
                <w:ilvl w:val="0"/>
                <w:numId w:val="46"/>
              </w:numPr>
              <w:spacing w:line="276" w:lineRule="auto"/>
              <w:ind w:left="351"/>
              <w:rPr>
                <w:rFonts w:ascii="Arial" w:hAnsi="Arial" w:cs="Arial"/>
                <w:lang w:val="fr-CH"/>
              </w:rPr>
            </w:pPr>
            <w:r w:rsidRPr="00C26092">
              <w:rPr>
                <w:rFonts w:ascii="Arial" w:hAnsi="Arial" w:cs="Arial"/>
                <w:lang w:val="fr-CH"/>
              </w:rPr>
              <w:t>La garantie est-elle apportée qu’en fin d’exercice comptable, aucun cas administratif non encore clôturé n’est clôturé pour être rouvert en début d’année</w:t>
            </w:r>
          </w:p>
          <w:p w14:paraId="6AFB968C" w14:textId="77777777" w:rsidR="00816F89" w:rsidRPr="00D07A89" w:rsidRDefault="00816F89" w:rsidP="00FC7221">
            <w:pPr>
              <w:pStyle w:val="tabelleliste"/>
              <w:numPr>
                <w:ilvl w:val="0"/>
                <w:numId w:val="46"/>
              </w:numPr>
              <w:spacing w:line="276" w:lineRule="auto"/>
              <w:ind w:left="351"/>
              <w:rPr>
                <w:rFonts w:ascii="Arial" w:hAnsi="Arial" w:cs="Arial"/>
                <w:lang w:val="fr-CH"/>
              </w:rPr>
            </w:pPr>
            <w:r w:rsidRPr="00D07A89">
              <w:rPr>
                <w:rFonts w:ascii="Arial" w:hAnsi="Arial" w:cs="Arial"/>
                <w:lang w:val="fr-CH"/>
              </w:rPr>
              <w:t>En cas de réadmission pour cause de transfert dans l’intervalle de 24 heures sans occupation de lit à minuit dans l’hôpital de transfert ( pour les cliniques de réadaptation : dans l’intervalle de 14 jours jusqu'au 31.12.21 et de 18 jours à partir du 01.01.2022), les prestations, coûts et produits continuent-ils à être enregistrés sous le même cas administratif?</w:t>
            </w:r>
          </w:p>
          <w:p w14:paraId="79C3CAEE" w14:textId="77777777" w:rsidR="00816F89" w:rsidRPr="00D07A89" w:rsidRDefault="00816F89" w:rsidP="00FC7221">
            <w:pPr>
              <w:pStyle w:val="tabelleliste"/>
              <w:numPr>
                <w:ilvl w:val="0"/>
                <w:numId w:val="46"/>
              </w:numPr>
              <w:spacing w:line="276" w:lineRule="auto"/>
              <w:ind w:left="351"/>
              <w:rPr>
                <w:rFonts w:ascii="Arial" w:hAnsi="Arial" w:cs="Arial"/>
                <w:lang w:val="fr-CH"/>
              </w:rPr>
            </w:pPr>
            <w:r w:rsidRPr="00D07A89">
              <w:rPr>
                <w:rFonts w:ascii="Arial" w:hAnsi="Arial" w:cs="Arial"/>
                <w:lang w:val="fr-CH"/>
              </w:rPr>
              <w:t>Un nouveau cas administratif est-il ouvert si le patient ne revient qu’après un délai de 24 heures ou dans un intervalle de 24 heures avec occupation d’un lit à minuit dans l’hôpital de transfert ( pour les cliniques de réadaptation : dans l’intervalle de 14 jours jusqu'au 31.12.21 et de 18 jours à partir du 01.01.2022)?</w:t>
            </w:r>
          </w:p>
          <w:p w14:paraId="0E53C97F" w14:textId="57B9461E" w:rsidR="00C26092" w:rsidRPr="00C26092" w:rsidRDefault="00C26092" w:rsidP="00FC7221">
            <w:pPr>
              <w:pStyle w:val="tabelleliste"/>
              <w:numPr>
                <w:ilvl w:val="0"/>
                <w:numId w:val="46"/>
              </w:numPr>
              <w:spacing w:line="276" w:lineRule="auto"/>
              <w:ind w:left="351"/>
              <w:rPr>
                <w:rFonts w:ascii="Arial" w:hAnsi="Arial" w:cs="Arial"/>
                <w:lang w:val="fr-CH"/>
              </w:rPr>
            </w:pPr>
            <w:r w:rsidRPr="00C26092">
              <w:rPr>
                <w:rFonts w:ascii="Arial" w:hAnsi="Arial" w:cs="Arial"/>
                <w:lang w:val="fr-CH"/>
              </w:rPr>
              <w:t>Un nouveau cas administratif est-il ouvert si le patient est réhospitalisé après être sorti de l’hôpital</w:t>
            </w:r>
          </w:p>
          <w:p w14:paraId="3F65B3A6" w14:textId="77777777" w:rsidR="00C26092" w:rsidRPr="00C26092" w:rsidRDefault="00C26092" w:rsidP="00FC7221">
            <w:pPr>
              <w:pStyle w:val="tabelleliste"/>
              <w:numPr>
                <w:ilvl w:val="0"/>
                <w:numId w:val="46"/>
              </w:numPr>
              <w:spacing w:line="276" w:lineRule="auto"/>
              <w:ind w:left="351"/>
              <w:rPr>
                <w:rFonts w:ascii="Arial" w:hAnsi="Arial" w:cs="Arial"/>
                <w:lang w:val="fr-CH"/>
              </w:rPr>
            </w:pPr>
            <w:r w:rsidRPr="00C26092">
              <w:rPr>
                <w:rFonts w:ascii="Arial" w:hAnsi="Arial" w:cs="Arial"/>
                <w:lang w:val="fr-CH"/>
              </w:rPr>
              <w:lastRenderedPageBreak/>
              <w:t>La garantie est-elle apportée qu’aucun nouveau cas administratif n’est ouvert pour un patient qui se trouve en congé</w:t>
            </w:r>
          </w:p>
          <w:p w14:paraId="3BA9CF15" w14:textId="77777777" w:rsidR="00C26092" w:rsidRPr="00C26092" w:rsidRDefault="00C26092" w:rsidP="00FC7221">
            <w:pPr>
              <w:pStyle w:val="tabelleliste"/>
              <w:numPr>
                <w:ilvl w:val="0"/>
                <w:numId w:val="47"/>
              </w:numPr>
              <w:spacing w:line="276" w:lineRule="auto"/>
              <w:ind w:left="351"/>
              <w:rPr>
                <w:rFonts w:ascii="Arial" w:hAnsi="Arial" w:cs="Arial"/>
                <w:lang w:val="fr-CH"/>
              </w:rPr>
            </w:pPr>
            <w:r w:rsidRPr="00C26092">
              <w:rPr>
                <w:rFonts w:ascii="Arial" w:hAnsi="Arial" w:cs="Arial"/>
                <w:lang w:val="fr-CH"/>
              </w:rPr>
              <w:t>Un nouveau cas administratif est-il ouvert pour un patient si ce dernier ne nécessite plus des soins aigus et qu’il est par exemple transféré dans un service de soins de longue durée ou un établissement médico-social</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C7A220E"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1F372B8E"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2542F1C"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9.8</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2A03B7C"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Relevé de l’unité finale d’imputation du cas administratif</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816D6B1"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3C20128B"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476539197"/>
              <w14:checkbox>
                <w14:checked w14:val="0"/>
                <w14:checkedState w14:val="2612" w14:font="MS Gothic"/>
                <w14:uncheckedState w14:val="2610" w14:font="MS Gothic"/>
              </w14:checkbox>
            </w:sdtPr>
            <w:sdtEndPr/>
            <w:sdtContent>
              <w:p w14:paraId="228EA5C1"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579954F"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Vérification: le relevé de l’unité finale d’imputation contient au moins les éléments exigés par le manuel REKOLE</w:t>
            </w:r>
            <w:r w:rsidRPr="00C26092">
              <w:rPr>
                <w:rFonts w:ascii="Arial" w:hAnsi="Arial" w:cs="Arial"/>
                <w:vertAlign w:val="superscript"/>
                <w:lang w:val="fr-CH"/>
              </w:rPr>
              <w:t>®</w:t>
            </w:r>
            <w:r w:rsidRPr="00C26092">
              <w:rPr>
                <w:rFonts w:ascii="Arial" w:hAnsi="Arial" w:cs="Arial"/>
                <w:lang w:val="fr-CH"/>
              </w:rPr>
              <w:t>.</w:t>
            </w:r>
          </w:p>
          <w:p w14:paraId="3461DA61" w14:textId="77777777" w:rsidR="00AC4F2F" w:rsidRDefault="00AC4F2F" w:rsidP="00BC3E5E">
            <w:pPr>
              <w:pStyle w:val="tabellegt"/>
              <w:spacing w:line="276" w:lineRule="auto"/>
              <w:rPr>
                <w:rFonts w:ascii="Arial" w:hAnsi="Arial" w:cs="Arial"/>
                <w:color w:val="005596"/>
                <w:lang w:val="fr-CH"/>
              </w:rPr>
            </w:pPr>
          </w:p>
          <w:p w14:paraId="29039D8C" w14:textId="77777777" w:rsidR="00C26092" w:rsidRPr="00E4515F" w:rsidRDefault="00DB07C2" w:rsidP="00BC3E5E">
            <w:pPr>
              <w:pStyle w:val="tabellegt"/>
              <w:spacing w:line="276" w:lineRule="auto"/>
              <w:rPr>
                <w:rFonts w:ascii="Arial" w:hAnsi="Arial" w:cs="Arial"/>
                <w:color w:val="005596"/>
                <w:lang w:val="fr-CH"/>
              </w:rPr>
            </w:pPr>
            <w:r w:rsidRPr="00E4515F">
              <w:rPr>
                <w:rFonts w:ascii="Arial" w:hAnsi="Arial" w:cs="Arial"/>
                <w:color w:val="005596"/>
                <w:lang w:val="fr-CH"/>
              </w:rPr>
              <w:t xml:space="preserve">Note: </w:t>
            </w:r>
            <w:r w:rsidR="00C26092" w:rsidRPr="00E4515F">
              <w:rPr>
                <w:rFonts w:ascii="Arial" w:hAnsi="Arial" w:cs="Arial"/>
                <w:color w:val="005596"/>
                <w:lang w:val="fr-CH"/>
              </w:rPr>
              <w:t xml:space="preserve">Si le cas administratif ne correspond pas au cas tarifaire et si deux ou plusieurs cas administratifs sont regroupés afin de former le cas tarifaire, aucun revenu n’est imputé aux cas administratifs «originels» (cas administratifs avant regroupement). Le calcul de l’imputation des revenus sur les cas administratifs «originels» est une décision interne appartenant à la direction de l’établissement (REK 11_005). </w:t>
            </w:r>
          </w:p>
          <w:p w14:paraId="0ABFC354" w14:textId="77777777" w:rsidR="00C26092" w:rsidRPr="00E4515F" w:rsidRDefault="00C26092" w:rsidP="00BC3E5E">
            <w:pPr>
              <w:pStyle w:val="tabellegt"/>
              <w:spacing w:line="276" w:lineRule="auto"/>
              <w:rPr>
                <w:rFonts w:ascii="Arial" w:hAnsi="Arial" w:cs="Arial"/>
                <w:color w:val="005596"/>
                <w:lang w:val="fr-CH"/>
              </w:rPr>
            </w:pPr>
          </w:p>
          <w:p w14:paraId="79B51B38" w14:textId="77777777" w:rsidR="00C26092" w:rsidRPr="00E4515F" w:rsidRDefault="00C26092" w:rsidP="00BC3E5E">
            <w:pPr>
              <w:pStyle w:val="tabellegt"/>
              <w:spacing w:line="276" w:lineRule="auto"/>
              <w:rPr>
                <w:rFonts w:ascii="Arial" w:hAnsi="Arial" w:cs="Arial"/>
                <w:color w:val="005596"/>
                <w:lang w:val="fr-CH"/>
              </w:rPr>
            </w:pPr>
            <w:r w:rsidRPr="00E4515F">
              <w:rPr>
                <w:rFonts w:ascii="Arial" w:hAnsi="Arial" w:cs="Arial"/>
                <w:color w:val="005596"/>
                <w:lang w:val="fr-CH"/>
              </w:rPr>
              <w:t>Si des centres de charges obligatoires sont composés d’une agrégation resp. d’un regroupement de centres de charges facultatifs présentant différentes unités d’</w:t>
            </w:r>
            <w:r w:rsidR="00E270D5" w:rsidRPr="00E4515F">
              <w:rPr>
                <w:rFonts w:ascii="Arial" w:hAnsi="Arial" w:cs="Arial"/>
                <w:color w:val="005596"/>
                <w:lang w:val="fr-CH"/>
              </w:rPr>
              <w:t>œuvre</w:t>
            </w:r>
            <w:r w:rsidRPr="00E4515F">
              <w:rPr>
                <w:rFonts w:ascii="Arial" w:hAnsi="Arial" w:cs="Arial"/>
                <w:color w:val="005596"/>
                <w:lang w:val="fr-CH"/>
              </w:rPr>
              <w:t xml:space="preserve">, les champs correspondants «Taux de charges» et «Quantité» ne peuvent être remplis dans le relevé des unités finales d’imputation ou des centres de charges et doivent donc être laissés vierges (REK 10_011). </w:t>
            </w:r>
          </w:p>
          <w:p w14:paraId="33E22BE8" w14:textId="77777777" w:rsidR="00705061" w:rsidRPr="00E4515F" w:rsidRDefault="00705061" w:rsidP="00BC3E5E">
            <w:pPr>
              <w:pStyle w:val="tabellegt"/>
              <w:spacing w:line="276" w:lineRule="auto"/>
              <w:rPr>
                <w:rFonts w:ascii="Arial" w:hAnsi="Arial" w:cs="Arial"/>
                <w:color w:val="005596"/>
                <w:lang w:val="fr-CH"/>
              </w:rPr>
            </w:pPr>
          </w:p>
          <w:p w14:paraId="06BB20CD" w14:textId="77777777" w:rsidR="00705061" w:rsidRPr="00C26092" w:rsidRDefault="00705061" w:rsidP="00BC3E5E">
            <w:pPr>
              <w:pStyle w:val="tabellegt"/>
              <w:spacing w:line="276" w:lineRule="auto"/>
              <w:rPr>
                <w:rFonts w:ascii="Arial" w:hAnsi="Arial" w:cs="Arial"/>
                <w:lang w:val="fr-CH"/>
              </w:rPr>
            </w:pPr>
            <w:r w:rsidRPr="00E4515F">
              <w:rPr>
                <w:rFonts w:ascii="Arial" w:hAnsi="Arial" w:cs="Arial"/>
                <w:color w:val="005596"/>
                <w:lang w:val="fr-CH"/>
              </w:rPr>
              <w:t>Les informations peuvent également être recueillies de plusieurs sources</w:t>
            </w:r>
            <w:r w:rsidR="00E4515F">
              <w:rPr>
                <w:rFonts w:ascii="Arial" w:hAnsi="Arial" w:cs="Arial"/>
                <w:color w:val="005596"/>
                <w:lang w:val="fr-CH"/>
              </w:rPr>
              <w:t>.</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3E610D1"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C26092" w14:paraId="2E3C75E4"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5743890"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9.9</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6AAAC87"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Le cas tarifaire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CA98412"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6C0A5D3A"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0836D04"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CFA0D58"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Ne fait pas partie de la vérification – pas de questions de contrôle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FDEA91C"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C26092" w14:paraId="78E18183" w14:textId="77777777" w:rsidTr="002F40EF">
        <w:trPr>
          <w:trHeight w:val="135"/>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4A773E7"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9.10</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7164C3F"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Le mandat</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D77D2DE"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1EF37F09"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987356181"/>
              <w14:checkbox>
                <w14:checked w14:val="0"/>
                <w14:checkedState w14:val="2612" w14:font="MS Gothic"/>
                <w14:uncheckedState w14:val="2610" w14:font="MS Gothic"/>
              </w14:checkbox>
            </w:sdtPr>
            <w:sdtEndPr/>
            <w:sdtContent>
              <w:p w14:paraId="7E3269F5"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F17E771"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Vérification: le mandat est, en plus du cas administratif, la plus petite entité comptabilisable.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316DB9B"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3F3750A8"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833869722"/>
              <w14:checkbox>
                <w14:checked w14:val="0"/>
                <w14:checkedState w14:val="2612" w14:font="MS Gothic"/>
                <w14:uncheckedState w14:val="2610" w14:font="MS Gothic"/>
              </w14:checkbox>
            </w:sdtPr>
            <w:sdtEndPr/>
            <w:sdtContent>
              <w:p w14:paraId="7E5D38CF"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9596B69" w14:textId="77777777" w:rsidR="00C26092" w:rsidRDefault="00C26092" w:rsidP="00BC3E5E">
            <w:pPr>
              <w:pStyle w:val="tabellegt"/>
              <w:spacing w:line="276" w:lineRule="auto"/>
              <w:rPr>
                <w:rFonts w:ascii="Arial" w:hAnsi="Arial" w:cs="Arial"/>
                <w:lang w:val="fr-CH"/>
              </w:rPr>
            </w:pPr>
            <w:r w:rsidRPr="00C26092">
              <w:rPr>
                <w:rFonts w:ascii="Arial" w:hAnsi="Arial" w:cs="Arial"/>
                <w:lang w:val="fr-CH"/>
              </w:rPr>
              <w:t>Vérification: le contenu et la durée du mandat sont clairement délimités.</w:t>
            </w:r>
          </w:p>
          <w:p w14:paraId="567A920E" w14:textId="77777777" w:rsidR="00A30AD2" w:rsidRDefault="00A30AD2" w:rsidP="00BC3E5E">
            <w:pPr>
              <w:pStyle w:val="tabellegt"/>
              <w:spacing w:line="276" w:lineRule="auto"/>
              <w:rPr>
                <w:rFonts w:ascii="Arial" w:hAnsi="Arial" w:cs="Arial"/>
                <w:lang w:val="fr-CH"/>
              </w:rPr>
            </w:pPr>
          </w:p>
          <w:p w14:paraId="3742070B" w14:textId="77777777" w:rsidR="00A30AD2" w:rsidRPr="00E4515F" w:rsidRDefault="00A30AD2" w:rsidP="00BC3E5E">
            <w:pPr>
              <w:autoSpaceDE w:val="0"/>
              <w:autoSpaceDN w:val="0"/>
              <w:adjustRightInd w:val="0"/>
              <w:spacing w:line="276" w:lineRule="auto"/>
              <w:rPr>
                <w:rFonts w:cs="Arial"/>
                <w:color w:val="005596"/>
                <w:sz w:val="18"/>
                <w:szCs w:val="18"/>
                <w:lang w:val="fr-CH"/>
              </w:rPr>
            </w:pPr>
            <w:r w:rsidRPr="00E4515F">
              <w:rPr>
                <w:color w:val="005596"/>
                <w:sz w:val="18"/>
                <w:lang w:val="fr-CH"/>
              </w:rPr>
              <w:t>Note: Les hôpitaux universitaires et les hôpitaux avec des mandats universitaires et/ou des mandats de recherche de tiers doivent au moins gérer</w:t>
            </w:r>
            <w:r w:rsidR="00BC3E5E" w:rsidRPr="00E4515F">
              <w:rPr>
                <w:color w:val="005596"/>
                <w:sz w:val="18"/>
                <w:lang w:val="fr-CH"/>
              </w:rPr>
              <w:t xml:space="preserve"> </w:t>
            </w:r>
            <w:r w:rsidRPr="00E4515F">
              <w:rPr>
                <w:color w:val="005596"/>
                <w:sz w:val="18"/>
                <w:lang w:val="fr-CH"/>
              </w:rPr>
              <w:t>les mandats pour les activités</w:t>
            </w:r>
            <w:r w:rsidR="00E64ABA">
              <w:rPr>
                <w:color w:val="005596"/>
                <w:sz w:val="18"/>
                <w:lang w:val="fr-CH"/>
              </w:rPr>
              <w:t xml:space="preserve"> </w:t>
            </w:r>
            <w:r w:rsidR="00E64ABA" w:rsidRPr="00E4515F">
              <w:rPr>
                <w:color w:val="005596"/>
                <w:sz w:val="18"/>
                <w:lang w:val="fr-CH"/>
              </w:rPr>
              <w:t>de recherche</w:t>
            </w:r>
            <w:r w:rsidRPr="00E4515F">
              <w:rPr>
                <w:color w:val="005596"/>
                <w:sz w:val="18"/>
                <w:lang w:val="fr-CH"/>
              </w:rPr>
              <w:t xml:space="preserve"> </w:t>
            </w:r>
            <w:r w:rsidR="00E64ABA" w:rsidRPr="00E4515F">
              <w:rPr>
                <w:color w:val="005596"/>
                <w:sz w:val="18"/>
                <w:lang w:val="fr-CH"/>
              </w:rPr>
              <w:t xml:space="preserve">et </w:t>
            </w:r>
            <w:r w:rsidRPr="00E4515F">
              <w:rPr>
                <w:color w:val="005596"/>
                <w:sz w:val="18"/>
                <w:lang w:val="fr-CH"/>
              </w:rPr>
              <w:t>d’enseignement universitaire suivants:</w:t>
            </w:r>
          </w:p>
          <w:p w14:paraId="7B14F04F" w14:textId="77777777" w:rsidR="000D47B0" w:rsidRPr="000D47B0" w:rsidRDefault="000D47B0" w:rsidP="000D47B0">
            <w:pPr>
              <w:pStyle w:val="Listenabsatz"/>
              <w:numPr>
                <w:ilvl w:val="0"/>
                <w:numId w:val="29"/>
              </w:numPr>
              <w:autoSpaceDE w:val="0"/>
              <w:autoSpaceDN w:val="0"/>
              <w:adjustRightInd w:val="0"/>
              <w:spacing w:line="276" w:lineRule="auto"/>
              <w:ind w:left="210" w:hanging="219"/>
              <w:rPr>
                <w:color w:val="005596"/>
                <w:sz w:val="18"/>
                <w:lang w:val="fr-CH"/>
              </w:rPr>
            </w:pPr>
            <w:r w:rsidRPr="000D47B0">
              <w:rPr>
                <w:color w:val="005596"/>
                <w:sz w:val="18"/>
                <w:lang w:val="fr-CH"/>
              </w:rPr>
              <w:t>Formation universitaire de base (enseignement dispensé et formation reçue)</w:t>
            </w:r>
          </w:p>
          <w:p w14:paraId="6D53F331" w14:textId="77777777" w:rsidR="000D47B0" w:rsidRPr="000D47B0" w:rsidRDefault="000D47B0" w:rsidP="000D47B0">
            <w:pPr>
              <w:pStyle w:val="Listenabsatz"/>
              <w:numPr>
                <w:ilvl w:val="0"/>
                <w:numId w:val="29"/>
              </w:numPr>
              <w:autoSpaceDE w:val="0"/>
              <w:autoSpaceDN w:val="0"/>
              <w:adjustRightInd w:val="0"/>
              <w:spacing w:line="276" w:lineRule="auto"/>
              <w:ind w:left="210" w:hanging="219"/>
              <w:rPr>
                <w:color w:val="005596"/>
                <w:sz w:val="18"/>
                <w:lang w:val="fr-CH"/>
              </w:rPr>
            </w:pPr>
            <w:r w:rsidRPr="000D47B0">
              <w:rPr>
                <w:color w:val="005596"/>
                <w:sz w:val="18"/>
                <w:lang w:val="fr-CH"/>
              </w:rPr>
              <w:t>Enseignement dispensé en formation postgrade</w:t>
            </w:r>
          </w:p>
          <w:p w14:paraId="48A59F9A" w14:textId="77777777" w:rsidR="00A30AD2" w:rsidRPr="00C26092" w:rsidRDefault="000D47B0" w:rsidP="000D47B0">
            <w:pPr>
              <w:pStyle w:val="Listenabsatz"/>
              <w:numPr>
                <w:ilvl w:val="0"/>
                <w:numId w:val="29"/>
              </w:numPr>
              <w:autoSpaceDE w:val="0"/>
              <w:autoSpaceDN w:val="0"/>
              <w:adjustRightInd w:val="0"/>
              <w:spacing w:line="276" w:lineRule="auto"/>
              <w:ind w:left="210" w:hanging="219"/>
              <w:rPr>
                <w:rFonts w:cs="Arial"/>
                <w:lang w:val="fr-CH"/>
              </w:rPr>
            </w:pPr>
            <w:r w:rsidRPr="000D47B0">
              <w:rPr>
                <w:color w:val="005596"/>
                <w:sz w:val="18"/>
                <w:lang w:val="fr-CH"/>
              </w:rPr>
              <w:t>Recherche, y compris le doctorat (</w:t>
            </w:r>
            <w:r w:rsidR="00461DA6">
              <w:rPr>
                <w:color w:val="005596"/>
                <w:sz w:val="18"/>
                <w:lang w:val="fr-CH"/>
              </w:rPr>
              <w:t xml:space="preserve">MD et </w:t>
            </w:r>
            <w:r w:rsidRPr="000D47B0">
              <w:rPr>
                <w:color w:val="005596"/>
                <w:sz w:val="18"/>
                <w:lang w:val="fr-CH"/>
              </w:rPr>
              <w:t>PhD)</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4E8BA14"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5DC1A37C"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61767061"/>
              <w14:checkbox>
                <w14:checked w14:val="0"/>
                <w14:checkedState w14:val="2612" w14:font="MS Gothic"/>
                <w14:uncheckedState w14:val="2610" w14:font="MS Gothic"/>
              </w14:checkbox>
            </w:sdtPr>
            <w:sdtEndPr/>
            <w:sdtContent>
              <w:p w14:paraId="481E0A22"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37790AB"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Vérification: le relevé de l’unité finale d’imputation du mandat contient au moins les éléments exigés par le manuel REKOLE</w:t>
            </w:r>
            <w:r w:rsidRPr="00C26092">
              <w:rPr>
                <w:rFonts w:ascii="Arial" w:hAnsi="Arial" w:cs="Arial"/>
                <w:vertAlign w:val="superscript"/>
                <w:lang w:val="fr-CH"/>
              </w:rPr>
              <w:t>®</w:t>
            </w:r>
            <w:r w:rsidRPr="00C26092">
              <w:rPr>
                <w:rFonts w:ascii="Arial" w:hAnsi="Arial" w:cs="Arial"/>
                <w:lang w:val="fr-CH"/>
              </w:rPr>
              <w:t>.</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CF5D38D"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C26092" w14:paraId="5B8E09C5" w14:textId="77777777" w:rsidTr="002F40EF">
        <w:trPr>
          <w:trHeight w:val="38"/>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8A9AF06"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9.11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0AC775C"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Recherche et formation universitaire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36BD9C5"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A30AD2" w:rsidRPr="00FA6F09" w14:paraId="5C043EA5" w14:textId="77777777" w:rsidTr="003C653B">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319B509" w14:textId="77777777" w:rsidR="00A30AD2" w:rsidRPr="007C5916" w:rsidRDefault="00A30AD2" w:rsidP="00BC3E5E">
            <w:pPr>
              <w:pStyle w:val="KeinAbsatzformat"/>
              <w:spacing w:line="276" w:lineRule="auto"/>
              <w:textAlignment w:val="auto"/>
              <w:rPr>
                <w:rFonts w:ascii="Arial" w:hAnsi="Arial" w:cs="Arial"/>
                <w:color w:val="auto"/>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C431EBE" w14:textId="77777777" w:rsidR="00A30AD2" w:rsidRPr="00A30AD2" w:rsidRDefault="00A30AD2" w:rsidP="000D47B0">
            <w:pPr>
              <w:autoSpaceDE w:val="0"/>
              <w:autoSpaceDN w:val="0"/>
              <w:adjustRightInd w:val="0"/>
              <w:spacing w:line="276" w:lineRule="auto"/>
              <w:textAlignment w:val="center"/>
              <w:rPr>
                <w:rFonts w:cs="Arial"/>
                <w:sz w:val="18"/>
                <w:szCs w:val="18"/>
                <w:lang w:val="fr-CH"/>
              </w:rPr>
            </w:pPr>
            <w:r w:rsidRPr="00A30AD2">
              <w:rPr>
                <w:sz w:val="18"/>
                <w:lang w:val="fr-CH"/>
              </w:rPr>
              <w:t>Les exigences ci-dessous s’appliquent pour tous les hôpitaux universitaires et hôpitaux avec des mandats universitaires et/ou des mandats de recherche de tiers: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5FF3E41" w14:textId="77777777" w:rsidR="00A30AD2" w:rsidRPr="00A30AD2" w:rsidRDefault="00A30AD2" w:rsidP="00BC3E5E">
            <w:pPr>
              <w:pStyle w:val="KeinAbsatzformat"/>
              <w:spacing w:line="276" w:lineRule="auto"/>
              <w:textAlignment w:val="auto"/>
              <w:rPr>
                <w:rFonts w:ascii="Arial" w:hAnsi="Arial" w:cs="Arial"/>
                <w:color w:val="auto"/>
                <w:sz w:val="18"/>
                <w:szCs w:val="18"/>
                <w:lang w:val="fr-CH"/>
              </w:rPr>
            </w:pPr>
          </w:p>
        </w:tc>
      </w:tr>
    </w:tbl>
    <w:p w14:paraId="17804A4F" w14:textId="77777777" w:rsidR="00D07A89" w:rsidRDefault="00D07A89">
      <w:r>
        <w:br w:type="page"/>
      </w:r>
    </w:p>
    <w:tbl>
      <w:tblPr>
        <w:tblW w:w="9798" w:type="dxa"/>
        <w:tblInd w:w="108" w:type="dxa"/>
        <w:tblLayout w:type="fixed"/>
        <w:tblCellMar>
          <w:left w:w="0" w:type="dxa"/>
          <w:right w:w="0" w:type="dxa"/>
        </w:tblCellMar>
        <w:tblLook w:val="0000" w:firstRow="0" w:lastRow="0" w:firstColumn="0" w:lastColumn="0" w:noHBand="0" w:noVBand="0"/>
      </w:tblPr>
      <w:tblGrid>
        <w:gridCol w:w="675"/>
        <w:gridCol w:w="6401"/>
        <w:gridCol w:w="2722"/>
      </w:tblGrid>
      <w:tr w:rsidR="00A30AD2" w:rsidRPr="00FA6F09" w14:paraId="0269F23B" w14:textId="77777777" w:rsidTr="003C653B">
        <w:trPr>
          <w:trHeight w:val="60"/>
        </w:trPr>
        <w:sdt>
          <w:sdtPr>
            <w:rPr>
              <w:rFonts w:ascii="Arial" w:hAnsi="Arial" w:cs="Arial"/>
              <w:color w:val="auto"/>
              <w:sz w:val="18"/>
              <w:szCs w:val="18"/>
            </w:rPr>
            <w:id w:val="-346326489"/>
            <w14:checkbox>
              <w14:checked w14:val="0"/>
              <w14:checkedState w14:val="2612" w14:font="Yu Gothic UI"/>
              <w14:uncheckedState w14:val="2610" w14:font="Yu Gothic UI"/>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9E423AC" w14:textId="0FB46B2D" w:rsidR="00A30AD2" w:rsidRPr="007C5916" w:rsidRDefault="00A30AD2" w:rsidP="00BC3E5E">
                <w:pPr>
                  <w:pStyle w:val="KeinAbsatzformat"/>
                  <w:spacing w:line="276" w:lineRule="auto"/>
                  <w:textAlignment w:val="auto"/>
                  <w:rPr>
                    <w:rFonts w:ascii="Arial" w:hAnsi="Arial" w:cs="Arial"/>
                    <w:color w:val="auto"/>
                    <w:sz w:val="18"/>
                    <w:szCs w:val="18"/>
                  </w:rPr>
                </w:pPr>
                <w:r w:rsidRPr="007C5916">
                  <w:rPr>
                    <w:rFonts w:ascii="MS Gothic" w:eastAsia="MS Gothic" w:hAnsi="MS Gothic" w:cs="Arial" w:hint="eastAsia"/>
                    <w:color w:val="auto"/>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0394E42" w14:textId="77777777" w:rsidR="000D47B0" w:rsidRPr="000D47B0" w:rsidRDefault="00A30AD2" w:rsidP="000D47B0">
            <w:pPr>
              <w:autoSpaceDE w:val="0"/>
              <w:autoSpaceDN w:val="0"/>
              <w:adjustRightInd w:val="0"/>
              <w:spacing w:line="276" w:lineRule="auto"/>
              <w:rPr>
                <w:sz w:val="18"/>
                <w:lang w:val="fr-CH"/>
              </w:rPr>
            </w:pPr>
            <w:r w:rsidRPr="00A30AD2">
              <w:rPr>
                <w:sz w:val="18"/>
                <w:lang w:val="fr-CH"/>
              </w:rPr>
              <w:t xml:space="preserve">Documentation du relevé d’activités effectué. Le relevé ne doit pas remonter à plus de quatre ans. </w:t>
            </w:r>
            <w:r w:rsidR="000D47B0" w:rsidRPr="000D47B0">
              <w:rPr>
                <w:sz w:val="18"/>
                <w:lang w:val="fr-CH"/>
              </w:rPr>
              <w:t>Le relevé des activités de formation universitaire selon l’art. 7 OCP concerne toutes les catégories professionnelles du personnel hospitalier dans le cadre de la formation de base théorique et pratique ainsi que dans le cadre de la formation postgrade des professions médicales universitaires</w:t>
            </w:r>
            <w:r w:rsidR="000D47B0">
              <w:rPr>
                <w:rStyle w:val="Funotenzeichen"/>
                <w:sz w:val="18"/>
                <w:lang w:val="fr-CH"/>
              </w:rPr>
              <w:footnoteReference w:id="1"/>
            </w:r>
            <w:r w:rsidR="000D47B0" w:rsidRPr="000D47B0">
              <w:rPr>
                <w:sz w:val="18"/>
                <w:lang w:val="fr-CH"/>
              </w:rPr>
              <w:t xml:space="preserve"> définies dans la LPMéd</w:t>
            </w:r>
          </w:p>
          <w:p w14:paraId="217C0C7A" w14:textId="77777777" w:rsidR="000D47B0" w:rsidRPr="000D47B0" w:rsidRDefault="000D47B0" w:rsidP="00E64ABA">
            <w:pPr>
              <w:pStyle w:val="Listenabsatz"/>
              <w:numPr>
                <w:ilvl w:val="0"/>
                <w:numId w:val="40"/>
              </w:numPr>
              <w:autoSpaceDE w:val="0"/>
              <w:autoSpaceDN w:val="0"/>
              <w:adjustRightInd w:val="0"/>
              <w:spacing w:line="276" w:lineRule="auto"/>
              <w:ind w:left="210" w:hanging="219"/>
              <w:rPr>
                <w:sz w:val="18"/>
                <w:lang w:val="fr-CH"/>
              </w:rPr>
            </w:pPr>
            <w:r w:rsidRPr="000D47B0">
              <w:rPr>
                <w:sz w:val="18"/>
                <w:lang w:val="fr-CH"/>
              </w:rPr>
              <w:t xml:space="preserve">qui assument une activité d’enseignement (formation prodiguée, point de vue de l’enseignant) et </w:t>
            </w:r>
          </w:p>
          <w:p w14:paraId="2EF75746" w14:textId="77777777" w:rsidR="000D47B0" w:rsidRPr="000D47B0" w:rsidRDefault="000D47B0" w:rsidP="00E64ABA">
            <w:pPr>
              <w:pStyle w:val="Listenabsatz"/>
              <w:numPr>
                <w:ilvl w:val="0"/>
                <w:numId w:val="40"/>
              </w:numPr>
              <w:autoSpaceDE w:val="0"/>
              <w:autoSpaceDN w:val="0"/>
              <w:adjustRightInd w:val="0"/>
              <w:spacing w:line="276" w:lineRule="auto"/>
              <w:ind w:left="210" w:hanging="219"/>
              <w:rPr>
                <w:sz w:val="18"/>
                <w:lang w:val="fr-CH"/>
              </w:rPr>
            </w:pPr>
            <w:r w:rsidRPr="000D47B0">
              <w:rPr>
                <w:sz w:val="18"/>
                <w:lang w:val="fr-CH"/>
              </w:rPr>
              <w:t>les étudiants (formation reçue, point de vue de l’étudiant)</w:t>
            </w:r>
          </w:p>
          <w:p w14:paraId="61DBDFAF" w14:textId="77777777" w:rsidR="000D47B0" w:rsidRPr="000D47B0" w:rsidRDefault="000D47B0" w:rsidP="000D47B0">
            <w:pPr>
              <w:autoSpaceDE w:val="0"/>
              <w:autoSpaceDN w:val="0"/>
              <w:adjustRightInd w:val="0"/>
              <w:spacing w:line="276" w:lineRule="auto"/>
              <w:rPr>
                <w:sz w:val="18"/>
                <w:lang w:val="fr-CH"/>
              </w:rPr>
            </w:pPr>
            <w:r w:rsidRPr="000D47B0">
              <w:rPr>
                <w:sz w:val="18"/>
                <w:lang w:val="fr-CH"/>
              </w:rPr>
              <w:t xml:space="preserve">L’analyse de la production jumelée doit être menée sans faille dans le cadre de l’analyse des activités pour la saisie des coûts d’exploitation relevant de l’AOS, resp. pour la saisie des coûts de la recherche et de la formation universitaire. </w:t>
            </w:r>
          </w:p>
          <w:p w14:paraId="4B2132D0" w14:textId="77777777" w:rsidR="000D47B0" w:rsidRPr="000D47B0" w:rsidRDefault="000D47B0" w:rsidP="000D47B0">
            <w:pPr>
              <w:autoSpaceDE w:val="0"/>
              <w:autoSpaceDN w:val="0"/>
              <w:adjustRightInd w:val="0"/>
              <w:spacing w:line="276" w:lineRule="auto"/>
              <w:rPr>
                <w:sz w:val="18"/>
                <w:lang w:val="fr-CH"/>
              </w:rPr>
            </w:pPr>
          </w:p>
          <w:p w14:paraId="53A7212A" w14:textId="77777777" w:rsidR="00A30AD2" w:rsidRPr="00A30AD2" w:rsidRDefault="00A30AD2" w:rsidP="00BC3E5E">
            <w:pPr>
              <w:autoSpaceDE w:val="0"/>
              <w:autoSpaceDN w:val="0"/>
              <w:adjustRightInd w:val="0"/>
              <w:spacing w:line="276" w:lineRule="auto"/>
              <w:rPr>
                <w:rFonts w:cs="Arial"/>
                <w:sz w:val="18"/>
                <w:szCs w:val="18"/>
                <w:lang w:val="fr-CH"/>
              </w:rPr>
            </w:pPr>
            <w:r w:rsidRPr="00A30AD2">
              <w:rPr>
                <w:sz w:val="18"/>
                <w:lang w:val="fr-CH"/>
              </w:rPr>
              <w:t>Il doit au moins être divisé en</w:t>
            </w:r>
            <w:r w:rsidR="00C53CE5">
              <w:rPr>
                <w:sz w:val="18"/>
                <w:lang w:val="fr-CH"/>
              </w:rPr>
              <w:t xml:space="preserve"> </w:t>
            </w:r>
            <w:r w:rsidR="00C53CE5" w:rsidRPr="005365D8">
              <w:rPr>
                <w:sz w:val="18"/>
                <w:lang w:val="fr-CH"/>
              </w:rPr>
              <w:t>(</w:t>
            </w:r>
            <w:r w:rsidR="005365D8" w:rsidRPr="005365D8">
              <w:rPr>
                <w:sz w:val="18"/>
                <w:lang w:val="fr-CH"/>
              </w:rPr>
              <w:t>prodiguée</w:t>
            </w:r>
            <w:r w:rsidR="00C53CE5" w:rsidRPr="005365D8">
              <w:rPr>
                <w:sz w:val="18"/>
                <w:lang w:val="fr-CH"/>
              </w:rPr>
              <w:t xml:space="preserve"> </w:t>
            </w:r>
            <w:r w:rsidR="005365D8" w:rsidRPr="005365D8">
              <w:rPr>
                <w:sz w:val="18"/>
                <w:lang w:val="fr-CH"/>
              </w:rPr>
              <w:t>et reçue</w:t>
            </w:r>
            <w:r w:rsidR="00C53CE5" w:rsidRPr="005365D8">
              <w:rPr>
                <w:sz w:val="18"/>
                <w:lang w:val="fr-CH"/>
              </w:rPr>
              <w:t>)</w:t>
            </w:r>
            <w:r w:rsidRPr="005365D8">
              <w:rPr>
                <w:sz w:val="18"/>
                <w:lang w:val="fr-CH"/>
              </w:rPr>
              <w:t xml:space="preserve">: </w:t>
            </w:r>
          </w:p>
          <w:p w14:paraId="4DB02CA9" w14:textId="77777777" w:rsidR="00A30AD2" w:rsidRPr="00E13DC3" w:rsidRDefault="00A30AD2" w:rsidP="00E64ABA">
            <w:pPr>
              <w:pStyle w:val="Listenabsatz"/>
              <w:numPr>
                <w:ilvl w:val="0"/>
                <w:numId w:val="41"/>
              </w:numPr>
              <w:autoSpaceDE w:val="0"/>
              <w:autoSpaceDN w:val="0"/>
              <w:adjustRightInd w:val="0"/>
              <w:spacing w:line="276" w:lineRule="auto"/>
              <w:ind w:left="210" w:hanging="210"/>
              <w:rPr>
                <w:rFonts w:cs="Arial"/>
                <w:sz w:val="18"/>
                <w:szCs w:val="18"/>
                <w:lang w:val="fr-CH"/>
              </w:rPr>
            </w:pPr>
            <w:r w:rsidRPr="00E13DC3">
              <w:rPr>
                <w:sz w:val="18"/>
                <w:lang w:val="fr-CH"/>
              </w:rPr>
              <w:t>formation</w:t>
            </w:r>
            <w:r w:rsidR="00E13DC3" w:rsidRPr="00E13DC3">
              <w:rPr>
                <w:sz w:val="18"/>
                <w:lang w:val="fr-CH"/>
              </w:rPr>
              <w:t xml:space="preserve"> </w:t>
            </w:r>
            <w:r w:rsidR="00E216AC">
              <w:rPr>
                <w:sz w:val="18"/>
                <w:lang w:val="fr-CH"/>
              </w:rPr>
              <w:t>de base</w:t>
            </w:r>
            <w:r w:rsidRPr="00E13DC3">
              <w:rPr>
                <w:sz w:val="18"/>
                <w:lang w:val="fr-CH"/>
              </w:rPr>
              <w:t xml:space="preserve"> </w:t>
            </w:r>
          </w:p>
          <w:p w14:paraId="7AAE3884" w14:textId="77777777" w:rsidR="00A30AD2" w:rsidRPr="000D47B0" w:rsidRDefault="00A30AD2" w:rsidP="00E64ABA">
            <w:pPr>
              <w:numPr>
                <w:ilvl w:val="0"/>
                <w:numId w:val="41"/>
              </w:numPr>
              <w:autoSpaceDE w:val="0"/>
              <w:autoSpaceDN w:val="0"/>
              <w:adjustRightInd w:val="0"/>
              <w:spacing w:line="276" w:lineRule="auto"/>
              <w:ind w:left="210" w:hanging="210"/>
              <w:rPr>
                <w:rFonts w:cs="Arial"/>
                <w:sz w:val="18"/>
                <w:szCs w:val="18"/>
                <w:lang w:val="fr-CH"/>
              </w:rPr>
            </w:pPr>
            <w:r w:rsidRPr="000D47B0">
              <w:rPr>
                <w:sz w:val="18"/>
                <w:lang w:val="fr-CH"/>
              </w:rPr>
              <w:t>formation postgrad</w:t>
            </w:r>
            <w:r w:rsidR="000D47B0" w:rsidRPr="000D47B0">
              <w:rPr>
                <w:sz w:val="18"/>
                <w:lang w:val="fr-CH"/>
              </w:rPr>
              <w:t xml:space="preserve">e </w:t>
            </w:r>
            <w:r w:rsidRPr="000D47B0">
              <w:rPr>
                <w:sz w:val="18"/>
                <w:lang w:val="fr-CH"/>
              </w:rPr>
              <w:t xml:space="preserve">et </w:t>
            </w:r>
          </w:p>
          <w:p w14:paraId="08BB1A17" w14:textId="77777777" w:rsidR="00A30AD2" w:rsidRPr="00A30AD2" w:rsidRDefault="00A30AD2" w:rsidP="00E64ABA">
            <w:pPr>
              <w:numPr>
                <w:ilvl w:val="0"/>
                <w:numId w:val="41"/>
              </w:numPr>
              <w:autoSpaceDE w:val="0"/>
              <w:autoSpaceDN w:val="0"/>
              <w:adjustRightInd w:val="0"/>
              <w:spacing w:line="276" w:lineRule="auto"/>
              <w:ind w:left="210" w:hanging="210"/>
              <w:rPr>
                <w:rFonts w:cs="Arial"/>
                <w:sz w:val="18"/>
                <w:szCs w:val="18"/>
              </w:rPr>
            </w:pPr>
            <w:r w:rsidRPr="00A30AD2">
              <w:rPr>
                <w:sz w:val="18"/>
              </w:rPr>
              <w:t>recherche</w:t>
            </w:r>
          </w:p>
          <w:p w14:paraId="0CE49AD5" w14:textId="77777777" w:rsidR="00A30AD2" w:rsidRDefault="00E216AC" w:rsidP="00BC3E5E">
            <w:pPr>
              <w:autoSpaceDE w:val="0"/>
              <w:autoSpaceDN w:val="0"/>
              <w:adjustRightInd w:val="0"/>
              <w:spacing w:line="276" w:lineRule="auto"/>
              <w:rPr>
                <w:sz w:val="18"/>
                <w:lang w:val="fr-CH"/>
              </w:rPr>
            </w:pPr>
            <w:r w:rsidRPr="00E216AC">
              <w:rPr>
                <w:sz w:val="18"/>
                <w:lang w:val="fr-CH"/>
              </w:rPr>
              <w:t>Les activités de formation continue et les coûts qui en découlent sont des coûts déterminant pour l’</w:t>
            </w:r>
            <w:r w:rsidR="00C53CE5">
              <w:rPr>
                <w:sz w:val="18"/>
                <w:lang w:val="fr-CH"/>
              </w:rPr>
              <w:t>AOS</w:t>
            </w:r>
            <w:r w:rsidRPr="00E216AC">
              <w:rPr>
                <w:sz w:val="18"/>
                <w:lang w:val="fr-CH"/>
              </w:rPr>
              <w:t xml:space="preserve"> et ne figurent pas parmi les activités de la recherche et de la formation universitaire selon la LAMal. Le relevé des activités de la formation continue demeure donc optionnel, car la loi n’exige pas de présentation séparée de ces activités. Les activités de formation doivent être comptabilisées sur les cas administratifs.</w:t>
            </w:r>
          </w:p>
          <w:p w14:paraId="391492E1" w14:textId="77777777" w:rsidR="00E216AC" w:rsidRPr="005365D8" w:rsidRDefault="00E216AC" w:rsidP="00BC3E5E">
            <w:pPr>
              <w:autoSpaceDE w:val="0"/>
              <w:autoSpaceDN w:val="0"/>
              <w:adjustRightInd w:val="0"/>
              <w:spacing w:line="276" w:lineRule="auto"/>
              <w:rPr>
                <w:color w:val="005596"/>
                <w:sz w:val="18"/>
                <w:lang w:val="fr-CH"/>
              </w:rPr>
            </w:pPr>
          </w:p>
          <w:p w14:paraId="65538FBD" w14:textId="77777777" w:rsidR="005365D8" w:rsidRPr="005365D8" w:rsidRDefault="00A30AD2" w:rsidP="005365D8">
            <w:pPr>
              <w:autoSpaceDE w:val="0"/>
              <w:autoSpaceDN w:val="0"/>
              <w:adjustRightInd w:val="0"/>
              <w:spacing w:line="276" w:lineRule="auto"/>
              <w:rPr>
                <w:color w:val="005596"/>
                <w:sz w:val="18"/>
                <w:lang w:val="fr-CH"/>
              </w:rPr>
            </w:pPr>
            <w:r w:rsidRPr="00E4515F">
              <w:rPr>
                <w:color w:val="005596"/>
                <w:sz w:val="18"/>
                <w:lang w:val="fr-CH"/>
              </w:rPr>
              <w:t xml:space="preserve">Note: </w:t>
            </w:r>
            <w:r w:rsidR="00E13DC3" w:rsidRPr="00E4515F">
              <w:rPr>
                <w:color w:val="005596"/>
                <w:sz w:val="18"/>
                <w:lang w:val="fr-CH"/>
              </w:rPr>
              <w:t>Les groupes d’activités selon le manuel REKOLE</w:t>
            </w:r>
            <w:r w:rsidR="00E13DC3" w:rsidRPr="005365D8">
              <w:rPr>
                <w:color w:val="005596"/>
                <w:sz w:val="18"/>
                <w:vertAlign w:val="superscript"/>
                <w:lang w:val="fr-CH"/>
              </w:rPr>
              <w:t>®</w:t>
            </w:r>
            <w:r w:rsidR="00E13DC3" w:rsidRPr="00E4515F">
              <w:rPr>
                <w:color w:val="005596"/>
                <w:sz w:val="18"/>
                <w:lang w:val="fr-CH"/>
              </w:rPr>
              <w:t xml:space="preserve"> </w:t>
            </w:r>
            <w:r w:rsidR="00FA5D8B" w:rsidRPr="00E4515F">
              <w:rPr>
                <w:color w:val="005596"/>
                <w:sz w:val="18"/>
                <w:lang w:val="fr-CH"/>
              </w:rPr>
              <w:t>c</w:t>
            </w:r>
            <w:r w:rsidR="00E13DC3" w:rsidRPr="00E4515F">
              <w:rPr>
                <w:color w:val="005596"/>
                <w:sz w:val="18"/>
                <w:lang w:val="fr-CH"/>
              </w:rPr>
              <w:t>hapitre 10.3 ont été définies pour les pro</w:t>
            </w:r>
            <w:r w:rsidR="00BC3E5E" w:rsidRPr="00E4515F">
              <w:rPr>
                <w:color w:val="005596"/>
                <w:sz w:val="18"/>
                <w:lang w:val="fr-CH"/>
              </w:rPr>
              <w:t xml:space="preserve">fessions médicales. </w:t>
            </w:r>
            <w:r w:rsidR="00E13DC3" w:rsidRPr="00E4515F">
              <w:rPr>
                <w:color w:val="005596"/>
                <w:sz w:val="18"/>
                <w:lang w:val="fr-CH"/>
              </w:rPr>
              <w:t>S</w:t>
            </w:r>
            <w:r w:rsidRPr="00E4515F">
              <w:rPr>
                <w:color w:val="005596"/>
                <w:sz w:val="18"/>
                <w:lang w:val="fr-CH"/>
              </w:rPr>
              <w:t>i un hôpital procède à une saisie encore plus fine des activités, il convient alors de s’assurer que les informations (par ex. taux d’occupation en pour-cent) soient regroupées correctement</w:t>
            </w:r>
            <w:r w:rsidRPr="005365D8">
              <w:rPr>
                <w:color w:val="005596"/>
                <w:sz w:val="18"/>
                <w:lang w:val="fr-CH"/>
              </w:rPr>
              <w:t xml:space="preserve">. </w:t>
            </w:r>
            <w:r w:rsidR="005365D8" w:rsidRPr="005365D8">
              <w:rPr>
                <w:color w:val="005596"/>
                <w:sz w:val="18"/>
                <w:lang w:val="fr-CH"/>
              </w:rPr>
              <w:t>D’éventuels groupes d’activités manquants et spécifiques pour les autres catégories professionnelles doivent être créés.</w:t>
            </w:r>
          </w:p>
          <w:p w14:paraId="51BE22DF" w14:textId="77777777" w:rsidR="00A30AD2" w:rsidRPr="005365D8" w:rsidRDefault="00A30AD2" w:rsidP="00BC3E5E">
            <w:pPr>
              <w:autoSpaceDE w:val="0"/>
              <w:autoSpaceDN w:val="0"/>
              <w:adjustRightInd w:val="0"/>
              <w:spacing w:line="276" w:lineRule="auto"/>
              <w:rPr>
                <w:rFonts w:cs="Arial"/>
                <w:color w:val="00B050"/>
                <w:sz w:val="18"/>
                <w:szCs w:val="18"/>
                <w:lang w:val="fr-CH"/>
              </w:rPr>
            </w:pPr>
          </w:p>
          <w:p w14:paraId="064C9D5B" w14:textId="77777777" w:rsidR="00E216AC" w:rsidRPr="00FC7221" w:rsidRDefault="00A30AD2" w:rsidP="00E216AC">
            <w:pPr>
              <w:autoSpaceDE w:val="0"/>
              <w:autoSpaceDN w:val="0"/>
              <w:adjustRightInd w:val="0"/>
              <w:spacing w:line="276" w:lineRule="auto"/>
              <w:rPr>
                <w:color w:val="005596"/>
                <w:sz w:val="18"/>
                <w:lang w:val="fr-CH"/>
              </w:rPr>
            </w:pPr>
            <w:r w:rsidRPr="00E4515F">
              <w:rPr>
                <w:color w:val="005596"/>
                <w:sz w:val="18"/>
                <w:lang w:val="fr-CH"/>
              </w:rPr>
              <w:t>D’autres détails sont disponibles dans le manuel REKOLE</w:t>
            </w:r>
            <w:r w:rsidRPr="00E4515F">
              <w:rPr>
                <w:color w:val="005596"/>
                <w:sz w:val="18"/>
                <w:vertAlign w:val="superscript"/>
                <w:lang w:val="fr-CH"/>
              </w:rPr>
              <w:t>®</w:t>
            </w:r>
            <w:r w:rsidRPr="00E4515F">
              <w:rPr>
                <w:color w:val="005596"/>
                <w:sz w:val="18"/>
                <w:lang w:val="fr-CH"/>
              </w:rPr>
              <w:t>, Comptabilité analytique à l’hôpital, 4</w:t>
            </w:r>
            <w:r w:rsidRPr="00E4515F">
              <w:rPr>
                <w:color w:val="005596"/>
                <w:sz w:val="18"/>
                <w:vertAlign w:val="superscript"/>
                <w:lang w:val="fr-CH"/>
              </w:rPr>
              <w:t>e</w:t>
            </w:r>
            <w:r w:rsidRPr="00E4515F">
              <w:rPr>
                <w:color w:val="005596"/>
                <w:sz w:val="18"/>
                <w:lang w:val="fr-CH"/>
              </w:rPr>
              <w:t xml:space="preserve"> édition 2013, au chapitre 9.11.6 Conditions préalables au sein de REKOLE</w:t>
            </w:r>
            <w:r w:rsidRPr="00E4515F">
              <w:rPr>
                <w:color w:val="005596"/>
                <w:sz w:val="18"/>
                <w:vertAlign w:val="superscript"/>
                <w:lang w:val="fr-CH"/>
              </w:rPr>
              <w:t>®</w:t>
            </w:r>
            <w:r w:rsidRPr="00E4515F">
              <w:rPr>
                <w:color w:val="005596"/>
                <w:sz w:val="18"/>
                <w:lang w:val="fr-CH"/>
              </w:rPr>
              <w:t xml:space="preserve"> et au chapitre 10.3 Formation de groupes d’activités pour la saisie des activités de la recherche et de formation universitaire. </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43D6574" w14:textId="77777777" w:rsidR="00A30AD2" w:rsidRPr="00A30AD2" w:rsidRDefault="00A30AD2" w:rsidP="00BC3E5E">
            <w:pPr>
              <w:pStyle w:val="KeinAbsatzformat"/>
              <w:spacing w:line="276" w:lineRule="auto"/>
              <w:textAlignment w:val="auto"/>
              <w:rPr>
                <w:rFonts w:ascii="Arial" w:hAnsi="Arial" w:cs="Arial"/>
                <w:color w:val="auto"/>
                <w:sz w:val="18"/>
                <w:szCs w:val="18"/>
                <w:lang w:val="fr-CH"/>
              </w:rPr>
            </w:pPr>
          </w:p>
        </w:tc>
      </w:tr>
      <w:tr w:rsidR="00A30AD2" w:rsidRPr="00FA6F09" w14:paraId="374ED5D2" w14:textId="77777777" w:rsidTr="003C653B">
        <w:trPr>
          <w:trHeight w:val="60"/>
        </w:trPr>
        <w:sdt>
          <w:sdtPr>
            <w:rPr>
              <w:rFonts w:ascii="Arial" w:hAnsi="Arial" w:cs="Arial"/>
              <w:color w:val="auto"/>
              <w:sz w:val="18"/>
              <w:szCs w:val="18"/>
            </w:rPr>
            <w:id w:val="2043702821"/>
            <w14:checkbox>
              <w14:checked w14:val="0"/>
              <w14:checkedState w14:val="2612" w14:font="Yu Gothic UI"/>
              <w14:uncheckedState w14:val="2610" w14:font="Yu Gothic UI"/>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57E61CE" w14:textId="77777777" w:rsidR="00A30AD2" w:rsidRPr="007C5916" w:rsidRDefault="00A30AD2" w:rsidP="00BC3E5E">
                <w:pPr>
                  <w:pStyle w:val="KeinAbsatzformat"/>
                  <w:spacing w:line="276" w:lineRule="auto"/>
                  <w:textAlignment w:val="auto"/>
                  <w:rPr>
                    <w:rFonts w:ascii="Arial" w:hAnsi="Arial" w:cs="Arial"/>
                    <w:color w:val="auto"/>
                    <w:sz w:val="18"/>
                    <w:szCs w:val="18"/>
                  </w:rPr>
                </w:pPr>
                <w:r w:rsidRPr="007C5916">
                  <w:rPr>
                    <w:rFonts w:ascii="MS Gothic" w:eastAsia="MS Gothic" w:hAnsi="MS Gothic" w:cs="Arial" w:hint="eastAsia"/>
                    <w:color w:val="auto"/>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C7AE14C" w14:textId="77777777" w:rsidR="00A30AD2" w:rsidRPr="00A30AD2" w:rsidRDefault="00A30AD2" w:rsidP="00BC3E5E">
            <w:pPr>
              <w:autoSpaceDE w:val="0"/>
              <w:autoSpaceDN w:val="0"/>
              <w:adjustRightInd w:val="0"/>
              <w:spacing w:line="276" w:lineRule="auto"/>
              <w:rPr>
                <w:rFonts w:eastAsia="TheMix-HP3Lig" w:cs="Arial"/>
                <w:sz w:val="18"/>
                <w:szCs w:val="18"/>
                <w:lang w:val="fr-CH"/>
              </w:rPr>
            </w:pPr>
            <w:r w:rsidRPr="00A30AD2">
              <w:rPr>
                <w:sz w:val="18"/>
                <w:lang w:val="fr-CH"/>
              </w:rPr>
              <w:t>La documentation des mesures prises pour comptabiliser (charges salariales) ou répartir (charges de matériel) les coûts indirects de la production jumelée sur le centre de charges obligatoire Recherche et formation universitaire.</w:t>
            </w:r>
          </w:p>
          <w:p w14:paraId="2121F9B4" w14:textId="77777777" w:rsidR="00A30AD2" w:rsidRPr="00E4515F" w:rsidRDefault="00A30AD2" w:rsidP="00BC3E5E">
            <w:pPr>
              <w:autoSpaceDE w:val="0"/>
              <w:autoSpaceDN w:val="0"/>
              <w:adjustRightInd w:val="0"/>
              <w:spacing w:line="276" w:lineRule="auto"/>
              <w:rPr>
                <w:rFonts w:eastAsia="TheMix-HP3Lig" w:cs="Arial"/>
                <w:color w:val="005596"/>
                <w:sz w:val="18"/>
                <w:szCs w:val="18"/>
                <w:lang w:val="fr-CH"/>
              </w:rPr>
            </w:pPr>
          </w:p>
          <w:p w14:paraId="2F7520BE" w14:textId="77777777" w:rsidR="00A30AD2" w:rsidRPr="00A30AD2" w:rsidRDefault="002B2E42" w:rsidP="002B2E42">
            <w:pPr>
              <w:autoSpaceDE w:val="0"/>
              <w:autoSpaceDN w:val="0"/>
              <w:adjustRightInd w:val="0"/>
              <w:spacing w:line="276" w:lineRule="auto"/>
              <w:rPr>
                <w:rFonts w:eastAsia="TheMix-HP3Lig" w:cs="Arial"/>
                <w:sz w:val="18"/>
                <w:szCs w:val="18"/>
                <w:lang w:val="fr-CH"/>
              </w:rPr>
            </w:pPr>
            <w:r>
              <w:rPr>
                <w:color w:val="005596"/>
                <w:sz w:val="18"/>
                <w:lang w:val="fr-CH"/>
              </w:rPr>
              <w:t>Note: un rapport coûts/</w:t>
            </w:r>
            <w:r w:rsidR="00A30AD2" w:rsidRPr="00E4515F">
              <w:rPr>
                <w:color w:val="005596"/>
                <w:sz w:val="18"/>
                <w:lang w:val="fr-CH"/>
              </w:rPr>
              <w:t xml:space="preserve">utilité équilibré doit être garanti lors du calcul des coûts indirects. </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B75F543" w14:textId="77777777" w:rsidR="00A30AD2" w:rsidRPr="00A30AD2" w:rsidRDefault="00A30AD2" w:rsidP="00BC3E5E">
            <w:pPr>
              <w:pStyle w:val="KeinAbsatzformat"/>
              <w:spacing w:line="276" w:lineRule="auto"/>
              <w:textAlignment w:val="auto"/>
              <w:rPr>
                <w:rFonts w:ascii="Arial" w:hAnsi="Arial" w:cs="Arial"/>
                <w:color w:val="auto"/>
                <w:sz w:val="18"/>
                <w:szCs w:val="18"/>
                <w:lang w:val="fr-CH"/>
              </w:rPr>
            </w:pPr>
          </w:p>
        </w:tc>
      </w:tr>
    </w:tbl>
    <w:p w14:paraId="77BECD0D" w14:textId="77777777" w:rsidR="00D07A89" w:rsidRDefault="00D07A89">
      <w:r>
        <w:br w:type="page"/>
      </w:r>
    </w:p>
    <w:tbl>
      <w:tblPr>
        <w:tblW w:w="9798" w:type="dxa"/>
        <w:tblInd w:w="108" w:type="dxa"/>
        <w:tblLayout w:type="fixed"/>
        <w:tblCellMar>
          <w:left w:w="0" w:type="dxa"/>
          <w:right w:w="0" w:type="dxa"/>
        </w:tblCellMar>
        <w:tblLook w:val="0000" w:firstRow="0" w:lastRow="0" w:firstColumn="0" w:lastColumn="0" w:noHBand="0" w:noVBand="0"/>
      </w:tblPr>
      <w:tblGrid>
        <w:gridCol w:w="675"/>
        <w:gridCol w:w="6401"/>
        <w:gridCol w:w="2722"/>
      </w:tblGrid>
      <w:tr w:rsidR="00A30AD2" w:rsidRPr="00FA6F09" w14:paraId="43E6749C" w14:textId="77777777" w:rsidTr="003C653B">
        <w:trPr>
          <w:trHeight w:val="60"/>
        </w:trPr>
        <w:sdt>
          <w:sdtPr>
            <w:rPr>
              <w:rFonts w:ascii="Arial" w:hAnsi="Arial" w:cs="Arial"/>
              <w:color w:val="auto"/>
              <w:sz w:val="18"/>
              <w:szCs w:val="18"/>
            </w:rPr>
            <w:id w:val="-323812477"/>
            <w14:checkbox>
              <w14:checked w14:val="0"/>
              <w14:checkedState w14:val="2612" w14:font="Yu Gothic UI"/>
              <w14:uncheckedState w14:val="2610" w14:font="Yu Gothic UI"/>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66DA1E4" w14:textId="2FAF6B94" w:rsidR="00A30AD2" w:rsidRPr="007C5916" w:rsidRDefault="00A30AD2" w:rsidP="00BC3E5E">
                <w:pPr>
                  <w:pStyle w:val="KeinAbsatzformat"/>
                  <w:spacing w:line="276" w:lineRule="auto"/>
                  <w:textAlignment w:val="auto"/>
                  <w:rPr>
                    <w:rFonts w:ascii="Arial" w:hAnsi="Arial" w:cs="Arial"/>
                    <w:color w:val="auto"/>
                    <w:sz w:val="18"/>
                    <w:szCs w:val="18"/>
                  </w:rPr>
                </w:pPr>
                <w:r w:rsidRPr="007C5916">
                  <w:rPr>
                    <w:rFonts w:ascii="MS Gothic" w:eastAsia="MS Gothic" w:hAnsi="MS Gothic" w:cs="Arial" w:hint="eastAsia"/>
                    <w:color w:val="auto"/>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6E8A868" w14:textId="02A3EA20" w:rsidR="00A30AD2" w:rsidRPr="00A30AD2" w:rsidRDefault="00FA7766" w:rsidP="00174E9B">
            <w:pPr>
              <w:autoSpaceDE w:val="0"/>
              <w:autoSpaceDN w:val="0"/>
              <w:adjustRightInd w:val="0"/>
              <w:spacing w:line="276" w:lineRule="auto"/>
              <w:rPr>
                <w:rFonts w:cs="Arial"/>
                <w:sz w:val="18"/>
                <w:szCs w:val="18"/>
                <w:highlight w:val="yellow"/>
                <w:lang w:val="fr-CH"/>
              </w:rPr>
            </w:pPr>
            <w:r w:rsidRPr="00D07A89">
              <w:rPr>
                <w:sz w:val="18"/>
                <w:lang w:val="fr-CH"/>
              </w:rPr>
              <w:t>Pour autant que l’hôpital dispose de l’information, l</w:t>
            </w:r>
            <w:r w:rsidR="00A30AD2" w:rsidRPr="00D07A89">
              <w:rPr>
                <w:sz w:val="18"/>
                <w:lang w:val="fr-CH"/>
              </w:rPr>
              <w:t>orsque</w:t>
            </w:r>
            <w:r w:rsidR="00A30AD2" w:rsidRPr="00A30AD2">
              <w:rPr>
                <w:sz w:val="18"/>
                <w:lang w:val="fr-CH"/>
              </w:rPr>
              <w:t xml:space="preserve"> la</w:t>
            </w:r>
            <w:r w:rsidR="00174E9B">
              <w:rPr>
                <w:sz w:val="18"/>
                <w:lang w:val="fr-CH"/>
              </w:rPr>
              <w:t xml:space="preserve"> recherche et la</w:t>
            </w:r>
            <w:r w:rsidR="00A30AD2" w:rsidRPr="00A30AD2">
              <w:rPr>
                <w:sz w:val="18"/>
                <w:lang w:val="fr-CH"/>
              </w:rPr>
              <w:t xml:space="preserve"> formati</w:t>
            </w:r>
            <w:r w:rsidR="00174E9B">
              <w:rPr>
                <w:sz w:val="18"/>
                <w:lang w:val="fr-CH"/>
              </w:rPr>
              <w:t xml:space="preserve">on universitaire </w:t>
            </w:r>
            <w:r w:rsidR="00A30AD2" w:rsidRPr="00A30AD2">
              <w:rPr>
                <w:sz w:val="18"/>
                <w:lang w:val="fr-CH"/>
              </w:rPr>
              <w:t>sont financées, outre par l’hôpital, par des tiers (les départements de la formation, les cantons, la Confédération, l’industrie, les instituts de recherche, les associations professionnelles, les sociétés du domaine médical, les fondations, etc.): les coûts et les revenus financés par des tiers sont-ils connus et ont-ils été pris en compte en tant que coûts/revenus supplétifs dans la comptabilité des ajustements [cf. chapitre 5.6.2 Charges calculées (détermination des charges substitutives et charges supplétives)]?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6916BEE" w14:textId="77777777" w:rsidR="00A30AD2" w:rsidRPr="00A30AD2" w:rsidRDefault="00A30AD2" w:rsidP="00BC3E5E">
            <w:pPr>
              <w:pStyle w:val="KeinAbsatzformat"/>
              <w:spacing w:line="276" w:lineRule="auto"/>
              <w:textAlignment w:val="auto"/>
              <w:rPr>
                <w:rFonts w:ascii="Arial" w:hAnsi="Arial" w:cs="Arial"/>
                <w:color w:val="auto"/>
                <w:sz w:val="18"/>
                <w:szCs w:val="18"/>
                <w:lang w:val="fr-CH"/>
              </w:rPr>
            </w:pPr>
          </w:p>
        </w:tc>
      </w:tr>
      <w:tr w:rsidR="00A30AD2" w:rsidRPr="00FA6F09" w14:paraId="1B1821CA" w14:textId="77777777" w:rsidTr="003C653B">
        <w:trPr>
          <w:trHeight w:val="60"/>
        </w:trPr>
        <w:sdt>
          <w:sdtPr>
            <w:rPr>
              <w:rFonts w:ascii="Arial" w:hAnsi="Arial" w:cs="Arial"/>
              <w:color w:val="auto"/>
              <w:sz w:val="18"/>
              <w:szCs w:val="18"/>
            </w:rPr>
            <w:id w:val="-242262237"/>
            <w14:checkbox>
              <w14:checked w14:val="0"/>
              <w14:checkedState w14:val="2612" w14:font="Yu Gothic UI"/>
              <w14:uncheckedState w14:val="2610" w14:font="Yu Gothic UI"/>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60AA9D0" w14:textId="77777777" w:rsidR="00A30AD2" w:rsidRPr="007C5916" w:rsidRDefault="00A30AD2" w:rsidP="00BC3E5E">
                <w:pPr>
                  <w:pStyle w:val="KeinAbsatzformat"/>
                  <w:spacing w:line="276" w:lineRule="auto"/>
                  <w:textAlignment w:val="auto"/>
                  <w:rPr>
                    <w:rFonts w:ascii="Arial" w:hAnsi="Arial" w:cs="Arial"/>
                    <w:color w:val="auto"/>
                    <w:sz w:val="18"/>
                    <w:szCs w:val="18"/>
                  </w:rPr>
                </w:pPr>
                <w:r w:rsidRPr="007C5916">
                  <w:rPr>
                    <w:rFonts w:ascii="MS Gothic" w:eastAsia="MS Gothic" w:hAnsi="MS Gothic" w:cs="Arial" w:hint="eastAsia"/>
                    <w:color w:val="auto"/>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22186DF" w14:textId="77777777" w:rsidR="00A30AD2" w:rsidRDefault="00F96C21" w:rsidP="00BC3E5E">
            <w:pPr>
              <w:autoSpaceDE w:val="0"/>
              <w:autoSpaceDN w:val="0"/>
              <w:adjustRightInd w:val="0"/>
              <w:spacing w:line="276" w:lineRule="auto"/>
              <w:rPr>
                <w:sz w:val="18"/>
                <w:lang w:val="fr-CH"/>
              </w:rPr>
            </w:pPr>
            <w:r>
              <w:rPr>
                <w:sz w:val="18"/>
                <w:lang w:val="fr-CH"/>
              </w:rPr>
              <w:t>Vérification</w:t>
            </w:r>
            <w:r w:rsidR="00A30AD2" w:rsidRPr="00A30AD2">
              <w:rPr>
                <w:sz w:val="18"/>
                <w:lang w:val="fr-CH"/>
              </w:rPr>
              <w:t xml:space="preserve">: les parts de charges salariales sont directement ou indirectement comptabilisées sur le centre de charges obligatoire Recherche et formation universitaire. </w:t>
            </w:r>
          </w:p>
          <w:p w14:paraId="0B4011F3" w14:textId="77777777" w:rsidR="00BC3E5E" w:rsidRPr="00A30AD2" w:rsidRDefault="00BC3E5E" w:rsidP="00BC3E5E">
            <w:pPr>
              <w:autoSpaceDE w:val="0"/>
              <w:autoSpaceDN w:val="0"/>
              <w:adjustRightInd w:val="0"/>
              <w:spacing w:line="276" w:lineRule="auto"/>
              <w:rPr>
                <w:rFonts w:eastAsia="TheMix-HP3Lig" w:cs="Arial"/>
                <w:sz w:val="18"/>
                <w:szCs w:val="18"/>
                <w:lang w:val="fr-CH"/>
              </w:rPr>
            </w:pPr>
          </w:p>
          <w:p w14:paraId="33FD5159" w14:textId="77777777" w:rsidR="00A30AD2" w:rsidRPr="00A30AD2" w:rsidRDefault="00A30AD2" w:rsidP="00174E9B">
            <w:pPr>
              <w:autoSpaceDE w:val="0"/>
              <w:autoSpaceDN w:val="0"/>
              <w:adjustRightInd w:val="0"/>
              <w:spacing w:line="276" w:lineRule="auto"/>
              <w:rPr>
                <w:rFonts w:eastAsia="TheMix-HP3Lig" w:cs="Arial"/>
                <w:sz w:val="18"/>
                <w:szCs w:val="18"/>
                <w:highlight w:val="yellow"/>
                <w:lang w:val="fr-CH"/>
              </w:rPr>
            </w:pPr>
            <w:r w:rsidRPr="00E4515F">
              <w:rPr>
                <w:color w:val="005596"/>
                <w:sz w:val="18"/>
                <w:lang w:val="fr-CH"/>
              </w:rPr>
              <w:t>Note: une imputation interne de prestations</w:t>
            </w:r>
            <w:r w:rsidR="00BC3E5E" w:rsidRPr="00E4515F">
              <w:rPr>
                <w:color w:val="005596"/>
                <w:sz w:val="18"/>
                <w:lang w:val="fr-CH"/>
              </w:rPr>
              <w:t xml:space="preserve"> (IIP)</w:t>
            </w:r>
            <w:r w:rsidRPr="00E4515F">
              <w:rPr>
                <w:color w:val="005596"/>
                <w:sz w:val="18"/>
                <w:lang w:val="fr-CH"/>
              </w:rPr>
              <w:t xml:space="preserve"> ou la création de coûts secondaires n’est pas possible dans ce contexte, </w:t>
            </w:r>
            <w:r w:rsidR="00174E9B" w:rsidRPr="00174E9B">
              <w:rPr>
                <w:color w:val="005596"/>
                <w:sz w:val="18"/>
                <w:lang w:val="fr-CH"/>
              </w:rPr>
              <w:t>car il en résulterait une représentation trop basse des coûts primaires du CCO 47 Recherche et formation universitaire, ce qui, au final, aboutirait à une sous-évaluation des coûts totaux de la recherche et de la formation universitaire.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8269468" w14:textId="77777777" w:rsidR="00A30AD2" w:rsidRPr="00A30AD2" w:rsidRDefault="00A30AD2" w:rsidP="00BC3E5E">
            <w:pPr>
              <w:pStyle w:val="KeinAbsatzformat"/>
              <w:spacing w:line="276" w:lineRule="auto"/>
              <w:textAlignment w:val="auto"/>
              <w:rPr>
                <w:rFonts w:ascii="Arial" w:hAnsi="Arial" w:cs="Arial"/>
                <w:color w:val="auto"/>
                <w:sz w:val="18"/>
                <w:szCs w:val="18"/>
                <w:lang w:val="fr-CH"/>
              </w:rPr>
            </w:pPr>
          </w:p>
        </w:tc>
      </w:tr>
      <w:tr w:rsidR="00A30AD2" w:rsidRPr="00FA6F09" w14:paraId="6B7D295D" w14:textId="77777777" w:rsidTr="003C653B">
        <w:trPr>
          <w:trHeight w:val="60"/>
        </w:trPr>
        <w:sdt>
          <w:sdtPr>
            <w:rPr>
              <w:rFonts w:ascii="Arial" w:hAnsi="Arial" w:cs="Arial"/>
              <w:color w:val="auto"/>
              <w:sz w:val="18"/>
              <w:szCs w:val="18"/>
            </w:rPr>
            <w:id w:val="359396432"/>
            <w14:checkbox>
              <w14:checked w14:val="0"/>
              <w14:checkedState w14:val="2612" w14:font="Yu Gothic UI"/>
              <w14:uncheckedState w14:val="2610" w14:font="Yu Gothic UI"/>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7D50B38" w14:textId="77777777" w:rsidR="00A30AD2" w:rsidRPr="007C5916" w:rsidRDefault="00A30AD2" w:rsidP="00BC3E5E">
                <w:pPr>
                  <w:pStyle w:val="KeinAbsatzformat"/>
                  <w:spacing w:line="276" w:lineRule="auto"/>
                  <w:textAlignment w:val="auto"/>
                  <w:rPr>
                    <w:rFonts w:ascii="Arial" w:hAnsi="Arial" w:cs="Arial"/>
                    <w:color w:val="auto"/>
                    <w:sz w:val="18"/>
                    <w:szCs w:val="18"/>
                  </w:rPr>
                </w:pPr>
                <w:r w:rsidRPr="007C5916">
                  <w:rPr>
                    <w:rFonts w:ascii="MS Gothic" w:eastAsia="MS Gothic" w:hAnsi="MS Gothic" w:cs="Arial" w:hint="eastAsia"/>
                    <w:color w:val="auto"/>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31C05BD" w14:textId="77777777" w:rsidR="00174E9B" w:rsidRPr="00174E9B" w:rsidRDefault="00174E9B" w:rsidP="00BC3E5E">
            <w:pPr>
              <w:autoSpaceDE w:val="0"/>
              <w:autoSpaceDN w:val="0"/>
              <w:adjustRightInd w:val="0"/>
              <w:spacing w:line="276" w:lineRule="auto"/>
              <w:rPr>
                <w:b/>
                <w:sz w:val="18"/>
                <w:lang w:val="fr-CH"/>
              </w:rPr>
            </w:pPr>
            <w:r w:rsidRPr="00174E9B">
              <w:rPr>
                <w:b/>
                <w:sz w:val="18"/>
                <w:lang w:val="fr-CH"/>
              </w:rPr>
              <w:t>Répartition conforme au lien de causalité des départements administratifs</w:t>
            </w:r>
          </w:p>
          <w:p w14:paraId="3514E573" w14:textId="77777777" w:rsidR="00A30AD2" w:rsidRPr="00A30AD2" w:rsidRDefault="00F96C21" w:rsidP="00BC3E5E">
            <w:pPr>
              <w:autoSpaceDE w:val="0"/>
              <w:autoSpaceDN w:val="0"/>
              <w:adjustRightInd w:val="0"/>
              <w:spacing w:line="276" w:lineRule="auto"/>
              <w:rPr>
                <w:rFonts w:eastAsia="TheMix-HP3Lig" w:cs="Arial"/>
                <w:sz w:val="18"/>
                <w:szCs w:val="18"/>
                <w:lang w:val="fr-CH"/>
              </w:rPr>
            </w:pPr>
            <w:r>
              <w:rPr>
                <w:sz w:val="18"/>
                <w:lang w:val="fr-CH"/>
              </w:rPr>
              <w:t>Vérification</w:t>
            </w:r>
            <w:r w:rsidR="00A30AD2" w:rsidRPr="00A30AD2">
              <w:rPr>
                <w:sz w:val="18"/>
                <w:lang w:val="fr-CH"/>
              </w:rPr>
              <w:t>: l’ensemble des salaires du personnel travaillant dans l’hôpital est pris en compte dans la comptabilité des charges par nature (comme charges incorporées ou comme charges supplétives). Si ce n’est pas le cas, il faut s’assurer que l’unité d’œuvre «Nombre d’équivalent plein</w:t>
            </w:r>
            <w:r w:rsidR="003C653B">
              <w:rPr>
                <w:sz w:val="18"/>
                <w:lang w:val="fr-CH"/>
              </w:rPr>
              <w:t xml:space="preserve"> </w:t>
            </w:r>
            <w:r w:rsidR="00A30AD2" w:rsidRPr="00A30AD2">
              <w:rPr>
                <w:sz w:val="18"/>
                <w:lang w:val="fr-CH"/>
              </w:rPr>
              <w:t xml:space="preserve">temps» est utilisée comme variante minimale: </w:t>
            </w:r>
          </w:p>
          <w:p w14:paraId="7DB332AF" w14:textId="77777777" w:rsidR="00A30AD2" w:rsidRPr="00A30AD2" w:rsidRDefault="00A30AD2" w:rsidP="00E64ABA">
            <w:pPr>
              <w:numPr>
                <w:ilvl w:val="0"/>
                <w:numId w:val="39"/>
              </w:numPr>
              <w:autoSpaceDE w:val="0"/>
              <w:autoSpaceDN w:val="0"/>
              <w:adjustRightInd w:val="0"/>
              <w:spacing w:line="276" w:lineRule="auto"/>
              <w:ind w:left="210" w:hanging="219"/>
              <w:rPr>
                <w:rFonts w:eastAsia="TheMix-HP3Lig" w:cs="Arial"/>
                <w:sz w:val="18"/>
                <w:szCs w:val="18"/>
              </w:rPr>
            </w:pPr>
            <w:r w:rsidRPr="00A30AD2">
              <w:rPr>
                <w:sz w:val="18"/>
              </w:rPr>
              <w:t>Direction</w:t>
            </w:r>
          </w:p>
          <w:p w14:paraId="5EAC4F78" w14:textId="77777777" w:rsidR="00A30AD2" w:rsidRPr="00A30AD2" w:rsidRDefault="00A30AD2" w:rsidP="00E64ABA">
            <w:pPr>
              <w:numPr>
                <w:ilvl w:val="0"/>
                <w:numId w:val="39"/>
              </w:numPr>
              <w:autoSpaceDE w:val="0"/>
              <w:autoSpaceDN w:val="0"/>
              <w:adjustRightInd w:val="0"/>
              <w:spacing w:line="276" w:lineRule="auto"/>
              <w:ind w:left="210" w:hanging="219"/>
              <w:rPr>
                <w:rFonts w:eastAsia="TheMix-HP3Lig" w:cs="Arial"/>
                <w:sz w:val="18"/>
                <w:szCs w:val="18"/>
                <w:lang w:val="fr-CH"/>
              </w:rPr>
            </w:pPr>
            <w:r w:rsidRPr="00A30AD2">
              <w:rPr>
                <w:sz w:val="18"/>
                <w:lang w:val="fr-CH"/>
              </w:rPr>
              <w:t>Services de gestion et de coordination décentralisés</w:t>
            </w:r>
          </w:p>
          <w:p w14:paraId="13719E04" w14:textId="77777777" w:rsidR="00A30AD2" w:rsidRPr="00A30AD2" w:rsidRDefault="00A30AD2" w:rsidP="00E64ABA">
            <w:pPr>
              <w:numPr>
                <w:ilvl w:val="0"/>
                <w:numId w:val="39"/>
              </w:numPr>
              <w:autoSpaceDE w:val="0"/>
              <w:autoSpaceDN w:val="0"/>
              <w:adjustRightInd w:val="0"/>
              <w:spacing w:line="276" w:lineRule="auto"/>
              <w:ind w:left="210" w:hanging="219"/>
              <w:rPr>
                <w:rFonts w:eastAsia="TheMix-HP3Lig" w:cs="Arial"/>
                <w:sz w:val="18"/>
                <w:szCs w:val="18"/>
              </w:rPr>
            </w:pPr>
            <w:r w:rsidRPr="00A30AD2">
              <w:rPr>
                <w:sz w:val="18"/>
              </w:rPr>
              <w:t>Ressources humaines</w:t>
            </w:r>
          </w:p>
          <w:p w14:paraId="08C7B6C1" w14:textId="77777777" w:rsidR="00A30AD2" w:rsidRPr="00A30AD2" w:rsidRDefault="00A30AD2" w:rsidP="00E64ABA">
            <w:pPr>
              <w:numPr>
                <w:ilvl w:val="0"/>
                <w:numId w:val="39"/>
              </w:numPr>
              <w:autoSpaceDE w:val="0"/>
              <w:autoSpaceDN w:val="0"/>
              <w:adjustRightInd w:val="0"/>
              <w:spacing w:line="276" w:lineRule="auto"/>
              <w:ind w:left="210" w:hanging="219"/>
              <w:rPr>
                <w:rFonts w:eastAsia="TheMix-HP3Lig" w:cs="Arial"/>
                <w:sz w:val="18"/>
                <w:szCs w:val="18"/>
              </w:rPr>
            </w:pPr>
            <w:r w:rsidRPr="00A30AD2">
              <w:rPr>
                <w:sz w:val="18"/>
              </w:rPr>
              <w:t>Comptabilité</w:t>
            </w:r>
          </w:p>
          <w:p w14:paraId="70BABF89" w14:textId="77777777" w:rsidR="00A30AD2" w:rsidRPr="00A30AD2" w:rsidRDefault="00A30AD2" w:rsidP="00BC3E5E">
            <w:pPr>
              <w:autoSpaceDE w:val="0"/>
              <w:autoSpaceDN w:val="0"/>
              <w:adjustRightInd w:val="0"/>
              <w:spacing w:line="276" w:lineRule="auto"/>
              <w:ind w:left="21"/>
              <w:rPr>
                <w:rFonts w:eastAsia="TheMix-HP3Lig" w:cs="Arial"/>
                <w:sz w:val="18"/>
                <w:szCs w:val="18"/>
              </w:rPr>
            </w:pPr>
          </w:p>
          <w:p w14:paraId="4752D82A" w14:textId="77777777" w:rsidR="00A30AD2" w:rsidRPr="00A30AD2" w:rsidRDefault="00A30AD2" w:rsidP="00BC3E5E">
            <w:pPr>
              <w:autoSpaceDE w:val="0"/>
              <w:autoSpaceDN w:val="0"/>
              <w:adjustRightInd w:val="0"/>
              <w:spacing w:line="276" w:lineRule="auto"/>
              <w:ind w:left="21"/>
              <w:rPr>
                <w:rFonts w:eastAsia="TheMix-HP3Lig" w:cs="Arial"/>
                <w:sz w:val="18"/>
                <w:szCs w:val="18"/>
                <w:lang w:val="fr-CH"/>
              </w:rPr>
            </w:pPr>
            <w:r w:rsidRPr="00A30AD2">
              <w:rPr>
                <w:sz w:val="18"/>
                <w:lang w:val="fr-CH"/>
              </w:rPr>
              <w:t>On évite ainsi tout biais en raison d’une clé de répartition non appropriée dans ce cas.</w:t>
            </w:r>
          </w:p>
          <w:p w14:paraId="503BA497" w14:textId="77777777" w:rsidR="00A30AD2" w:rsidRPr="00A30AD2" w:rsidRDefault="00A30AD2" w:rsidP="00BC3E5E">
            <w:pPr>
              <w:autoSpaceDE w:val="0"/>
              <w:autoSpaceDN w:val="0"/>
              <w:adjustRightInd w:val="0"/>
              <w:spacing w:line="276" w:lineRule="auto"/>
              <w:ind w:left="304"/>
              <w:rPr>
                <w:rFonts w:eastAsia="TheMix-HP3Lig" w:cs="Arial"/>
                <w:sz w:val="18"/>
                <w:szCs w:val="18"/>
                <w:lang w:val="fr-CH"/>
              </w:rPr>
            </w:pPr>
          </w:p>
          <w:p w14:paraId="1B260CD3" w14:textId="77777777" w:rsidR="00A30AD2" w:rsidRPr="00A30AD2" w:rsidRDefault="00A30AD2" w:rsidP="00BC3E5E">
            <w:pPr>
              <w:autoSpaceDE w:val="0"/>
              <w:autoSpaceDN w:val="0"/>
              <w:adjustRightInd w:val="0"/>
              <w:spacing w:line="276" w:lineRule="auto"/>
              <w:rPr>
                <w:rFonts w:eastAsia="TheMix-HP3Lig" w:cs="Arial"/>
                <w:sz w:val="18"/>
                <w:szCs w:val="18"/>
                <w:lang w:val="fr-CH"/>
              </w:rPr>
            </w:pPr>
            <w:r w:rsidRPr="00E4515F">
              <w:rPr>
                <w:color w:val="005596"/>
                <w:sz w:val="18"/>
                <w:lang w:val="fr-CH"/>
              </w:rPr>
              <w:t xml:space="preserve">Note: l’unité d’œuvre % des rémunérations n’est pas autorisée en tant que variante minimale dans ce cas. </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DC6B792" w14:textId="77777777" w:rsidR="00A30AD2" w:rsidRPr="00A30AD2" w:rsidRDefault="00A30AD2" w:rsidP="00BC3E5E">
            <w:pPr>
              <w:pStyle w:val="KeinAbsatzformat"/>
              <w:spacing w:line="276" w:lineRule="auto"/>
              <w:textAlignment w:val="auto"/>
              <w:rPr>
                <w:rFonts w:ascii="Arial" w:hAnsi="Arial" w:cs="Arial"/>
                <w:color w:val="auto"/>
                <w:sz w:val="18"/>
                <w:szCs w:val="18"/>
                <w:lang w:val="fr-CH"/>
              </w:rPr>
            </w:pPr>
          </w:p>
        </w:tc>
      </w:tr>
      <w:tr w:rsidR="00A30AD2" w:rsidRPr="00FA6F09" w14:paraId="2234BDA9" w14:textId="77777777" w:rsidTr="003C653B">
        <w:trPr>
          <w:trHeight w:val="60"/>
        </w:trPr>
        <w:sdt>
          <w:sdtPr>
            <w:rPr>
              <w:rFonts w:ascii="Arial" w:hAnsi="Arial" w:cs="Arial"/>
              <w:color w:val="auto"/>
              <w:sz w:val="18"/>
              <w:szCs w:val="18"/>
              <w:lang w:val="fr-CH"/>
            </w:rPr>
            <w:id w:val="536088360"/>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BA8C002" w14:textId="77777777" w:rsidR="00A30AD2" w:rsidRPr="00A30AD2" w:rsidRDefault="003C653B" w:rsidP="00BC3E5E">
                <w:pPr>
                  <w:pStyle w:val="KeinAbsatzformat"/>
                  <w:spacing w:line="276" w:lineRule="auto"/>
                  <w:textAlignment w:val="auto"/>
                  <w:rPr>
                    <w:rFonts w:ascii="Arial" w:hAnsi="Arial" w:cs="Arial"/>
                    <w:color w:val="auto"/>
                    <w:sz w:val="18"/>
                    <w:szCs w:val="18"/>
                    <w:lang w:val="fr-CH"/>
                  </w:rPr>
                </w:pPr>
                <w:r>
                  <w:rPr>
                    <w:rFonts w:ascii="MS Gothic" w:eastAsia="MS Gothic" w:hAnsi="MS Gothic" w:cs="Arial" w:hint="eastAsia"/>
                    <w:color w:val="auto"/>
                    <w:sz w:val="18"/>
                    <w:szCs w:val="18"/>
                    <w:lang w:val="fr-CH"/>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3DAE3DE" w14:textId="77777777" w:rsidR="00A30AD2" w:rsidRPr="00A30AD2" w:rsidRDefault="00F96C21" w:rsidP="00BC3E5E">
            <w:pPr>
              <w:autoSpaceDE w:val="0"/>
              <w:autoSpaceDN w:val="0"/>
              <w:adjustRightInd w:val="0"/>
              <w:spacing w:line="276" w:lineRule="auto"/>
              <w:rPr>
                <w:rFonts w:eastAsia="TheMix-HP3Lig" w:cs="Arial"/>
                <w:sz w:val="18"/>
                <w:szCs w:val="18"/>
                <w:lang w:val="fr-CH"/>
              </w:rPr>
            </w:pPr>
            <w:r>
              <w:rPr>
                <w:sz w:val="18"/>
                <w:lang w:val="fr-CH"/>
              </w:rPr>
              <w:t>Vérification</w:t>
            </w:r>
            <w:r w:rsidR="00A30AD2" w:rsidRPr="00A30AD2">
              <w:rPr>
                <w:sz w:val="18"/>
                <w:lang w:val="fr-CH"/>
              </w:rPr>
              <w:t>: les charges de matériel (médical et non médical), les amortissements calculés des biens mobiliers (catégories d’immobilisations D, E et F) ou les investissements dont la valeur d’acquisition est inférieure à la valeur OCP sont au moins répartis sous forme de pourcentages entre les centres de charges obligatoires concernés par les activités de la recherche et de la formation universitaire et les centres de charges obligatoires Recherche et de la formation universitaire en fonction des taux d’occupation déterminés.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F649F02" w14:textId="77777777" w:rsidR="00A30AD2" w:rsidRPr="00A30AD2" w:rsidRDefault="00A30AD2" w:rsidP="00BC3E5E">
            <w:pPr>
              <w:pStyle w:val="KeinAbsatzformat"/>
              <w:spacing w:line="276" w:lineRule="auto"/>
              <w:textAlignment w:val="auto"/>
              <w:rPr>
                <w:rFonts w:ascii="Arial" w:hAnsi="Arial" w:cs="Arial"/>
                <w:color w:val="auto"/>
                <w:sz w:val="18"/>
                <w:szCs w:val="18"/>
                <w:lang w:val="fr-CH"/>
              </w:rPr>
            </w:pPr>
          </w:p>
        </w:tc>
      </w:tr>
      <w:tr w:rsidR="00A30AD2" w:rsidRPr="00FA6F09" w14:paraId="3DF356FF" w14:textId="77777777" w:rsidTr="003C653B">
        <w:trPr>
          <w:trHeight w:val="60"/>
        </w:trPr>
        <w:sdt>
          <w:sdtPr>
            <w:rPr>
              <w:rFonts w:ascii="Arial" w:hAnsi="Arial" w:cs="Arial"/>
              <w:color w:val="auto"/>
              <w:sz w:val="18"/>
              <w:szCs w:val="18"/>
            </w:rPr>
            <w:id w:val="98771762"/>
            <w14:checkbox>
              <w14:checked w14:val="0"/>
              <w14:checkedState w14:val="2612" w14:font="Yu Gothic UI"/>
              <w14:uncheckedState w14:val="2610" w14:font="Yu Gothic UI"/>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C5CBD22" w14:textId="77777777" w:rsidR="00A30AD2" w:rsidRPr="007C5916" w:rsidRDefault="00A30AD2" w:rsidP="00BC3E5E">
                <w:pPr>
                  <w:pStyle w:val="KeinAbsatzformat"/>
                  <w:spacing w:line="276" w:lineRule="auto"/>
                  <w:textAlignment w:val="auto"/>
                  <w:rPr>
                    <w:rFonts w:ascii="Arial" w:hAnsi="Arial" w:cs="Arial"/>
                    <w:color w:val="auto"/>
                    <w:sz w:val="18"/>
                    <w:szCs w:val="18"/>
                  </w:rPr>
                </w:pPr>
                <w:r w:rsidRPr="007C5916">
                  <w:rPr>
                    <w:rFonts w:ascii="MS Gothic" w:eastAsia="MS Gothic" w:hAnsi="MS Gothic" w:cs="Arial" w:hint="eastAsia"/>
                    <w:color w:val="auto"/>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CD098CA" w14:textId="77777777" w:rsidR="00A30AD2" w:rsidRPr="00A30AD2" w:rsidRDefault="00F96C21" w:rsidP="00BC3E5E">
            <w:pPr>
              <w:autoSpaceDE w:val="0"/>
              <w:autoSpaceDN w:val="0"/>
              <w:adjustRightInd w:val="0"/>
              <w:spacing w:line="276" w:lineRule="auto"/>
              <w:rPr>
                <w:rFonts w:eastAsia="TheMix-HP3Lig" w:cs="Arial"/>
                <w:sz w:val="18"/>
                <w:szCs w:val="18"/>
                <w:lang w:val="fr-CH"/>
              </w:rPr>
            </w:pPr>
            <w:r>
              <w:rPr>
                <w:sz w:val="18"/>
                <w:lang w:val="fr-CH"/>
              </w:rPr>
              <w:t>Vérification</w:t>
            </w:r>
            <w:r w:rsidR="00A30AD2" w:rsidRPr="00A30AD2">
              <w:rPr>
                <w:sz w:val="18"/>
                <w:lang w:val="fr-CH"/>
              </w:rPr>
              <w:t>: les charges de locaux sont imputées sur le centre de charges obligatoire Infrastructure et ventilées finalement sur les autres centres de charges via les m</w:t>
            </w:r>
            <w:r w:rsidR="00A30AD2" w:rsidRPr="003C653B">
              <w:rPr>
                <w:sz w:val="18"/>
                <w:vertAlign w:val="superscript"/>
                <w:lang w:val="fr-CH"/>
              </w:rPr>
              <w:t>2</w:t>
            </w:r>
            <w:r w:rsidR="00A30AD2" w:rsidRPr="00A30AD2">
              <w:rPr>
                <w:sz w:val="18"/>
                <w:lang w:val="fr-CH"/>
              </w:rPr>
              <w:t>. Les m</w:t>
            </w:r>
            <w:r w:rsidR="00A30AD2" w:rsidRPr="003C653B">
              <w:rPr>
                <w:sz w:val="18"/>
                <w:vertAlign w:val="superscript"/>
                <w:lang w:val="fr-CH"/>
              </w:rPr>
              <w:t>2</w:t>
            </w:r>
            <w:r w:rsidR="00A30AD2" w:rsidRPr="00A30AD2">
              <w:rPr>
                <w:sz w:val="18"/>
                <w:lang w:val="fr-CH"/>
              </w:rPr>
              <w:t xml:space="preserve"> des locaux présentant un aspect de production jumelée (par ex. salle d’opération, couloirs, bureaux utilisés en commun, etc.) sont découpés de manière proportionnelle en fonction de l’utilisation des locaux pour les activités de recherche et de formation universitaire et les parts des charges de locaux comptabilisées sur le centre de charges obligatoire Recherche et formation universitaire.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9827C9D" w14:textId="77777777" w:rsidR="00A30AD2" w:rsidRPr="00A30AD2" w:rsidRDefault="00A30AD2" w:rsidP="00BC3E5E">
            <w:pPr>
              <w:pStyle w:val="KeinAbsatzformat"/>
              <w:spacing w:line="276" w:lineRule="auto"/>
              <w:textAlignment w:val="auto"/>
              <w:rPr>
                <w:rFonts w:ascii="Arial" w:hAnsi="Arial" w:cs="Arial"/>
                <w:color w:val="auto"/>
                <w:sz w:val="18"/>
                <w:szCs w:val="18"/>
                <w:lang w:val="fr-CH"/>
              </w:rPr>
            </w:pPr>
          </w:p>
        </w:tc>
      </w:tr>
      <w:tr w:rsidR="00C26092" w:rsidRPr="00C26092" w14:paraId="2168A9D4" w14:textId="77777777" w:rsidTr="002F40EF">
        <w:trPr>
          <w:trHeight w:val="165"/>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B5D44D0"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9.12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425A0AE"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Représentation administrative de traitements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291E0C5"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77E92055"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282700199"/>
              <w14:checkbox>
                <w14:checked w14:val="0"/>
                <w14:checkedState w14:val="2612" w14:font="MS Gothic"/>
                <w14:uncheckedState w14:val="2610" w14:font="MS Gothic"/>
              </w14:checkbox>
            </w:sdtPr>
            <w:sdtEndPr/>
            <w:sdtContent>
              <w:p w14:paraId="4747EFB3"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DC37D05"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Documentation des consignes relatives à la manière dont les différents traitements doivent être représentés en tant que cas administratif</w:t>
            </w:r>
            <w:r w:rsidR="0098765D">
              <w:rPr>
                <w:rFonts w:ascii="Arial" w:hAnsi="Arial" w:cs="Arial"/>
                <w:lang w:val="fr-CH"/>
              </w:rPr>
              <w:t>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F9FFE3C"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bl>
    <w:p w14:paraId="458A433B" w14:textId="77777777" w:rsidR="002F40EF" w:rsidRPr="00AC4F2F" w:rsidRDefault="002F40EF" w:rsidP="00BC3E5E">
      <w:pPr>
        <w:spacing w:line="276" w:lineRule="auto"/>
        <w:rPr>
          <w:lang w:val="fr-CH"/>
        </w:rPr>
      </w:pPr>
      <w:r w:rsidRPr="00AC4F2F">
        <w:rPr>
          <w:b/>
          <w:bCs/>
          <w:lang w:val="fr-CH"/>
        </w:rPr>
        <w:br w:type="page"/>
      </w:r>
    </w:p>
    <w:tbl>
      <w:tblPr>
        <w:tblW w:w="9798" w:type="dxa"/>
        <w:tblInd w:w="108" w:type="dxa"/>
        <w:tblLayout w:type="fixed"/>
        <w:tblCellMar>
          <w:left w:w="0" w:type="dxa"/>
          <w:right w:w="0" w:type="dxa"/>
        </w:tblCellMar>
        <w:tblLook w:val="0000" w:firstRow="0" w:lastRow="0" w:firstColumn="0" w:lastColumn="0" w:noHBand="0" w:noVBand="0"/>
      </w:tblPr>
      <w:tblGrid>
        <w:gridCol w:w="675"/>
        <w:gridCol w:w="6401"/>
        <w:gridCol w:w="2722"/>
      </w:tblGrid>
      <w:tr w:rsidR="00C26092" w:rsidRPr="00C26092" w14:paraId="4EB421F2" w14:textId="77777777" w:rsidTr="002F40EF">
        <w:trPr>
          <w:trHeight w:val="193"/>
        </w:trPr>
        <w:tc>
          <w:tcPr>
            <w:tcW w:w="675"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08" w:type="dxa"/>
            </w:tcMar>
          </w:tcPr>
          <w:p w14:paraId="64420D11" w14:textId="77777777" w:rsidR="00C26092" w:rsidRPr="00C26092" w:rsidRDefault="00C26092" w:rsidP="00BC3E5E">
            <w:pPr>
              <w:pStyle w:val="tabelletitel"/>
              <w:spacing w:line="276" w:lineRule="auto"/>
              <w:rPr>
                <w:rFonts w:ascii="Arial" w:hAnsi="Arial" w:cs="Arial"/>
                <w:lang w:val="fr-CH"/>
              </w:rPr>
            </w:pPr>
            <w:r w:rsidRPr="00C26092">
              <w:rPr>
                <w:rStyle w:val="ExpertLight"/>
                <w:rFonts w:ascii="Arial" w:hAnsi="Arial" w:cs="Arial"/>
                <w:lang w:val="fr-CH"/>
              </w:rPr>
              <w:lastRenderedPageBreak/>
              <w:t>10</w:t>
            </w:r>
          </w:p>
        </w:tc>
        <w:tc>
          <w:tcPr>
            <w:tcW w:w="6401"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19" w:type="dxa"/>
            </w:tcMar>
          </w:tcPr>
          <w:p w14:paraId="54FC2ED3" w14:textId="77777777" w:rsidR="00C26092" w:rsidRPr="00C26092" w:rsidRDefault="00C26092" w:rsidP="00BC3E5E">
            <w:pPr>
              <w:pStyle w:val="tabelletitel"/>
              <w:spacing w:line="276" w:lineRule="auto"/>
              <w:rPr>
                <w:rFonts w:ascii="Arial" w:hAnsi="Arial" w:cs="Arial"/>
                <w:lang w:val="fr-CH"/>
              </w:rPr>
            </w:pPr>
            <w:r w:rsidRPr="00C26092">
              <w:rPr>
                <w:rFonts w:ascii="Arial" w:hAnsi="Arial" w:cs="Arial"/>
                <w:lang w:val="fr-CH"/>
              </w:rPr>
              <w:t>La saisie des prestations</w:t>
            </w:r>
          </w:p>
        </w:tc>
        <w:tc>
          <w:tcPr>
            <w:tcW w:w="2722"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08" w:type="dxa"/>
            </w:tcMar>
          </w:tcPr>
          <w:p w14:paraId="699D32D6" w14:textId="77777777" w:rsidR="00C26092" w:rsidRPr="00C26092" w:rsidRDefault="00C26092" w:rsidP="00BC3E5E">
            <w:pPr>
              <w:pStyle w:val="tabelletitel"/>
              <w:spacing w:line="276" w:lineRule="auto"/>
              <w:rPr>
                <w:rFonts w:ascii="Arial" w:hAnsi="Arial" w:cs="Arial"/>
                <w:lang w:val="fr-CH"/>
              </w:rPr>
            </w:pPr>
            <w:r w:rsidRPr="00C26092">
              <w:rPr>
                <w:rFonts w:ascii="Arial" w:hAnsi="Arial" w:cs="Arial"/>
                <w:lang w:val="fr-CH"/>
              </w:rPr>
              <w:t>Remarques</w:t>
            </w:r>
          </w:p>
        </w:tc>
      </w:tr>
      <w:tr w:rsidR="00C26092" w:rsidRPr="00C26092" w14:paraId="10D96FF9" w14:textId="77777777" w:rsidTr="002F40EF">
        <w:trPr>
          <w:trHeight w:val="144"/>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F871176"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10.1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BB5BFD3"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Production jumelée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68CC11D"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36945D9B" w14:textId="77777777" w:rsidTr="00C26092">
        <w:trPr>
          <w:trHeight w:val="303"/>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0A94F72"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A596D6D" w14:textId="77777777" w:rsidR="00C26092" w:rsidRPr="00C26092" w:rsidRDefault="0098765D" w:rsidP="00BC3E5E">
            <w:pPr>
              <w:pStyle w:val="tabellegt"/>
              <w:spacing w:line="276" w:lineRule="auto"/>
              <w:rPr>
                <w:rFonts w:ascii="Arial" w:hAnsi="Arial" w:cs="Arial"/>
                <w:lang w:val="fr-CH"/>
              </w:rPr>
            </w:pPr>
            <w:r>
              <w:rPr>
                <w:rFonts w:ascii="Arial" w:hAnsi="Arial" w:cs="Arial"/>
                <w:lang w:val="fr-CH"/>
              </w:rPr>
              <w:t>Voir le chapitre 9.11 Recherche et formation universitaire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3C7E476"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196DC9C5" w14:textId="77777777" w:rsidTr="002F40EF">
        <w:trPr>
          <w:trHeight w:val="86"/>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4D7DBDF"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10.2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81AEEAE"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Activité pour l’obtention du titre de docteur</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C4335A4"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023FD2BE" w14:textId="77777777" w:rsidTr="00C26092">
        <w:trPr>
          <w:trHeight w:val="303"/>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3E24157"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9F177FA"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Ne fait pas partie de la vérification – pas de questions de contrôle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F9495B2"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38E88CE2" w14:textId="77777777" w:rsidTr="00C26092">
        <w:trPr>
          <w:trHeight w:val="303"/>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58466EA"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10.3</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36CF913" w14:textId="77777777" w:rsidR="00C26092" w:rsidRPr="00C26092" w:rsidRDefault="00C26092" w:rsidP="00BC3E5E">
            <w:pPr>
              <w:pStyle w:val="tabelleUntertitel"/>
              <w:spacing w:line="276" w:lineRule="auto"/>
              <w:rPr>
                <w:rStyle w:val="bold"/>
                <w:rFonts w:ascii="Arial" w:hAnsi="Arial" w:cs="Arial"/>
                <w:b/>
                <w:bCs/>
                <w:lang w:val="fr-CH"/>
              </w:rPr>
            </w:pPr>
            <w:r w:rsidRPr="00C26092">
              <w:rPr>
                <w:rStyle w:val="bold"/>
                <w:rFonts w:ascii="Arial" w:hAnsi="Arial" w:cs="Arial"/>
                <w:b/>
                <w:bCs/>
                <w:lang w:val="fr-CH"/>
              </w:rPr>
              <w:t>Formation de groupes d’activités pour la saisie des activités de la</w:t>
            </w:r>
          </w:p>
          <w:p w14:paraId="269C251F"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recherche et de formation universitaire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F48DA39"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74529E" w:rsidRPr="00FA6F09" w14:paraId="0B3D0466" w14:textId="77777777" w:rsidTr="00C26092">
        <w:trPr>
          <w:trHeight w:val="303"/>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C717B37" w14:textId="77777777" w:rsidR="0074529E" w:rsidRPr="00C26092" w:rsidRDefault="0074529E" w:rsidP="00BC3E5E">
            <w:pPr>
              <w:pStyle w:val="KeinAbsatzformat"/>
              <w:spacing w:line="276" w:lineRule="auto"/>
              <w:textAlignment w:val="auto"/>
              <w:rPr>
                <w:rFonts w:ascii="Arial" w:hAnsi="Arial" w:cs="Arial"/>
                <w:color w:val="auto"/>
                <w:sz w:val="18"/>
                <w:szCs w:val="18"/>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890C0E7" w14:textId="77777777" w:rsidR="0074529E" w:rsidRPr="00C26092" w:rsidRDefault="0074529E" w:rsidP="00BC3E5E">
            <w:pPr>
              <w:pStyle w:val="tabellegt"/>
              <w:spacing w:line="276" w:lineRule="auto"/>
              <w:rPr>
                <w:rFonts w:ascii="Arial" w:hAnsi="Arial" w:cs="Arial"/>
                <w:lang w:val="fr-CH"/>
              </w:rPr>
            </w:pPr>
            <w:r w:rsidRPr="00A27518">
              <w:rPr>
                <w:rFonts w:ascii="Arial" w:hAnsi="Arial" w:cs="Arial"/>
                <w:lang w:val="fr-CH"/>
              </w:rPr>
              <w:t>Voir le chapitre 9.11 Recherche et formation universitaire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445222E" w14:textId="77777777" w:rsidR="0074529E" w:rsidRPr="00C26092" w:rsidRDefault="0074529E" w:rsidP="00BC3E5E">
            <w:pPr>
              <w:pStyle w:val="KeinAbsatzformat"/>
              <w:spacing w:line="276" w:lineRule="auto"/>
              <w:textAlignment w:val="auto"/>
              <w:rPr>
                <w:rFonts w:ascii="Arial" w:hAnsi="Arial" w:cs="Arial"/>
                <w:color w:val="auto"/>
                <w:sz w:val="18"/>
                <w:szCs w:val="18"/>
                <w:lang w:val="fr-CH"/>
              </w:rPr>
            </w:pPr>
          </w:p>
        </w:tc>
      </w:tr>
      <w:tr w:rsidR="0074529E" w:rsidRPr="00C26092" w14:paraId="7B33C69F" w14:textId="77777777" w:rsidTr="002F40EF">
        <w:trPr>
          <w:trHeight w:val="131"/>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EDE6DAF" w14:textId="77777777" w:rsidR="0074529E" w:rsidRPr="00C26092" w:rsidRDefault="0074529E" w:rsidP="00BC3E5E">
            <w:pPr>
              <w:pStyle w:val="tabelleUntertitel"/>
              <w:spacing w:line="276" w:lineRule="auto"/>
              <w:rPr>
                <w:rFonts w:ascii="Arial" w:hAnsi="Arial" w:cs="Arial"/>
                <w:lang w:val="fr-CH"/>
              </w:rPr>
            </w:pPr>
            <w:r w:rsidRPr="00C26092">
              <w:rPr>
                <w:rStyle w:val="ExpertBold"/>
                <w:rFonts w:ascii="Arial" w:hAnsi="Arial" w:cs="Arial"/>
                <w:b/>
                <w:bCs/>
                <w:lang w:val="fr-CH"/>
              </w:rPr>
              <w:t>10.4</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622A7FD" w14:textId="77777777" w:rsidR="0074529E" w:rsidRPr="00C26092" w:rsidRDefault="0074529E" w:rsidP="00BC3E5E">
            <w:pPr>
              <w:pStyle w:val="tabelleUntertitel"/>
              <w:spacing w:line="276" w:lineRule="auto"/>
              <w:rPr>
                <w:rFonts w:ascii="Arial" w:hAnsi="Arial" w:cs="Arial"/>
                <w:lang w:val="fr-CH"/>
              </w:rPr>
            </w:pPr>
            <w:r w:rsidRPr="00C26092">
              <w:rPr>
                <w:rStyle w:val="bold"/>
                <w:rFonts w:ascii="Arial" w:hAnsi="Arial" w:cs="Arial"/>
                <w:b/>
                <w:bCs/>
                <w:lang w:val="fr-CH"/>
              </w:rPr>
              <w:t>Corps médicaux</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A9397D0" w14:textId="77777777" w:rsidR="0074529E" w:rsidRPr="00C26092" w:rsidRDefault="0074529E" w:rsidP="00BC3E5E">
            <w:pPr>
              <w:pStyle w:val="KeinAbsatzformat"/>
              <w:spacing w:line="276" w:lineRule="auto"/>
              <w:textAlignment w:val="auto"/>
              <w:rPr>
                <w:rFonts w:ascii="Arial" w:hAnsi="Arial" w:cs="Arial"/>
                <w:color w:val="auto"/>
                <w:sz w:val="18"/>
                <w:szCs w:val="18"/>
                <w:lang w:val="fr-CH"/>
              </w:rPr>
            </w:pPr>
          </w:p>
        </w:tc>
      </w:tr>
      <w:tr w:rsidR="0074529E" w:rsidRPr="00FA6F09" w14:paraId="5DAD8732"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486905890"/>
              <w14:checkbox>
                <w14:checked w14:val="0"/>
                <w14:checkedState w14:val="2612" w14:font="MS Gothic"/>
                <w14:uncheckedState w14:val="2610" w14:font="MS Gothic"/>
              </w14:checkbox>
            </w:sdtPr>
            <w:sdtEndPr/>
            <w:sdtContent>
              <w:p w14:paraId="0C57CD95" w14:textId="77777777" w:rsidR="0074529E" w:rsidRPr="00C26092" w:rsidRDefault="0074529E"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F767E82" w14:textId="77777777" w:rsidR="0074529E" w:rsidRDefault="0074529E" w:rsidP="00FA5D8B">
            <w:pPr>
              <w:pStyle w:val="tabellegt"/>
              <w:spacing w:line="276" w:lineRule="auto"/>
              <w:rPr>
                <w:rFonts w:ascii="Arial" w:hAnsi="Arial" w:cs="Arial"/>
                <w:lang w:val="fr-CH"/>
              </w:rPr>
            </w:pPr>
            <w:r w:rsidRPr="00C26092">
              <w:rPr>
                <w:rFonts w:ascii="Arial" w:hAnsi="Arial" w:cs="Arial"/>
                <w:lang w:val="fr-CH"/>
              </w:rPr>
              <w:t xml:space="preserve">Vérification: les prestations de corps médicaux, à l’exception du type d’activité 7, sont saisies </w:t>
            </w:r>
            <w:r>
              <w:rPr>
                <w:rFonts w:ascii="Arial" w:hAnsi="Arial" w:cs="Arial"/>
                <w:lang w:val="fr-CH"/>
              </w:rPr>
              <w:t xml:space="preserve">en fonction de l’unité finale d’imputation et dans leur intégralité </w:t>
            </w:r>
            <w:r w:rsidRPr="00C26092">
              <w:rPr>
                <w:rFonts w:ascii="Arial" w:hAnsi="Arial" w:cs="Arial"/>
                <w:lang w:val="fr-CH"/>
              </w:rPr>
              <w:t>à l’aide de points tarifaires</w:t>
            </w:r>
            <w:r w:rsidR="00CA5E75">
              <w:rPr>
                <w:rFonts w:ascii="Arial" w:hAnsi="Arial" w:cs="Arial"/>
                <w:lang w:val="fr-CH"/>
              </w:rPr>
              <w:t xml:space="preserve"> et</w:t>
            </w:r>
            <w:r w:rsidRPr="00C26092">
              <w:rPr>
                <w:rFonts w:ascii="Arial" w:hAnsi="Arial" w:cs="Arial"/>
                <w:lang w:val="fr-CH"/>
              </w:rPr>
              <w:t>/ou de minutes (minutes effectives ou normatives).</w:t>
            </w:r>
          </w:p>
          <w:p w14:paraId="1FE00F9B" w14:textId="77777777" w:rsidR="00174E9B" w:rsidRDefault="00174E9B" w:rsidP="00FA5D8B">
            <w:pPr>
              <w:pStyle w:val="tabellegt"/>
              <w:spacing w:line="276" w:lineRule="auto"/>
              <w:rPr>
                <w:rFonts w:ascii="Arial" w:hAnsi="Arial" w:cs="Arial"/>
                <w:lang w:val="fr-CH"/>
              </w:rPr>
            </w:pPr>
          </w:p>
          <w:p w14:paraId="71C360A2" w14:textId="77777777" w:rsidR="00174E9B" w:rsidRDefault="00174E9B" w:rsidP="00174E9B">
            <w:pPr>
              <w:pStyle w:val="tabellegt"/>
              <w:spacing w:line="276" w:lineRule="auto"/>
              <w:rPr>
                <w:rFonts w:ascii="Arial" w:hAnsi="Arial" w:cs="Arial"/>
                <w:lang w:val="fr-CH"/>
              </w:rPr>
            </w:pPr>
            <w:r>
              <w:rPr>
                <w:rFonts w:ascii="Arial" w:hAnsi="Arial" w:cs="Arial"/>
                <w:lang w:val="fr-CH"/>
              </w:rPr>
              <w:t>La décision REK 14_006 s’applique à partir du 1</w:t>
            </w:r>
            <w:r w:rsidRPr="00F42D40">
              <w:rPr>
                <w:rFonts w:ascii="Arial" w:hAnsi="Arial" w:cs="Arial"/>
                <w:vertAlign w:val="superscript"/>
                <w:lang w:val="fr-CH"/>
              </w:rPr>
              <w:t>er</w:t>
            </w:r>
            <w:r>
              <w:rPr>
                <w:rFonts w:ascii="Arial" w:hAnsi="Arial" w:cs="Arial"/>
                <w:lang w:val="fr-CH"/>
              </w:rPr>
              <w:t xml:space="preserve"> janvier 2018 (pertinent pour la certification à compter du 1</w:t>
            </w:r>
            <w:r w:rsidRPr="00F42D40">
              <w:rPr>
                <w:rFonts w:ascii="Arial" w:hAnsi="Arial" w:cs="Arial"/>
                <w:vertAlign w:val="superscript"/>
                <w:lang w:val="fr-CH"/>
              </w:rPr>
              <w:t>er</w:t>
            </w:r>
            <w:r>
              <w:rPr>
                <w:rFonts w:ascii="Arial" w:hAnsi="Arial" w:cs="Arial"/>
                <w:lang w:val="fr-CH"/>
              </w:rPr>
              <w:t xml:space="preserve"> janvier 2019):</w:t>
            </w:r>
          </w:p>
          <w:p w14:paraId="6F5F10F3" w14:textId="77777777" w:rsidR="00174E9B" w:rsidRPr="005365D8" w:rsidRDefault="005365D8" w:rsidP="00FA5D8B">
            <w:pPr>
              <w:pStyle w:val="tabellegt"/>
              <w:spacing w:line="276" w:lineRule="auto"/>
              <w:rPr>
                <w:rFonts w:ascii="Arial" w:hAnsi="Arial" w:cs="Arial"/>
                <w:lang w:val="fr-CH"/>
              </w:rPr>
            </w:pPr>
            <w:r w:rsidRPr="005365D8">
              <w:rPr>
                <w:rFonts w:ascii="Arial" w:hAnsi="Arial" w:cs="Arial"/>
                <w:lang w:val="fr-CH"/>
              </w:rPr>
              <w:t>Les prestations de corps médicaux 6</w:t>
            </w:r>
            <w:r w:rsidRPr="005365D8">
              <w:rPr>
                <w:rFonts w:ascii="Arial" w:hAnsi="Arial" w:cs="Arial"/>
                <w:vertAlign w:val="subscript"/>
                <w:lang w:val="fr-CH"/>
              </w:rPr>
              <w:t>a</w:t>
            </w:r>
            <w:r w:rsidRPr="005365D8">
              <w:rPr>
                <w:rFonts w:ascii="Arial" w:hAnsi="Arial" w:cs="Arial"/>
                <w:lang w:val="fr-CH"/>
              </w:rPr>
              <w:t xml:space="preserve"> sont-elles saisies à l’aide de minutes effectives pondérées (FS)?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D1A1BE9" w14:textId="77777777" w:rsidR="0074529E" w:rsidRPr="005365D8" w:rsidRDefault="0074529E" w:rsidP="00BC3E5E">
            <w:pPr>
              <w:pStyle w:val="KeinAbsatzformat"/>
              <w:spacing w:line="276" w:lineRule="auto"/>
              <w:textAlignment w:val="auto"/>
              <w:rPr>
                <w:rFonts w:ascii="Arial" w:hAnsi="Arial" w:cs="Arial"/>
                <w:color w:val="auto"/>
                <w:sz w:val="18"/>
                <w:szCs w:val="18"/>
                <w:lang w:val="fr-CH"/>
              </w:rPr>
            </w:pPr>
          </w:p>
        </w:tc>
      </w:tr>
      <w:tr w:rsidR="0074529E" w:rsidRPr="00FA6F09" w14:paraId="7FD6A26A"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820541426"/>
              <w14:checkbox>
                <w14:checked w14:val="0"/>
                <w14:checkedState w14:val="2612" w14:font="MS Gothic"/>
                <w14:uncheckedState w14:val="2610" w14:font="MS Gothic"/>
              </w14:checkbox>
            </w:sdtPr>
            <w:sdtEndPr/>
            <w:sdtContent>
              <w:p w14:paraId="652862ED" w14:textId="77777777" w:rsidR="0074529E" w:rsidRPr="00C26092" w:rsidRDefault="0074529E"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9680F2A" w14:textId="77777777" w:rsidR="0074529E" w:rsidRPr="00C26092" w:rsidRDefault="0074529E" w:rsidP="00BC3E5E">
            <w:pPr>
              <w:pStyle w:val="tabellegt"/>
              <w:spacing w:line="276" w:lineRule="auto"/>
              <w:rPr>
                <w:rFonts w:ascii="Arial" w:hAnsi="Arial" w:cs="Arial"/>
                <w:lang w:val="fr-CH"/>
              </w:rPr>
            </w:pPr>
            <w:r w:rsidRPr="00C26092">
              <w:rPr>
                <w:rFonts w:ascii="Arial" w:hAnsi="Arial" w:cs="Arial"/>
                <w:lang w:val="fr-CH"/>
              </w:rPr>
              <w:t>Documentation sur la saisie des prestations selon les domaines d’activité</w:t>
            </w:r>
            <w:r>
              <w:rPr>
                <w:rFonts w:ascii="Arial" w:hAnsi="Arial" w:cs="Arial"/>
                <w:lang w:val="fr-CH"/>
              </w:rPr>
              <w:t xml:space="preserve"> définis </w:t>
            </w:r>
            <w:r w:rsidRPr="00D85CC6">
              <w:rPr>
                <w:rFonts w:ascii="Arial" w:hAnsi="Arial" w:cs="Arial"/>
                <w:lang w:val="fr-CH"/>
              </w:rPr>
              <w:t xml:space="preserve">dans </w:t>
            </w:r>
            <w:r w:rsidRPr="00F42D40">
              <w:rPr>
                <w:rFonts w:ascii="Arial" w:hAnsi="Arial" w:cs="Arial"/>
                <w:lang w:val="fr-CH"/>
              </w:rPr>
              <w:t>REKOLE</w:t>
            </w:r>
            <w:r w:rsidRPr="00F42D40">
              <w:rPr>
                <w:rFonts w:ascii="Arial" w:hAnsi="Arial" w:cs="Arial"/>
                <w:vertAlign w:val="superscript"/>
                <w:lang w:val="fr-CH"/>
              </w:rPr>
              <w:t>®</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81A9BC6" w14:textId="77777777" w:rsidR="0074529E" w:rsidRPr="00C26092" w:rsidRDefault="0074529E" w:rsidP="00BC3E5E">
            <w:pPr>
              <w:pStyle w:val="KeinAbsatzformat"/>
              <w:spacing w:line="276" w:lineRule="auto"/>
              <w:textAlignment w:val="auto"/>
              <w:rPr>
                <w:rFonts w:ascii="Arial" w:hAnsi="Arial" w:cs="Arial"/>
                <w:color w:val="auto"/>
                <w:sz w:val="18"/>
                <w:szCs w:val="18"/>
                <w:lang w:val="fr-CH"/>
              </w:rPr>
            </w:pPr>
          </w:p>
        </w:tc>
      </w:tr>
      <w:tr w:rsidR="0074529E" w:rsidRPr="00C26092" w14:paraId="1FC93691"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569723697"/>
              <w14:checkbox>
                <w14:checked w14:val="0"/>
                <w14:checkedState w14:val="2612" w14:font="MS Gothic"/>
                <w14:uncheckedState w14:val="2610" w14:font="MS Gothic"/>
              </w14:checkbox>
            </w:sdtPr>
            <w:sdtEndPr/>
            <w:sdtContent>
              <w:p w14:paraId="6821B225" w14:textId="77777777" w:rsidR="0074529E" w:rsidRPr="00C26092" w:rsidRDefault="0074529E"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FBC162C" w14:textId="77777777" w:rsidR="0074529E" w:rsidRPr="00C26092" w:rsidRDefault="0074529E" w:rsidP="00BC3E5E">
            <w:pPr>
              <w:pStyle w:val="tabellegt"/>
              <w:tabs>
                <w:tab w:val="left" w:pos="340"/>
                <w:tab w:val="left" w:pos="2400"/>
                <w:tab w:val="left" w:pos="2940"/>
              </w:tabs>
              <w:spacing w:line="276" w:lineRule="auto"/>
              <w:rPr>
                <w:rFonts w:ascii="Arial" w:hAnsi="Arial" w:cs="Arial"/>
                <w:lang w:val="fr-CH"/>
              </w:rPr>
            </w:pPr>
            <w:r w:rsidRPr="00C26092">
              <w:rPr>
                <w:rFonts w:ascii="Arial" w:hAnsi="Arial" w:cs="Arial"/>
                <w:lang w:val="fr-CH"/>
              </w:rPr>
              <w:t>Vérification: les corps médicaux des spécialisations suivantes sont imputés au moyen de leur environnement technique nécessaire à l’accomplissement de leurs propres prestations (personnel et infrastructure)</w:t>
            </w:r>
          </w:p>
          <w:p w14:paraId="1DAB82EF" w14:textId="77777777" w:rsidR="0074529E" w:rsidRPr="00C26092" w:rsidRDefault="0074529E" w:rsidP="00FC7221">
            <w:pPr>
              <w:pStyle w:val="tabelleliste"/>
              <w:numPr>
                <w:ilvl w:val="0"/>
                <w:numId w:val="48"/>
              </w:numPr>
              <w:tabs>
                <w:tab w:val="left" w:pos="2400"/>
                <w:tab w:val="left" w:pos="2940"/>
              </w:tabs>
              <w:spacing w:line="276" w:lineRule="auto"/>
              <w:ind w:left="351"/>
              <w:rPr>
                <w:rFonts w:ascii="Arial" w:hAnsi="Arial" w:cs="Arial"/>
                <w:lang w:val="fr-CH"/>
              </w:rPr>
            </w:pPr>
            <w:r w:rsidRPr="00C26092">
              <w:rPr>
                <w:rFonts w:ascii="Arial" w:hAnsi="Arial" w:cs="Arial"/>
                <w:lang w:val="fr-CH"/>
              </w:rPr>
              <w:t>Anesthésie</w:t>
            </w:r>
            <w:r w:rsidRPr="00C26092">
              <w:rPr>
                <w:rFonts w:ascii="Arial" w:hAnsi="Arial" w:cs="Arial"/>
                <w:lang w:val="fr-CH"/>
              </w:rPr>
              <w:tab/>
            </w:r>
            <w:r w:rsidRPr="002F40EF">
              <w:rPr>
                <w:rFonts w:ascii="Arial" w:hAnsi="Arial" w:cs="Arial"/>
                <w:lang w:val="fr-CH"/>
              </w:rPr>
              <w:sym w:font="Wingdings" w:char="F0E0"/>
            </w:r>
            <w:r w:rsidRPr="00C26092">
              <w:rPr>
                <w:rFonts w:ascii="Arial" w:hAnsi="Arial" w:cs="Arial"/>
                <w:lang w:val="fr-CH"/>
              </w:rPr>
              <w:tab/>
            </w:r>
            <w:r w:rsidRPr="00C26092">
              <w:rPr>
                <w:rStyle w:val="ExpertGrundschrift"/>
                <w:rFonts w:ascii="Arial" w:hAnsi="Arial" w:cs="Arial"/>
                <w:lang w:val="fr-CH"/>
              </w:rPr>
              <w:t>23</w:t>
            </w:r>
            <w:r w:rsidRPr="00C26092">
              <w:rPr>
                <w:rFonts w:ascii="Arial" w:hAnsi="Arial" w:cs="Arial"/>
                <w:lang w:val="fr-CH"/>
              </w:rPr>
              <w:t xml:space="preserve"> Anesthésie</w:t>
            </w:r>
          </w:p>
          <w:p w14:paraId="57CAC27F" w14:textId="77777777" w:rsidR="0074529E" w:rsidRPr="00C26092" w:rsidRDefault="0074529E" w:rsidP="00FC7221">
            <w:pPr>
              <w:pStyle w:val="tabelleliste"/>
              <w:numPr>
                <w:ilvl w:val="0"/>
                <w:numId w:val="48"/>
              </w:numPr>
              <w:tabs>
                <w:tab w:val="left" w:pos="2400"/>
                <w:tab w:val="left" w:pos="2940"/>
              </w:tabs>
              <w:spacing w:line="276" w:lineRule="auto"/>
              <w:ind w:left="351"/>
              <w:rPr>
                <w:rFonts w:ascii="Arial" w:hAnsi="Arial" w:cs="Arial"/>
                <w:lang w:val="fr-CH"/>
              </w:rPr>
            </w:pPr>
            <w:r w:rsidRPr="00C26092">
              <w:rPr>
                <w:rFonts w:ascii="Arial" w:hAnsi="Arial" w:cs="Arial"/>
                <w:lang w:val="fr-CH"/>
              </w:rPr>
              <w:t>Radiologie, etc.</w:t>
            </w:r>
            <w:r w:rsidRPr="00C26092">
              <w:rPr>
                <w:rFonts w:ascii="Arial" w:hAnsi="Arial" w:cs="Arial"/>
                <w:lang w:val="fr-CH"/>
              </w:rPr>
              <w:tab/>
            </w:r>
            <w:r w:rsidRPr="002F40EF">
              <w:rPr>
                <w:rFonts w:ascii="Arial" w:hAnsi="Arial" w:cs="Arial"/>
                <w:lang w:val="fr-CH"/>
              </w:rPr>
              <w:sym w:font="Wingdings" w:char="F0E0"/>
            </w:r>
            <w:r w:rsidRPr="00C26092">
              <w:rPr>
                <w:rFonts w:ascii="Arial" w:hAnsi="Arial" w:cs="Arial"/>
                <w:lang w:val="fr-CH"/>
              </w:rPr>
              <w:tab/>
            </w:r>
            <w:r w:rsidRPr="00C26092">
              <w:rPr>
                <w:rStyle w:val="ExpertGrundschrift"/>
                <w:rFonts w:ascii="Arial" w:hAnsi="Arial" w:cs="Arial"/>
                <w:lang w:val="fr-CH"/>
              </w:rPr>
              <w:t>26</w:t>
            </w:r>
            <w:r w:rsidRPr="00C26092">
              <w:rPr>
                <w:rFonts w:ascii="Arial" w:hAnsi="Arial" w:cs="Arial"/>
                <w:lang w:val="fr-CH"/>
              </w:rPr>
              <w:t xml:space="preserve"> Procédé d’imagerie médicale</w:t>
            </w:r>
          </w:p>
          <w:p w14:paraId="18945A68" w14:textId="77777777" w:rsidR="0074529E" w:rsidRPr="00C26092" w:rsidRDefault="0074529E" w:rsidP="00FC7221">
            <w:pPr>
              <w:pStyle w:val="tabelleliste"/>
              <w:numPr>
                <w:ilvl w:val="0"/>
                <w:numId w:val="48"/>
              </w:numPr>
              <w:tabs>
                <w:tab w:val="left" w:pos="2400"/>
                <w:tab w:val="left" w:pos="2940"/>
              </w:tabs>
              <w:spacing w:line="276" w:lineRule="auto"/>
              <w:ind w:left="351"/>
              <w:rPr>
                <w:rFonts w:ascii="Arial" w:hAnsi="Arial" w:cs="Arial"/>
                <w:lang w:val="fr-CH"/>
              </w:rPr>
            </w:pPr>
            <w:r w:rsidRPr="00C26092">
              <w:rPr>
                <w:rFonts w:ascii="Arial" w:hAnsi="Arial" w:cs="Arial"/>
                <w:lang w:val="fr-CH"/>
              </w:rPr>
              <w:t>Médecine nucléaire, etc.</w:t>
            </w:r>
            <w:r w:rsidRPr="00C26092">
              <w:rPr>
                <w:rFonts w:ascii="Arial" w:hAnsi="Arial" w:cs="Arial"/>
                <w:lang w:val="fr-CH"/>
              </w:rPr>
              <w:tab/>
            </w:r>
            <w:r w:rsidRPr="002F40EF">
              <w:rPr>
                <w:rFonts w:ascii="Arial" w:hAnsi="Arial" w:cs="Arial"/>
                <w:lang w:val="fr-CH"/>
              </w:rPr>
              <w:sym w:font="Wingdings" w:char="F0E0"/>
            </w:r>
            <w:r w:rsidRPr="00C26092">
              <w:rPr>
                <w:rFonts w:ascii="Arial" w:hAnsi="Arial" w:cs="Arial"/>
                <w:lang w:val="fr-CH"/>
              </w:rPr>
              <w:tab/>
            </w:r>
            <w:r w:rsidRPr="00C26092">
              <w:rPr>
                <w:rStyle w:val="ExpertGrundschrift"/>
                <w:rFonts w:ascii="Arial" w:hAnsi="Arial" w:cs="Arial"/>
                <w:lang w:val="fr-CH"/>
              </w:rPr>
              <w:t>28</w:t>
            </w:r>
            <w:r w:rsidRPr="00C26092">
              <w:rPr>
                <w:rFonts w:ascii="Arial" w:hAnsi="Arial" w:cs="Arial"/>
                <w:lang w:val="fr-CH"/>
              </w:rPr>
              <w:t xml:space="preserve"> Médecine nucléaire et radiooncologie</w:t>
            </w:r>
          </w:p>
          <w:p w14:paraId="0E5CFA36" w14:textId="77777777" w:rsidR="0074529E" w:rsidRPr="00C26092" w:rsidRDefault="0074529E" w:rsidP="00FC7221">
            <w:pPr>
              <w:pStyle w:val="tabelleliste"/>
              <w:numPr>
                <w:ilvl w:val="0"/>
                <w:numId w:val="48"/>
              </w:numPr>
              <w:tabs>
                <w:tab w:val="left" w:pos="2400"/>
                <w:tab w:val="left" w:pos="2940"/>
              </w:tabs>
              <w:spacing w:line="276" w:lineRule="auto"/>
              <w:ind w:left="351"/>
              <w:rPr>
                <w:rFonts w:ascii="Arial" w:hAnsi="Arial" w:cs="Arial"/>
                <w:lang w:val="fr-CH"/>
              </w:rPr>
            </w:pPr>
            <w:r w:rsidRPr="00C26092">
              <w:rPr>
                <w:rFonts w:ascii="Arial" w:hAnsi="Arial" w:cs="Arial"/>
                <w:lang w:val="fr-CH"/>
              </w:rPr>
              <w:t>Médecine de laboratoire</w:t>
            </w:r>
            <w:r w:rsidRPr="00C26092">
              <w:rPr>
                <w:rFonts w:ascii="Arial" w:hAnsi="Arial" w:cs="Arial"/>
                <w:lang w:val="fr-CH"/>
              </w:rPr>
              <w:tab/>
            </w:r>
            <w:r w:rsidRPr="002F40EF">
              <w:rPr>
                <w:rFonts w:ascii="Arial" w:hAnsi="Arial" w:cs="Arial"/>
                <w:lang w:val="fr-CH"/>
              </w:rPr>
              <w:sym w:font="Wingdings" w:char="F0E0"/>
            </w:r>
            <w:r w:rsidRPr="00C26092">
              <w:rPr>
                <w:rFonts w:ascii="Arial" w:hAnsi="Arial" w:cs="Arial"/>
                <w:lang w:val="fr-CH"/>
              </w:rPr>
              <w:tab/>
            </w:r>
            <w:r w:rsidRPr="00C26092">
              <w:rPr>
                <w:rStyle w:val="ExpertGrundschrift"/>
                <w:rFonts w:ascii="Arial" w:hAnsi="Arial" w:cs="Arial"/>
                <w:lang w:val="fr-CH"/>
              </w:rPr>
              <w:t>29</w:t>
            </w:r>
            <w:r w:rsidRPr="00C26092">
              <w:rPr>
                <w:rFonts w:ascii="Arial" w:hAnsi="Arial" w:cs="Arial"/>
                <w:lang w:val="fr-CH"/>
              </w:rPr>
              <w:t xml:space="preserve"> Laboratoire</w:t>
            </w:r>
          </w:p>
          <w:p w14:paraId="1FF7A676" w14:textId="77777777" w:rsidR="0074529E" w:rsidRPr="00C26092" w:rsidRDefault="0074529E" w:rsidP="00FC7221">
            <w:pPr>
              <w:pStyle w:val="tabelleliste"/>
              <w:numPr>
                <w:ilvl w:val="0"/>
                <w:numId w:val="48"/>
              </w:numPr>
              <w:tabs>
                <w:tab w:val="left" w:pos="2400"/>
                <w:tab w:val="left" w:pos="2940"/>
              </w:tabs>
              <w:spacing w:line="276" w:lineRule="auto"/>
              <w:ind w:left="351"/>
              <w:rPr>
                <w:rFonts w:ascii="Arial" w:hAnsi="Arial" w:cs="Arial"/>
                <w:lang w:val="fr-CH"/>
              </w:rPr>
            </w:pPr>
            <w:r w:rsidRPr="00C26092">
              <w:rPr>
                <w:rFonts w:ascii="Arial" w:hAnsi="Arial" w:cs="Arial"/>
                <w:lang w:val="fr-CH"/>
              </w:rPr>
              <w:t>Dialyses</w:t>
            </w:r>
            <w:r w:rsidRPr="00C26092">
              <w:rPr>
                <w:rFonts w:ascii="Arial" w:hAnsi="Arial" w:cs="Arial"/>
                <w:lang w:val="fr-CH"/>
              </w:rPr>
              <w:tab/>
            </w:r>
            <w:r w:rsidRPr="002F40EF">
              <w:rPr>
                <w:rFonts w:ascii="Arial" w:hAnsi="Arial" w:cs="Arial"/>
                <w:lang w:val="fr-CH"/>
              </w:rPr>
              <w:sym w:font="Wingdings" w:char="F0E0"/>
            </w:r>
            <w:r w:rsidRPr="00C26092">
              <w:rPr>
                <w:rFonts w:ascii="Arial" w:hAnsi="Arial" w:cs="Arial"/>
                <w:lang w:val="fr-CH"/>
              </w:rPr>
              <w:tab/>
            </w:r>
            <w:r w:rsidRPr="00C26092">
              <w:rPr>
                <w:rStyle w:val="ExpertGrundschrift"/>
                <w:rFonts w:ascii="Arial" w:hAnsi="Arial" w:cs="Arial"/>
                <w:lang w:val="fr-CH"/>
              </w:rPr>
              <w:t>30</w:t>
            </w:r>
            <w:r w:rsidRPr="00C26092">
              <w:rPr>
                <w:rFonts w:ascii="Arial" w:hAnsi="Arial" w:cs="Arial"/>
                <w:lang w:val="fr-CH"/>
              </w:rPr>
              <w:t xml:space="preserve"> Dialyse</w:t>
            </w:r>
            <w:r>
              <w:rPr>
                <w:rFonts w:ascii="Arial" w:hAnsi="Arial" w:cs="Arial"/>
                <w:lang w:val="fr-CH"/>
              </w:rPr>
              <w:t>s</w:t>
            </w:r>
          </w:p>
          <w:p w14:paraId="7AB9C339" w14:textId="77777777" w:rsidR="0074529E" w:rsidRPr="00C26092" w:rsidRDefault="0074529E" w:rsidP="00FC7221">
            <w:pPr>
              <w:pStyle w:val="tabelleliste"/>
              <w:numPr>
                <w:ilvl w:val="0"/>
                <w:numId w:val="48"/>
              </w:numPr>
              <w:tabs>
                <w:tab w:val="left" w:pos="2400"/>
                <w:tab w:val="left" w:pos="2940"/>
              </w:tabs>
              <w:spacing w:line="276" w:lineRule="auto"/>
              <w:ind w:left="351"/>
              <w:rPr>
                <w:rFonts w:ascii="Arial" w:hAnsi="Arial" w:cs="Arial"/>
                <w:lang w:val="fr-CH"/>
              </w:rPr>
            </w:pPr>
            <w:r w:rsidRPr="00C26092">
              <w:rPr>
                <w:rFonts w:ascii="Arial" w:hAnsi="Arial" w:cs="Arial"/>
                <w:lang w:val="fr-CH"/>
              </w:rPr>
              <w:t>Pathologie</w:t>
            </w:r>
            <w:r w:rsidRPr="00C26092">
              <w:rPr>
                <w:rFonts w:ascii="Arial" w:hAnsi="Arial" w:cs="Arial"/>
                <w:lang w:val="fr-CH"/>
              </w:rPr>
              <w:tab/>
            </w:r>
            <w:r w:rsidRPr="002F40EF">
              <w:rPr>
                <w:rFonts w:ascii="Arial" w:hAnsi="Arial" w:cs="Arial"/>
                <w:lang w:val="fr-CH"/>
              </w:rPr>
              <w:sym w:font="Wingdings" w:char="F0E0"/>
            </w:r>
            <w:r w:rsidRPr="00C26092">
              <w:rPr>
                <w:rFonts w:ascii="Arial" w:hAnsi="Arial" w:cs="Arial"/>
                <w:lang w:val="fr-CH"/>
              </w:rPr>
              <w:tab/>
            </w:r>
            <w:r w:rsidRPr="00C26092">
              <w:rPr>
                <w:rStyle w:val="ExpertGrundschrift"/>
                <w:rFonts w:ascii="Arial" w:hAnsi="Arial" w:cs="Arial"/>
                <w:lang w:val="fr-CH"/>
              </w:rPr>
              <w:t>45</w:t>
            </w:r>
            <w:r w:rsidRPr="00C26092">
              <w:rPr>
                <w:rFonts w:ascii="Arial" w:hAnsi="Arial" w:cs="Arial"/>
                <w:lang w:val="fr-CH"/>
              </w:rPr>
              <w:t xml:space="preserve"> Pathologie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383510D" w14:textId="77777777" w:rsidR="0074529E" w:rsidRPr="00C26092" w:rsidRDefault="0074529E" w:rsidP="00BC3E5E">
            <w:pPr>
              <w:pStyle w:val="tabellegt"/>
              <w:spacing w:line="276" w:lineRule="auto"/>
              <w:rPr>
                <w:rFonts w:ascii="Arial" w:hAnsi="Arial" w:cs="Arial"/>
                <w:lang w:val="fr-CH"/>
              </w:rPr>
            </w:pPr>
            <w:r w:rsidRPr="00C26092">
              <w:rPr>
                <w:rFonts w:ascii="Arial" w:hAnsi="Arial" w:cs="Arial"/>
                <w:lang w:val="fr-CH"/>
              </w:rPr>
              <w:t xml:space="preserve"> </w:t>
            </w:r>
          </w:p>
        </w:tc>
      </w:tr>
      <w:tr w:rsidR="0074529E" w:rsidRPr="00C26092" w14:paraId="7AA3967F" w14:textId="77777777" w:rsidTr="002F40EF">
        <w:trPr>
          <w:trHeight w:val="122"/>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53F2029" w14:textId="77777777" w:rsidR="0074529E" w:rsidRPr="00C26092" w:rsidRDefault="0074529E" w:rsidP="00BC3E5E">
            <w:pPr>
              <w:pStyle w:val="tabelleUntertitel"/>
              <w:spacing w:line="276" w:lineRule="auto"/>
              <w:rPr>
                <w:rFonts w:ascii="Arial" w:hAnsi="Arial" w:cs="Arial"/>
                <w:lang w:val="fr-CH"/>
              </w:rPr>
            </w:pPr>
            <w:r w:rsidRPr="00C26092">
              <w:rPr>
                <w:rStyle w:val="ExpertBold"/>
                <w:rFonts w:ascii="Arial" w:hAnsi="Arial" w:cs="Arial"/>
                <w:b/>
                <w:bCs/>
                <w:lang w:val="fr-CH"/>
              </w:rPr>
              <w:t>10.5</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1C1834F" w14:textId="77777777" w:rsidR="0074529E" w:rsidRPr="00C26092" w:rsidRDefault="0074529E" w:rsidP="00BC3E5E">
            <w:pPr>
              <w:pStyle w:val="tabelleUntertitel"/>
              <w:spacing w:line="276" w:lineRule="auto"/>
              <w:rPr>
                <w:rFonts w:ascii="Arial" w:hAnsi="Arial" w:cs="Arial"/>
                <w:lang w:val="fr-CH"/>
              </w:rPr>
            </w:pPr>
            <w:r w:rsidRPr="00C26092">
              <w:rPr>
                <w:rStyle w:val="bold"/>
                <w:rFonts w:ascii="Arial" w:hAnsi="Arial" w:cs="Arial"/>
                <w:b/>
                <w:bCs/>
                <w:lang w:val="fr-CH"/>
              </w:rPr>
              <w:t>Soins infirmiers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7D7534D" w14:textId="77777777" w:rsidR="0074529E" w:rsidRPr="00C26092" w:rsidRDefault="0074529E" w:rsidP="00BC3E5E">
            <w:pPr>
              <w:pStyle w:val="KeinAbsatzformat"/>
              <w:spacing w:line="276" w:lineRule="auto"/>
              <w:textAlignment w:val="auto"/>
              <w:rPr>
                <w:rFonts w:ascii="Arial" w:hAnsi="Arial" w:cs="Arial"/>
                <w:color w:val="auto"/>
                <w:sz w:val="18"/>
                <w:szCs w:val="18"/>
                <w:lang w:val="fr-CH"/>
              </w:rPr>
            </w:pPr>
          </w:p>
        </w:tc>
      </w:tr>
      <w:tr w:rsidR="0074529E" w:rsidRPr="00FA6F09" w14:paraId="75D7AD97"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331252367"/>
              <w14:checkbox>
                <w14:checked w14:val="0"/>
                <w14:checkedState w14:val="2612" w14:font="MS Gothic"/>
                <w14:uncheckedState w14:val="2610" w14:font="MS Gothic"/>
              </w14:checkbox>
            </w:sdtPr>
            <w:sdtEndPr/>
            <w:sdtContent>
              <w:p w14:paraId="70D18B0F" w14:textId="77777777" w:rsidR="0074529E" w:rsidRPr="00C26092" w:rsidRDefault="0074529E"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1D0A148" w14:textId="77777777" w:rsidR="0074529E" w:rsidRDefault="0074529E" w:rsidP="00BC3E5E">
            <w:pPr>
              <w:pStyle w:val="tabellegt"/>
              <w:spacing w:line="276" w:lineRule="auto"/>
              <w:rPr>
                <w:rFonts w:ascii="Arial" w:hAnsi="Arial" w:cs="Arial"/>
                <w:lang w:val="fr-CH"/>
              </w:rPr>
            </w:pPr>
            <w:r w:rsidRPr="00C26092">
              <w:rPr>
                <w:rFonts w:ascii="Arial" w:hAnsi="Arial" w:cs="Arial"/>
                <w:lang w:val="fr-CH"/>
              </w:rPr>
              <w:t>Vérification: les prestations de soins infirmiers sont saisies</w:t>
            </w:r>
            <w:r>
              <w:rPr>
                <w:rFonts w:ascii="Arial" w:hAnsi="Arial" w:cs="Arial"/>
                <w:lang w:val="fr-CH"/>
              </w:rPr>
              <w:t xml:space="preserve"> en fonction de l’unité finale d’imputation et dans leur intégralité</w:t>
            </w:r>
            <w:r w:rsidRPr="00C26092">
              <w:rPr>
                <w:rFonts w:ascii="Arial" w:hAnsi="Arial" w:cs="Arial"/>
                <w:lang w:val="fr-CH"/>
              </w:rPr>
              <w:t xml:space="preserve"> en minutes (minutes effectives ou normatives).</w:t>
            </w:r>
          </w:p>
          <w:p w14:paraId="2BC8111D" w14:textId="77777777" w:rsidR="00C53CE5" w:rsidRDefault="00C53CE5" w:rsidP="00BC3E5E">
            <w:pPr>
              <w:pStyle w:val="tabellegt"/>
              <w:spacing w:line="276" w:lineRule="auto"/>
              <w:rPr>
                <w:rFonts w:ascii="Arial" w:hAnsi="Arial" w:cs="Arial"/>
                <w:lang w:val="fr-CH"/>
              </w:rPr>
            </w:pPr>
          </w:p>
          <w:p w14:paraId="354543BA" w14:textId="77777777" w:rsidR="00C53CE5" w:rsidRPr="00C26092" w:rsidRDefault="00C53CE5" w:rsidP="00BC3E5E">
            <w:pPr>
              <w:pStyle w:val="tabellegt"/>
              <w:spacing w:line="276" w:lineRule="auto"/>
              <w:rPr>
                <w:rFonts w:ascii="Arial" w:hAnsi="Arial" w:cs="Arial"/>
                <w:lang w:val="fr-CH"/>
              </w:rPr>
            </w:pPr>
            <w:r w:rsidRPr="00431D69">
              <w:rPr>
                <w:rFonts w:ascii="Arial" w:eastAsia="TheMix-HP3Lig" w:hAnsi="Arial" w:cs="Arial"/>
                <w:color w:val="005292"/>
                <w:lang w:val="fr-CH"/>
              </w:rPr>
              <w:t xml:space="preserve">Note: La saisie des prestations de soins doit être en lien direct à la fois avec l’hôpital, le cas et la prestation. Une saisie liée à la durée de séjour et/ou une saisie normalisée suivant des moyennes nationales, sans lien avec les prestations requises par le cas, ne sont pas autorisées </w:t>
            </w:r>
            <w:r w:rsidRPr="00FC7221">
              <w:rPr>
                <w:rFonts w:ascii="Arial" w:eastAsia="TheMix-HP3Lig" w:hAnsi="Arial" w:cs="Arial"/>
                <w:color w:val="005292"/>
                <w:lang w:val="fr-CH"/>
              </w:rPr>
              <w:t>(REK 16_004).</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D440745" w14:textId="77777777" w:rsidR="0074529E" w:rsidRPr="00C26092" w:rsidRDefault="0074529E" w:rsidP="00BC3E5E">
            <w:pPr>
              <w:pStyle w:val="KeinAbsatzformat"/>
              <w:spacing w:line="276" w:lineRule="auto"/>
              <w:textAlignment w:val="auto"/>
              <w:rPr>
                <w:rFonts w:ascii="Arial" w:hAnsi="Arial" w:cs="Arial"/>
                <w:color w:val="auto"/>
                <w:sz w:val="18"/>
                <w:szCs w:val="18"/>
                <w:lang w:val="fr-CH"/>
              </w:rPr>
            </w:pPr>
          </w:p>
        </w:tc>
      </w:tr>
      <w:tr w:rsidR="0074529E" w:rsidRPr="00C26092" w14:paraId="4F57A963"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E2B7DA7" w14:textId="77777777" w:rsidR="0074529E" w:rsidRPr="00C26092" w:rsidRDefault="0074529E" w:rsidP="00BC3E5E">
            <w:pPr>
              <w:pStyle w:val="tabelleUntertitel"/>
              <w:spacing w:line="276" w:lineRule="auto"/>
              <w:rPr>
                <w:rFonts w:ascii="Arial" w:hAnsi="Arial" w:cs="Arial"/>
                <w:lang w:val="fr-CH"/>
              </w:rPr>
            </w:pPr>
            <w:r w:rsidRPr="00C26092">
              <w:rPr>
                <w:rStyle w:val="ExpertBold"/>
                <w:rFonts w:ascii="Arial" w:hAnsi="Arial" w:cs="Arial"/>
                <w:b/>
                <w:bCs/>
                <w:lang w:val="fr-CH"/>
              </w:rPr>
              <w:t>10.6</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5805CFE" w14:textId="77777777" w:rsidR="0074529E" w:rsidRPr="00C26092" w:rsidRDefault="0074529E" w:rsidP="00BC3E5E">
            <w:pPr>
              <w:pStyle w:val="tabelleUntertitel"/>
              <w:spacing w:line="276" w:lineRule="auto"/>
              <w:rPr>
                <w:rFonts w:ascii="Arial" w:hAnsi="Arial" w:cs="Arial"/>
                <w:lang w:val="fr-CH"/>
              </w:rPr>
            </w:pPr>
            <w:r w:rsidRPr="00C26092">
              <w:rPr>
                <w:rStyle w:val="bold"/>
                <w:rFonts w:ascii="Arial" w:hAnsi="Arial" w:cs="Arial"/>
                <w:b/>
                <w:bCs/>
                <w:lang w:val="fr-CH"/>
              </w:rPr>
              <w:t>Hôtellerie-chambre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87C3058" w14:textId="77777777" w:rsidR="0074529E" w:rsidRPr="00C26092" w:rsidRDefault="0074529E" w:rsidP="00BC3E5E">
            <w:pPr>
              <w:pStyle w:val="KeinAbsatzformat"/>
              <w:spacing w:line="276" w:lineRule="auto"/>
              <w:textAlignment w:val="auto"/>
              <w:rPr>
                <w:rFonts w:ascii="Arial" w:hAnsi="Arial" w:cs="Arial"/>
                <w:color w:val="auto"/>
                <w:sz w:val="18"/>
                <w:szCs w:val="18"/>
                <w:lang w:val="fr-CH"/>
              </w:rPr>
            </w:pPr>
          </w:p>
        </w:tc>
      </w:tr>
      <w:tr w:rsidR="0074529E" w:rsidRPr="00FA6F09" w14:paraId="19B5A128"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366061034"/>
              <w14:checkbox>
                <w14:checked w14:val="0"/>
                <w14:checkedState w14:val="2612" w14:font="MS Gothic"/>
                <w14:uncheckedState w14:val="2610" w14:font="MS Gothic"/>
              </w14:checkbox>
            </w:sdtPr>
            <w:sdtEndPr/>
            <w:sdtContent>
              <w:p w14:paraId="710A19E5" w14:textId="77777777" w:rsidR="0074529E" w:rsidRPr="00C26092" w:rsidRDefault="0074529E"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B906BB7" w14:textId="77777777" w:rsidR="0074529E" w:rsidRPr="00C26092" w:rsidRDefault="0074529E" w:rsidP="00BC3E5E">
            <w:pPr>
              <w:pStyle w:val="tabellegt"/>
              <w:spacing w:line="276" w:lineRule="auto"/>
              <w:rPr>
                <w:rFonts w:ascii="Arial" w:hAnsi="Arial" w:cs="Arial"/>
                <w:lang w:val="fr-CH"/>
              </w:rPr>
            </w:pPr>
            <w:r w:rsidRPr="00C26092">
              <w:rPr>
                <w:rFonts w:ascii="Arial" w:hAnsi="Arial" w:cs="Arial"/>
                <w:lang w:val="fr-CH"/>
              </w:rPr>
              <w:t>Enregistrement de l’étude périodique et empirique de la pondération pour le calcul des prestations du centre de charges obligatoire Hôtellerie-chambre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E811954" w14:textId="77777777" w:rsidR="0074529E" w:rsidRPr="00C26092" w:rsidRDefault="0074529E" w:rsidP="00BC3E5E">
            <w:pPr>
              <w:pStyle w:val="KeinAbsatzformat"/>
              <w:spacing w:line="276" w:lineRule="auto"/>
              <w:textAlignment w:val="auto"/>
              <w:rPr>
                <w:rFonts w:ascii="Arial" w:hAnsi="Arial" w:cs="Arial"/>
                <w:color w:val="auto"/>
                <w:sz w:val="18"/>
                <w:szCs w:val="18"/>
                <w:lang w:val="fr-CH"/>
              </w:rPr>
            </w:pPr>
          </w:p>
        </w:tc>
      </w:tr>
      <w:tr w:rsidR="0074529E" w:rsidRPr="00FA6F09" w14:paraId="2225E8E4"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7F435C0" w14:textId="77777777" w:rsidR="0074529E" w:rsidRPr="00C26092" w:rsidRDefault="0074529E" w:rsidP="00BC3E5E">
            <w:pPr>
              <w:pStyle w:val="tabelleUntertitel"/>
              <w:spacing w:line="276" w:lineRule="auto"/>
              <w:rPr>
                <w:rFonts w:ascii="Arial" w:hAnsi="Arial" w:cs="Arial"/>
                <w:lang w:val="fr-CH"/>
              </w:rPr>
            </w:pPr>
            <w:r w:rsidRPr="00C26092">
              <w:rPr>
                <w:rStyle w:val="ExpertBold"/>
                <w:rFonts w:ascii="Arial" w:hAnsi="Arial" w:cs="Arial"/>
                <w:b/>
                <w:bCs/>
                <w:lang w:val="fr-CH"/>
              </w:rPr>
              <w:t>10.7</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EBEE5C3" w14:textId="77777777" w:rsidR="0074529E" w:rsidRPr="00C26092" w:rsidRDefault="0074529E" w:rsidP="00BC3E5E">
            <w:pPr>
              <w:pStyle w:val="tabelleUntertitel"/>
              <w:spacing w:line="276" w:lineRule="auto"/>
              <w:rPr>
                <w:rFonts w:ascii="Arial" w:hAnsi="Arial" w:cs="Arial"/>
                <w:lang w:val="fr-CH"/>
              </w:rPr>
            </w:pPr>
            <w:r w:rsidRPr="00C26092">
              <w:rPr>
                <w:rStyle w:val="bold"/>
                <w:rFonts w:ascii="Arial" w:hAnsi="Arial" w:cs="Arial"/>
                <w:b/>
                <w:bCs/>
                <w:lang w:val="fr-CH"/>
              </w:rPr>
              <w:t>Centres d’activité médico-techniques et thérapeutiques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C81299B" w14:textId="77777777" w:rsidR="0074529E" w:rsidRPr="00C26092" w:rsidRDefault="0074529E" w:rsidP="00BC3E5E">
            <w:pPr>
              <w:pStyle w:val="KeinAbsatzformat"/>
              <w:spacing w:line="276" w:lineRule="auto"/>
              <w:textAlignment w:val="auto"/>
              <w:rPr>
                <w:rFonts w:ascii="Arial" w:hAnsi="Arial" w:cs="Arial"/>
                <w:color w:val="auto"/>
                <w:sz w:val="18"/>
                <w:szCs w:val="18"/>
                <w:lang w:val="fr-CH"/>
              </w:rPr>
            </w:pPr>
          </w:p>
        </w:tc>
      </w:tr>
      <w:tr w:rsidR="0074529E" w:rsidRPr="00FA6F09" w14:paraId="71FC71A5"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10054752"/>
              <w14:checkbox>
                <w14:checked w14:val="0"/>
                <w14:checkedState w14:val="2612" w14:font="MS Gothic"/>
                <w14:uncheckedState w14:val="2610" w14:font="MS Gothic"/>
              </w14:checkbox>
            </w:sdtPr>
            <w:sdtEndPr/>
            <w:sdtContent>
              <w:p w14:paraId="2364348B" w14:textId="77777777" w:rsidR="0074529E" w:rsidRPr="00C26092" w:rsidRDefault="0074529E"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640776F" w14:textId="77777777" w:rsidR="0074529E" w:rsidRPr="00C26092" w:rsidRDefault="0074529E" w:rsidP="00BC3E5E">
            <w:pPr>
              <w:pStyle w:val="tabellegt"/>
              <w:spacing w:line="276" w:lineRule="auto"/>
              <w:rPr>
                <w:rFonts w:ascii="Arial" w:hAnsi="Arial" w:cs="Arial"/>
                <w:lang w:val="fr-CH"/>
              </w:rPr>
            </w:pPr>
            <w:r w:rsidRPr="00C26092">
              <w:rPr>
                <w:rFonts w:ascii="Arial" w:hAnsi="Arial" w:cs="Arial"/>
                <w:lang w:val="fr-CH"/>
              </w:rPr>
              <w:t>Vérification: toutes les prestations des domaines médico-techniques et thérapeutiques sont saisies et évaluées</w:t>
            </w:r>
            <w:r>
              <w:rPr>
                <w:rFonts w:ascii="Arial" w:hAnsi="Arial" w:cs="Arial"/>
                <w:lang w:val="fr-CH"/>
              </w:rPr>
              <w:t xml:space="preserve"> en fonction de l’unité finale d’imputation et dans leur intégralité</w:t>
            </w:r>
            <w:r w:rsidRPr="00C26092">
              <w:rPr>
                <w:rFonts w:ascii="Arial" w:hAnsi="Arial" w:cs="Arial"/>
                <w:lang w:val="fr-CH"/>
              </w:rPr>
              <w:t xml:space="preserve"> au moyen du point tarifaire et/ou </w:t>
            </w:r>
            <w:r>
              <w:rPr>
                <w:rFonts w:ascii="Arial" w:hAnsi="Arial" w:cs="Arial"/>
                <w:lang w:val="fr-CH"/>
              </w:rPr>
              <w:t>en minutes</w:t>
            </w:r>
            <w:r w:rsidRPr="00C26092">
              <w:rPr>
                <w:rFonts w:ascii="Arial" w:hAnsi="Arial" w:cs="Arial"/>
                <w:lang w:val="fr-CH"/>
              </w:rPr>
              <w:t>.</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232CD59" w14:textId="77777777" w:rsidR="0074529E" w:rsidRPr="00C26092" w:rsidRDefault="0074529E" w:rsidP="00BC3E5E">
            <w:pPr>
              <w:pStyle w:val="KeinAbsatzformat"/>
              <w:spacing w:line="276" w:lineRule="auto"/>
              <w:textAlignment w:val="auto"/>
              <w:rPr>
                <w:rFonts w:ascii="Arial" w:hAnsi="Arial" w:cs="Arial"/>
                <w:color w:val="auto"/>
                <w:sz w:val="18"/>
                <w:szCs w:val="18"/>
                <w:lang w:val="fr-CH"/>
              </w:rPr>
            </w:pPr>
          </w:p>
        </w:tc>
      </w:tr>
    </w:tbl>
    <w:p w14:paraId="7CA0CE7C" w14:textId="77777777" w:rsidR="008B52A9" w:rsidRPr="00D6731D" w:rsidRDefault="008B52A9">
      <w:pPr>
        <w:rPr>
          <w:lang w:val="fr-CH"/>
        </w:rPr>
      </w:pPr>
      <w:r w:rsidRPr="00D6731D">
        <w:rPr>
          <w:lang w:val="fr-CH"/>
        </w:rPr>
        <w:br w:type="page"/>
      </w:r>
    </w:p>
    <w:tbl>
      <w:tblPr>
        <w:tblW w:w="9798" w:type="dxa"/>
        <w:tblInd w:w="108" w:type="dxa"/>
        <w:tblLayout w:type="fixed"/>
        <w:tblCellMar>
          <w:left w:w="0" w:type="dxa"/>
          <w:right w:w="0" w:type="dxa"/>
        </w:tblCellMar>
        <w:tblLook w:val="0000" w:firstRow="0" w:lastRow="0" w:firstColumn="0" w:lastColumn="0" w:noHBand="0" w:noVBand="0"/>
      </w:tblPr>
      <w:tblGrid>
        <w:gridCol w:w="675"/>
        <w:gridCol w:w="6401"/>
        <w:gridCol w:w="2722"/>
      </w:tblGrid>
      <w:tr w:rsidR="00441A0F" w:rsidRPr="00FA6F09" w14:paraId="54FC3360"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261673466"/>
              <w14:checkbox>
                <w14:checked w14:val="0"/>
                <w14:checkedState w14:val="2612" w14:font="MS Gothic"/>
                <w14:uncheckedState w14:val="2610" w14:font="MS Gothic"/>
              </w14:checkbox>
            </w:sdtPr>
            <w:sdtEndPr/>
            <w:sdtContent>
              <w:p w14:paraId="401E7271" w14:textId="77777777" w:rsidR="00441A0F" w:rsidRDefault="00441A0F" w:rsidP="00441A0F">
                <w:pPr>
                  <w:pStyle w:val="tabellegt"/>
                  <w:spacing w:line="276" w:lineRule="auto"/>
                  <w:rPr>
                    <w:rFonts w:ascii="Arial" w:hAnsi="Arial" w:cs="Arial"/>
                    <w:color w:val="auto"/>
                    <w:sz w:val="22"/>
                    <w:szCs w:val="22"/>
                    <w:lang w:val="fr-CH"/>
                  </w:rPr>
                </w:pPr>
                <w:r>
                  <w:rPr>
                    <w:rFonts w:ascii="MS Gothic" w:eastAsia="MS Gothic" w:hAnsi="MS Gothic" w:cs="Arial" w:hint="eastAsia"/>
                    <w:lang w:val="fr-CH"/>
                  </w:rPr>
                  <w:t>☐</w:t>
                </w:r>
              </w:p>
            </w:sdtContent>
          </w:sdt>
          <w:p w14:paraId="6B193B94" w14:textId="77777777" w:rsidR="00441A0F" w:rsidRDefault="00441A0F" w:rsidP="00BC3E5E">
            <w:pPr>
              <w:pStyle w:val="tabellegt"/>
              <w:spacing w:line="276" w:lineRule="auto"/>
              <w:rPr>
                <w:rFonts w:ascii="Arial" w:hAnsi="Arial" w:cs="Arial"/>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20F9780" w14:textId="77777777" w:rsidR="00441A0F" w:rsidRPr="00962AF8" w:rsidRDefault="00441A0F" w:rsidP="00441A0F">
            <w:pPr>
              <w:pStyle w:val="tabellegt"/>
              <w:spacing w:line="276" w:lineRule="auto"/>
              <w:rPr>
                <w:rFonts w:ascii="Arial" w:hAnsi="Arial" w:cs="Arial"/>
                <w:lang w:val="fr-CH"/>
              </w:rPr>
            </w:pPr>
            <w:r w:rsidRPr="00962AF8">
              <w:rPr>
                <w:rFonts w:ascii="Arial" w:hAnsi="Arial" w:cs="Arial"/>
                <w:lang w:val="fr-CH"/>
              </w:rPr>
              <w:t xml:space="preserve">Vérification: pour les </w:t>
            </w:r>
            <w:r>
              <w:rPr>
                <w:rFonts w:ascii="Arial" w:hAnsi="Arial" w:cs="Arial"/>
                <w:lang w:val="fr-CH"/>
              </w:rPr>
              <w:t>activités effectuées</w:t>
            </w:r>
            <w:r w:rsidRPr="00962AF8">
              <w:rPr>
                <w:rFonts w:ascii="Arial" w:hAnsi="Arial" w:cs="Arial"/>
                <w:lang w:val="fr-CH"/>
              </w:rPr>
              <w:t xml:space="preserve"> en salle d’opération le temps incision/couture est utilisé.</w:t>
            </w:r>
          </w:p>
          <w:p w14:paraId="6B33D15B" w14:textId="77777777" w:rsidR="00441A0F" w:rsidRDefault="00441A0F" w:rsidP="00441A0F">
            <w:pPr>
              <w:pStyle w:val="tabellegt"/>
              <w:spacing w:line="276" w:lineRule="auto"/>
              <w:rPr>
                <w:rFonts w:ascii="Arial" w:hAnsi="Arial" w:cs="Arial"/>
                <w:lang w:val="fr-CH"/>
              </w:rPr>
            </w:pPr>
            <w:r>
              <w:rPr>
                <w:rFonts w:ascii="Arial" w:hAnsi="Arial" w:cs="Arial"/>
                <w:lang w:val="fr-CH"/>
              </w:rPr>
              <w:t>La décision REK 14_006 s’applique à partir du 1</w:t>
            </w:r>
            <w:r w:rsidRPr="00F42D40">
              <w:rPr>
                <w:rFonts w:ascii="Arial" w:hAnsi="Arial" w:cs="Arial"/>
                <w:vertAlign w:val="superscript"/>
                <w:lang w:val="fr-CH"/>
              </w:rPr>
              <w:t>er</w:t>
            </w:r>
            <w:r>
              <w:rPr>
                <w:rFonts w:ascii="Arial" w:hAnsi="Arial" w:cs="Arial"/>
                <w:lang w:val="fr-CH"/>
              </w:rPr>
              <w:t xml:space="preserve"> janvier 2018 (pertinent pour la certification à compter du 1</w:t>
            </w:r>
            <w:r w:rsidRPr="00F42D40">
              <w:rPr>
                <w:rFonts w:ascii="Arial" w:hAnsi="Arial" w:cs="Arial"/>
                <w:vertAlign w:val="superscript"/>
                <w:lang w:val="fr-CH"/>
              </w:rPr>
              <w:t>er</w:t>
            </w:r>
            <w:r>
              <w:rPr>
                <w:rFonts w:ascii="Arial" w:hAnsi="Arial" w:cs="Arial"/>
                <w:lang w:val="fr-CH"/>
              </w:rPr>
              <w:t xml:space="preserve"> janvier 2019):</w:t>
            </w:r>
          </w:p>
          <w:p w14:paraId="3DF37151" w14:textId="77777777" w:rsidR="00441A0F" w:rsidRPr="00441A0F" w:rsidRDefault="00441A0F" w:rsidP="00BC3E5E">
            <w:pPr>
              <w:pStyle w:val="tabellegt"/>
              <w:spacing w:line="276" w:lineRule="auto"/>
              <w:rPr>
                <w:rFonts w:ascii="Arial" w:eastAsia="TheMix-HP3Lig" w:hAnsi="Arial" w:cs="Arial"/>
                <w:lang w:val="fr-CH"/>
              </w:rPr>
            </w:pPr>
            <w:r>
              <w:rPr>
                <w:rFonts w:ascii="Arial" w:hAnsi="Arial" w:cs="Arial"/>
                <w:lang w:val="fr-CH"/>
              </w:rPr>
              <w:t xml:space="preserve">Vérification: les activités exercées en salle OP sont-elles intégralement saisies à l’aide des minutes effectives conformément à la période de temps définie </w:t>
            </w:r>
            <w:r w:rsidRPr="0045339A">
              <w:rPr>
                <w:rFonts w:ascii="Arial" w:hAnsi="Arial" w:cs="Arial"/>
                <w:lang w:val="fr-CH"/>
              </w:rPr>
              <w:t xml:space="preserve">par </w:t>
            </w:r>
            <w:r w:rsidRPr="00F42D40">
              <w:rPr>
                <w:rFonts w:ascii="Arial" w:eastAsia="TheMix-HP3Lig" w:hAnsi="Arial" w:cs="Arial"/>
                <w:lang w:val="fr-CH"/>
              </w:rPr>
              <w:t>REKOLE</w:t>
            </w:r>
            <w:r w:rsidRPr="00F42D40">
              <w:rPr>
                <w:rFonts w:ascii="Arial" w:eastAsia="TheMix-HP3Lig" w:hAnsi="Arial" w:cs="Arial"/>
                <w:vertAlign w:val="superscript"/>
                <w:lang w:val="fr-CH"/>
              </w:rPr>
              <w:t>®</w:t>
            </w:r>
            <w:r w:rsidRPr="00F42D40">
              <w:rPr>
                <w:rFonts w:ascii="Arial" w:eastAsia="TheMix-HP3Lig" w:hAnsi="Arial" w:cs="Arial"/>
                <w:lang w:val="fr-CH"/>
              </w:rPr>
              <w:t>?</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F4F0193" w14:textId="77777777" w:rsidR="00441A0F" w:rsidRPr="00C26092" w:rsidRDefault="00441A0F" w:rsidP="00BC3E5E">
            <w:pPr>
              <w:pStyle w:val="KeinAbsatzformat"/>
              <w:spacing w:line="276" w:lineRule="auto"/>
              <w:textAlignment w:val="auto"/>
              <w:rPr>
                <w:rFonts w:ascii="Arial" w:hAnsi="Arial" w:cs="Arial"/>
                <w:color w:val="auto"/>
                <w:sz w:val="18"/>
                <w:szCs w:val="18"/>
                <w:lang w:val="fr-CH"/>
              </w:rPr>
            </w:pPr>
          </w:p>
        </w:tc>
      </w:tr>
      <w:tr w:rsidR="0074529E" w:rsidRPr="00FA6F09" w14:paraId="60C30FF1"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840536818"/>
              <w14:checkbox>
                <w14:checked w14:val="0"/>
                <w14:checkedState w14:val="2612" w14:font="MS Gothic"/>
                <w14:uncheckedState w14:val="2610" w14:font="MS Gothic"/>
              </w14:checkbox>
            </w:sdtPr>
            <w:sdtEndPr/>
            <w:sdtContent>
              <w:p w14:paraId="6A4BD4F2" w14:textId="77777777" w:rsidR="0074529E" w:rsidRPr="00C26092" w:rsidRDefault="0074529E"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A353767" w14:textId="77777777" w:rsidR="005E03A1" w:rsidRDefault="005E03A1" w:rsidP="00BC3E5E">
            <w:pPr>
              <w:pBdr>
                <w:bar w:val="single" w:sz="4" w:color="804040"/>
              </w:pBdr>
              <w:autoSpaceDE w:val="0"/>
              <w:autoSpaceDN w:val="0"/>
              <w:adjustRightInd w:val="0"/>
              <w:spacing w:line="276" w:lineRule="auto"/>
              <w:textAlignment w:val="center"/>
              <w:rPr>
                <w:rFonts w:cs="Arial"/>
                <w:sz w:val="18"/>
                <w:szCs w:val="18"/>
                <w:lang w:val="fr-CH" w:eastAsia="de-DE"/>
              </w:rPr>
            </w:pPr>
            <w:r>
              <w:rPr>
                <w:rFonts w:cs="Arial"/>
                <w:sz w:val="18"/>
                <w:szCs w:val="18"/>
                <w:lang w:val="fr-CH" w:eastAsia="de-DE"/>
              </w:rPr>
              <w:t>Vérification: pour l’anesthésie, le temps considéré comprend</w:t>
            </w:r>
            <w:r w:rsidRPr="00C92491">
              <w:rPr>
                <w:rFonts w:cs="Arial"/>
                <w:sz w:val="18"/>
                <w:szCs w:val="18"/>
                <w:lang w:val="fr-CH" w:eastAsia="de-DE"/>
              </w:rPr>
              <w:t xml:space="preserve"> l’induction et le réveil, y c. le temps de réveil</w:t>
            </w:r>
            <w:r>
              <w:rPr>
                <w:rFonts w:cs="Arial"/>
                <w:sz w:val="18"/>
                <w:szCs w:val="18"/>
                <w:lang w:val="fr-CH" w:eastAsia="de-DE"/>
              </w:rPr>
              <w:t>.</w:t>
            </w:r>
          </w:p>
          <w:p w14:paraId="669B7568" w14:textId="77777777" w:rsidR="0074529E" w:rsidRDefault="0074529E" w:rsidP="00BC3E5E">
            <w:pPr>
              <w:pStyle w:val="tabellegt"/>
              <w:spacing w:line="276" w:lineRule="auto"/>
              <w:rPr>
                <w:rFonts w:ascii="Arial" w:hAnsi="Arial" w:cs="Arial"/>
                <w:lang w:val="fr-CH"/>
              </w:rPr>
            </w:pPr>
            <w:r>
              <w:rPr>
                <w:rFonts w:ascii="Arial" w:hAnsi="Arial" w:cs="Arial"/>
                <w:lang w:val="fr-CH"/>
              </w:rPr>
              <w:t>La décision REK 14_006 s’applique à partir du 1</w:t>
            </w:r>
            <w:r w:rsidRPr="0093594D">
              <w:rPr>
                <w:rFonts w:ascii="Arial" w:hAnsi="Arial" w:cs="Arial"/>
                <w:vertAlign w:val="superscript"/>
                <w:lang w:val="fr-CH"/>
              </w:rPr>
              <w:t>er</w:t>
            </w:r>
            <w:r>
              <w:rPr>
                <w:rFonts w:ascii="Arial" w:hAnsi="Arial" w:cs="Arial"/>
                <w:lang w:val="fr-CH"/>
              </w:rPr>
              <w:t xml:space="preserve"> janvier 2018 (pertinent pour la certification à compter du 1</w:t>
            </w:r>
            <w:r w:rsidRPr="0093594D">
              <w:rPr>
                <w:rFonts w:ascii="Arial" w:hAnsi="Arial" w:cs="Arial"/>
                <w:vertAlign w:val="superscript"/>
                <w:lang w:val="fr-CH"/>
              </w:rPr>
              <w:t>er</w:t>
            </w:r>
            <w:r>
              <w:rPr>
                <w:rFonts w:ascii="Arial" w:hAnsi="Arial" w:cs="Arial"/>
                <w:lang w:val="fr-CH"/>
              </w:rPr>
              <w:t xml:space="preserve"> janvier 2019):</w:t>
            </w:r>
          </w:p>
          <w:p w14:paraId="74F414E2" w14:textId="77777777" w:rsidR="0074529E" w:rsidRPr="000B31E3" w:rsidRDefault="0074529E" w:rsidP="00BC3E5E">
            <w:pPr>
              <w:pStyle w:val="tabellegt"/>
              <w:spacing w:line="276" w:lineRule="auto"/>
              <w:rPr>
                <w:rFonts w:ascii="Arial" w:eastAsia="TheMix-HP3Lig" w:hAnsi="Arial" w:cs="Arial"/>
                <w:lang w:val="fr-CH"/>
              </w:rPr>
            </w:pPr>
            <w:r>
              <w:rPr>
                <w:rFonts w:ascii="Arial" w:hAnsi="Arial" w:cs="Arial"/>
                <w:lang w:val="fr-CH"/>
              </w:rPr>
              <w:t xml:space="preserve">Vérification: les prestations d’anesthésie liées ou non aux salles OP sont-elles intégralement saisies à l’aide des minutes effectives conformément à la période de temps définie </w:t>
            </w:r>
            <w:r w:rsidRPr="0045339A">
              <w:rPr>
                <w:rFonts w:ascii="Arial" w:hAnsi="Arial" w:cs="Arial"/>
                <w:lang w:val="fr-CH"/>
              </w:rPr>
              <w:t xml:space="preserve">par </w:t>
            </w:r>
            <w:r w:rsidRPr="00F42D40">
              <w:rPr>
                <w:rFonts w:ascii="Arial" w:eastAsia="TheMix-HP3Lig" w:hAnsi="Arial" w:cs="Arial"/>
                <w:lang w:val="fr-CH"/>
              </w:rPr>
              <w:t>REKOLE</w:t>
            </w:r>
            <w:r w:rsidRPr="00F42D40">
              <w:rPr>
                <w:rFonts w:ascii="Arial" w:eastAsia="TheMix-HP3Lig" w:hAnsi="Arial" w:cs="Arial"/>
                <w:vertAlign w:val="superscript"/>
                <w:lang w:val="fr-CH"/>
              </w:rPr>
              <w:t>®</w:t>
            </w:r>
            <w:r w:rsidRPr="00F42D40">
              <w:rPr>
                <w:rFonts w:ascii="Arial" w:eastAsia="TheMix-HP3Lig" w:hAnsi="Arial" w:cs="Arial"/>
                <w:lang w:val="fr-CH"/>
              </w:rPr>
              <w:t>?</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2D216D7" w14:textId="77777777" w:rsidR="0074529E" w:rsidRPr="00C26092" w:rsidRDefault="0074529E" w:rsidP="00BC3E5E">
            <w:pPr>
              <w:pStyle w:val="KeinAbsatzformat"/>
              <w:spacing w:line="276" w:lineRule="auto"/>
              <w:textAlignment w:val="auto"/>
              <w:rPr>
                <w:rFonts w:ascii="Arial" w:hAnsi="Arial" w:cs="Arial"/>
                <w:color w:val="auto"/>
                <w:sz w:val="18"/>
                <w:szCs w:val="18"/>
                <w:lang w:val="fr-CH"/>
              </w:rPr>
            </w:pPr>
          </w:p>
        </w:tc>
      </w:tr>
      <w:tr w:rsidR="0074529E" w:rsidRPr="00FA6F09" w14:paraId="423EB145"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6478896" w14:textId="77777777" w:rsidR="0074529E" w:rsidRPr="00C26092" w:rsidRDefault="0074529E" w:rsidP="00BC3E5E">
            <w:pPr>
              <w:pStyle w:val="tabelleUntertitel"/>
              <w:spacing w:line="276" w:lineRule="auto"/>
              <w:rPr>
                <w:rFonts w:ascii="Arial" w:hAnsi="Arial" w:cs="Arial"/>
                <w:lang w:val="fr-CH"/>
              </w:rPr>
            </w:pPr>
            <w:r w:rsidRPr="00C26092">
              <w:rPr>
                <w:rStyle w:val="ExpertBold"/>
                <w:rFonts w:ascii="Arial" w:hAnsi="Arial" w:cs="Arial"/>
                <w:b/>
                <w:bCs/>
                <w:lang w:val="fr-CH"/>
              </w:rPr>
              <w:t>10.8</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14FBBE1" w14:textId="77777777" w:rsidR="0074529E" w:rsidRPr="00C26092" w:rsidRDefault="0074529E" w:rsidP="00BC3E5E">
            <w:pPr>
              <w:pStyle w:val="tabelleUntertitel"/>
              <w:spacing w:line="276" w:lineRule="auto"/>
              <w:rPr>
                <w:rFonts w:ascii="Arial" w:hAnsi="Arial" w:cs="Arial"/>
                <w:lang w:val="fr-CH"/>
              </w:rPr>
            </w:pPr>
            <w:r w:rsidRPr="00C26092">
              <w:rPr>
                <w:rStyle w:val="bold"/>
                <w:rFonts w:ascii="Arial" w:hAnsi="Arial" w:cs="Arial"/>
                <w:b/>
                <w:bCs/>
                <w:lang w:val="fr-CH"/>
              </w:rPr>
              <w:t>Centres d’activité fournisseurs de services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AE79B54" w14:textId="77777777" w:rsidR="0074529E" w:rsidRPr="00C26092" w:rsidRDefault="0074529E" w:rsidP="00BC3E5E">
            <w:pPr>
              <w:pStyle w:val="KeinAbsatzformat"/>
              <w:spacing w:line="276" w:lineRule="auto"/>
              <w:textAlignment w:val="auto"/>
              <w:rPr>
                <w:rFonts w:ascii="Arial" w:hAnsi="Arial" w:cs="Arial"/>
                <w:color w:val="auto"/>
                <w:sz w:val="18"/>
                <w:szCs w:val="18"/>
                <w:lang w:val="fr-CH"/>
              </w:rPr>
            </w:pPr>
          </w:p>
        </w:tc>
      </w:tr>
      <w:tr w:rsidR="0074529E" w:rsidRPr="00FA6F09" w14:paraId="3750DB7E" w14:textId="77777777" w:rsidTr="00C26092">
        <w:trPr>
          <w:trHeight w:val="788"/>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560442856"/>
              <w14:checkbox>
                <w14:checked w14:val="0"/>
                <w14:checkedState w14:val="2612" w14:font="MS Gothic"/>
                <w14:uncheckedState w14:val="2610" w14:font="MS Gothic"/>
              </w14:checkbox>
            </w:sdtPr>
            <w:sdtEndPr/>
            <w:sdtContent>
              <w:p w14:paraId="7A23700A" w14:textId="77777777" w:rsidR="0074529E" w:rsidRPr="00C26092" w:rsidRDefault="0074529E"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C8E36E1" w14:textId="77777777" w:rsidR="0074529E" w:rsidRPr="00C26092" w:rsidRDefault="0074529E" w:rsidP="00BC3E5E">
            <w:pPr>
              <w:pStyle w:val="tabellegt"/>
              <w:spacing w:line="276" w:lineRule="auto"/>
              <w:rPr>
                <w:rFonts w:ascii="Arial" w:hAnsi="Arial" w:cs="Arial"/>
                <w:lang w:val="fr-CH"/>
              </w:rPr>
            </w:pPr>
            <w:r w:rsidRPr="00C26092">
              <w:rPr>
                <w:rFonts w:ascii="Arial" w:hAnsi="Arial" w:cs="Arial"/>
                <w:lang w:val="fr-CH"/>
              </w:rPr>
              <w:t>Vérif</w:t>
            </w:r>
            <w:r>
              <w:rPr>
                <w:rFonts w:ascii="Arial" w:hAnsi="Arial" w:cs="Arial"/>
                <w:lang w:val="fr-CH"/>
              </w:rPr>
              <w:t>i</w:t>
            </w:r>
            <w:r w:rsidRPr="00C26092">
              <w:rPr>
                <w:rFonts w:ascii="Arial" w:hAnsi="Arial" w:cs="Arial"/>
                <w:lang w:val="fr-CH"/>
              </w:rPr>
              <w:t>cation: pour le centre de charges fournisseurs de services obligatoires 08 Support et service les prestations sont au moins saisies à l’aide de rapports horaires (bloc de charges A) et par branchement (bloc de charges B et C)</w:t>
            </w:r>
            <w:r>
              <w:rPr>
                <w:rFonts w:ascii="Arial" w:hAnsi="Arial" w:cs="Arial"/>
                <w:lang w:val="fr-CH"/>
              </w:rPr>
              <w:t>.</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6DC2A55" w14:textId="77777777" w:rsidR="0074529E" w:rsidRPr="00C26092" w:rsidRDefault="0074529E" w:rsidP="00BC3E5E">
            <w:pPr>
              <w:pStyle w:val="KeinAbsatzformat"/>
              <w:spacing w:line="276" w:lineRule="auto"/>
              <w:textAlignment w:val="auto"/>
              <w:rPr>
                <w:rFonts w:ascii="Arial" w:hAnsi="Arial" w:cs="Arial"/>
                <w:color w:val="auto"/>
                <w:sz w:val="18"/>
                <w:szCs w:val="18"/>
                <w:lang w:val="fr-CH"/>
              </w:rPr>
            </w:pPr>
          </w:p>
        </w:tc>
      </w:tr>
      <w:tr w:rsidR="0074529E" w:rsidRPr="00FA6F09" w14:paraId="78C66591" w14:textId="77777777" w:rsidTr="00C26092">
        <w:trPr>
          <w:trHeight w:val="60"/>
        </w:trPr>
        <w:sdt>
          <w:sdtPr>
            <w:rPr>
              <w:rFonts w:ascii="Arial" w:hAnsi="Arial" w:cs="Arial"/>
              <w:lang w:val="fr-CH"/>
            </w:rPr>
            <w:id w:val="1922528008"/>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40137BB" w14:textId="77777777" w:rsidR="0074529E" w:rsidRPr="00C26092" w:rsidRDefault="0074529E" w:rsidP="00BC3E5E">
                <w:pPr>
                  <w:pStyle w:val="tabellegt"/>
                  <w:spacing w:line="276" w:lineRule="auto"/>
                  <w:rPr>
                    <w:rFonts w:ascii="Arial" w:hAnsi="Arial" w:cs="Arial"/>
                    <w:lang w:val="fr-CH"/>
                  </w:rPr>
                </w:pPr>
                <w:r>
                  <w:rPr>
                    <w:rFonts w:ascii="MS Gothic" w:eastAsia="MS Gothic" w:hAnsi="MS Gothic" w:cs="Arial" w:hint="eastAsia"/>
                    <w:lang w:val="fr-CH"/>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DC3DB4C" w14:textId="77777777" w:rsidR="0074529E" w:rsidRPr="00C26092" w:rsidRDefault="0074529E" w:rsidP="00BC3E5E">
            <w:pPr>
              <w:pStyle w:val="tabellegt"/>
              <w:spacing w:line="276" w:lineRule="auto"/>
              <w:rPr>
                <w:rFonts w:ascii="Arial" w:hAnsi="Arial" w:cs="Arial"/>
                <w:lang w:val="fr-CH"/>
              </w:rPr>
            </w:pPr>
            <w:r w:rsidRPr="00C26092">
              <w:rPr>
                <w:rFonts w:ascii="Arial" w:hAnsi="Arial" w:cs="Arial"/>
                <w:lang w:val="fr-CH"/>
              </w:rPr>
              <w:t>Vérification: pour le centre de charges fournisseurs de service obligatoires 09 Secrétariat commun les prestations sont au moins saisies à l’aide du temps normatif par mandant.</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DC0CEB2" w14:textId="77777777" w:rsidR="0074529E" w:rsidRPr="00C26092" w:rsidRDefault="0074529E" w:rsidP="00BC3E5E">
            <w:pPr>
              <w:pStyle w:val="KeinAbsatzformat"/>
              <w:spacing w:line="276" w:lineRule="auto"/>
              <w:textAlignment w:val="auto"/>
              <w:rPr>
                <w:rFonts w:ascii="Arial" w:hAnsi="Arial" w:cs="Arial"/>
                <w:color w:val="auto"/>
                <w:sz w:val="18"/>
                <w:szCs w:val="18"/>
                <w:lang w:val="fr-CH"/>
              </w:rPr>
            </w:pPr>
          </w:p>
        </w:tc>
      </w:tr>
      <w:tr w:rsidR="0074529E" w:rsidRPr="00FA6F09" w14:paraId="026CD06E"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749799846"/>
              <w14:checkbox>
                <w14:checked w14:val="0"/>
                <w14:checkedState w14:val="2612" w14:font="MS Gothic"/>
                <w14:uncheckedState w14:val="2610" w14:font="MS Gothic"/>
              </w14:checkbox>
            </w:sdtPr>
            <w:sdtEndPr/>
            <w:sdtContent>
              <w:p w14:paraId="6E3362E2" w14:textId="77777777" w:rsidR="0074529E" w:rsidRPr="00C26092" w:rsidRDefault="0074529E"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4657801" w14:textId="77777777" w:rsidR="0074529E" w:rsidRPr="00C26092" w:rsidRDefault="0074529E" w:rsidP="00BC3E5E">
            <w:pPr>
              <w:pStyle w:val="tabellegt"/>
              <w:spacing w:line="276" w:lineRule="auto"/>
              <w:rPr>
                <w:rFonts w:ascii="Arial" w:hAnsi="Arial" w:cs="Arial"/>
                <w:lang w:val="fr-CH"/>
              </w:rPr>
            </w:pPr>
            <w:r w:rsidRPr="00C26092">
              <w:rPr>
                <w:rFonts w:ascii="Arial" w:hAnsi="Arial" w:cs="Arial"/>
                <w:lang w:val="fr-CH"/>
              </w:rPr>
              <w:t xml:space="preserve">Vérification: </w:t>
            </w:r>
            <w:r>
              <w:rPr>
                <w:rFonts w:ascii="Arial" w:hAnsi="Arial" w:cs="Arial"/>
                <w:lang w:val="fr-CH"/>
              </w:rPr>
              <w:t xml:space="preserve">pour </w:t>
            </w:r>
            <w:r w:rsidRPr="00C26092">
              <w:rPr>
                <w:rFonts w:ascii="Arial" w:hAnsi="Arial" w:cs="Arial"/>
                <w:lang w:val="fr-CH"/>
              </w:rPr>
              <w:t xml:space="preserve">le centre de charges obligatoire </w:t>
            </w:r>
            <w:r w:rsidRPr="00C26092">
              <w:rPr>
                <w:rStyle w:val="ExpertGrundschrift"/>
                <w:rFonts w:ascii="Arial" w:hAnsi="Arial" w:cs="Arial"/>
                <w:lang w:val="fr-CH"/>
              </w:rPr>
              <w:t>05</w:t>
            </w:r>
            <w:r w:rsidRPr="00C26092">
              <w:rPr>
                <w:rFonts w:ascii="Arial" w:hAnsi="Arial" w:cs="Arial"/>
                <w:lang w:val="fr-CH"/>
              </w:rPr>
              <w:t xml:space="preserve"> Nettoyage</w:t>
            </w:r>
            <w:r>
              <w:rPr>
                <w:rFonts w:ascii="Arial" w:hAnsi="Arial" w:cs="Arial"/>
                <w:lang w:val="fr-CH"/>
              </w:rPr>
              <w:t>, les prestations sont</w:t>
            </w:r>
            <w:r w:rsidRPr="00C26092">
              <w:rPr>
                <w:rFonts w:ascii="Arial" w:hAnsi="Arial" w:cs="Arial"/>
                <w:lang w:val="fr-CH"/>
              </w:rPr>
              <w:t xml:space="preserve"> au moins saisi</w:t>
            </w:r>
            <w:r>
              <w:rPr>
                <w:rFonts w:ascii="Arial" w:hAnsi="Arial" w:cs="Arial"/>
                <w:lang w:val="fr-CH"/>
              </w:rPr>
              <w:t>es</w:t>
            </w:r>
            <w:r w:rsidRPr="00C26092">
              <w:rPr>
                <w:rFonts w:ascii="Arial" w:hAnsi="Arial" w:cs="Arial"/>
                <w:lang w:val="fr-CH"/>
              </w:rPr>
              <w:t xml:space="preserve"> au moyen de la surface de nettoyage en m</w:t>
            </w:r>
            <w:r w:rsidRPr="00C26092">
              <w:rPr>
                <w:rFonts w:ascii="Arial" w:hAnsi="Arial" w:cs="Arial"/>
                <w:vertAlign w:val="superscript"/>
                <w:lang w:val="fr-CH"/>
              </w:rPr>
              <w:t>2</w:t>
            </w:r>
            <w:r w:rsidRPr="00C26092">
              <w:rPr>
                <w:rFonts w:ascii="Arial" w:hAnsi="Arial" w:cs="Arial"/>
                <w:lang w:val="fr-CH"/>
              </w:rPr>
              <w:t>.</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3B99A9B" w14:textId="77777777" w:rsidR="0074529E" w:rsidRPr="00C26092" w:rsidRDefault="0074529E" w:rsidP="00BC3E5E">
            <w:pPr>
              <w:pStyle w:val="KeinAbsatzformat"/>
              <w:spacing w:line="276" w:lineRule="auto"/>
              <w:textAlignment w:val="auto"/>
              <w:rPr>
                <w:rFonts w:ascii="Arial" w:hAnsi="Arial" w:cs="Arial"/>
                <w:color w:val="auto"/>
                <w:sz w:val="18"/>
                <w:szCs w:val="18"/>
                <w:lang w:val="fr-CH"/>
              </w:rPr>
            </w:pPr>
          </w:p>
        </w:tc>
      </w:tr>
      <w:tr w:rsidR="000B31E3" w:rsidRPr="00FA6F09" w14:paraId="5386E273"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384AE35" w14:textId="77777777" w:rsidR="000B31E3" w:rsidRPr="00C26092" w:rsidRDefault="000B31E3" w:rsidP="00BC3E5E">
            <w:pPr>
              <w:pStyle w:val="tabelleUntertitel"/>
              <w:spacing w:line="276" w:lineRule="auto"/>
              <w:rPr>
                <w:rStyle w:val="ExpertBold"/>
                <w:rFonts w:ascii="Arial" w:hAnsi="Arial" w:cs="Arial"/>
                <w:b/>
                <w:bCs/>
                <w:lang w:val="fr-CH"/>
              </w:rPr>
            </w:pPr>
            <w:r>
              <w:rPr>
                <w:rStyle w:val="ExpertBold"/>
                <w:rFonts w:ascii="Arial" w:hAnsi="Arial" w:cs="Arial"/>
                <w:b/>
                <w:bCs/>
                <w:lang w:val="fr-CH"/>
              </w:rPr>
              <w:t>10.9</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41BDB1C" w14:textId="77777777" w:rsidR="000B31E3" w:rsidRPr="00C26092" w:rsidRDefault="000B31E3" w:rsidP="00BC3E5E">
            <w:pPr>
              <w:pStyle w:val="tabelleUntertitel"/>
              <w:spacing w:line="276" w:lineRule="auto"/>
              <w:rPr>
                <w:rStyle w:val="bold"/>
                <w:rFonts w:ascii="Arial" w:hAnsi="Arial" w:cs="Arial"/>
                <w:b/>
                <w:bCs/>
                <w:lang w:val="fr-CH"/>
              </w:rPr>
            </w:pPr>
            <w:r>
              <w:rPr>
                <w:rStyle w:val="bold"/>
                <w:rFonts w:ascii="Arial" w:hAnsi="Arial" w:cs="Arial"/>
                <w:b/>
                <w:bCs/>
                <w:lang w:val="fr-CH"/>
              </w:rPr>
              <w:t>Médicaments, implants, sang, matériel, etc.</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BB17FF7" w14:textId="77777777" w:rsidR="000B31E3" w:rsidRPr="00C26092" w:rsidRDefault="000B31E3" w:rsidP="00BC3E5E">
            <w:pPr>
              <w:pStyle w:val="KeinAbsatzformat"/>
              <w:spacing w:line="276" w:lineRule="auto"/>
              <w:textAlignment w:val="auto"/>
              <w:rPr>
                <w:rFonts w:ascii="Arial" w:hAnsi="Arial" w:cs="Arial"/>
                <w:color w:val="auto"/>
                <w:sz w:val="18"/>
                <w:szCs w:val="18"/>
                <w:lang w:val="fr-CH"/>
              </w:rPr>
            </w:pPr>
          </w:p>
        </w:tc>
      </w:tr>
      <w:tr w:rsidR="000B31E3" w:rsidRPr="00FA6F09" w14:paraId="4577316D"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8AA26B2" w14:textId="77777777" w:rsidR="000B31E3" w:rsidRPr="00C26092" w:rsidRDefault="000B31E3" w:rsidP="00BC3E5E">
            <w:pPr>
              <w:pStyle w:val="tabelleUntertitel"/>
              <w:spacing w:line="276" w:lineRule="auto"/>
              <w:rPr>
                <w:rStyle w:val="ExpertBold"/>
                <w:rFonts w:ascii="Arial" w:hAnsi="Arial" w:cs="Arial"/>
                <w:b/>
                <w:bCs/>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29B8176" w14:textId="77777777" w:rsidR="000B31E3" w:rsidRPr="00C26092" w:rsidRDefault="000B31E3" w:rsidP="00BC3E5E">
            <w:pPr>
              <w:pStyle w:val="tabellegt"/>
              <w:spacing w:line="276" w:lineRule="auto"/>
              <w:rPr>
                <w:rFonts w:ascii="Arial" w:hAnsi="Arial" w:cs="Arial"/>
                <w:lang w:val="fr-CH"/>
              </w:rPr>
            </w:pPr>
            <w:r w:rsidRPr="00C26092">
              <w:rPr>
                <w:rFonts w:ascii="Arial" w:hAnsi="Arial" w:cs="Arial"/>
                <w:lang w:val="fr-CH"/>
              </w:rPr>
              <w:t>Ne fait pas partie de la vérification – pas de questions de contrôle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2C25D05" w14:textId="77777777" w:rsidR="000B31E3" w:rsidRPr="00C26092" w:rsidRDefault="000B31E3" w:rsidP="00BC3E5E">
            <w:pPr>
              <w:pStyle w:val="KeinAbsatzformat"/>
              <w:spacing w:line="276" w:lineRule="auto"/>
              <w:textAlignment w:val="auto"/>
              <w:rPr>
                <w:rFonts w:ascii="Arial" w:hAnsi="Arial" w:cs="Arial"/>
                <w:color w:val="auto"/>
                <w:sz w:val="18"/>
                <w:szCs w:val="18"/>
                <w:lang w:val="fr-CH"/>
              </w:rPr>
            </w:pPr>
          </w:p>
        </w:tc>
      </w:tr>
      <w:tr w:rsidR="000B31E3" w:rsidRPr="00C26092" w14:paraId="45B4B86D"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8B00DAD" w14:textId="77777777" w:rsidR="000B31E3" w:rsidRPr="00C26092" w:rsidRDefault="000B31E3" w:rsidP="00BC3E5E">
            <w:pPr>
              <w:pStyle w:val="tabelleUntertitel"/>
              <w:spacing w:line="276" w:lineRule="auto"/>
              <w:rPr>
                <w:rFonts w:ascii="Arial" w:hAnsi="Arial" w:cs="Arial"/>
                <w:lang w:val="fr-CH"/>
              </w:rPr>
            </w:pPr>
            <w:r w:rsidRPr="00C26092">
              <w:rPr>
                <w:rStyle w:val="ExpertBold"/>
                <w:rFonts w:ascii="Arial" w:hAnsi="Arial" w:cs="Arial"/>
                <w:b/>
                <w:bCs/>
                <w:lang w:val="fr-CH"/>
              </w:rPr>
              <w:t>10.10</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509489D" w14:textId="77777777" w:rsidR="000B31E3" w:rsidRPr="00C26092" w:rsidRDefault="000B31E3" w:rsidP="00BC3E5E">
            <w:pPr>
              <w:pStyle w:val="tabelleUntertitel"/>
              <w:spacing w:line="276" w:lineRule="auto"/>
              <w:rPr>
                <w:rFonts w:ascii="Arial" w:hAnsi="Arial" w:cs="Arial"/>
                <w:lang w:val="fr-CH"/>
              </w:rPr>
            </w:pPr>
            <w:r w:rsidRPr="00C26092">
              <w:rPr>
                <w:rStyle w:val="bold"/>
                <w:rFonts w:ascii="Arial" w:hAnsi="Arial" w:cs="Arial"/>
                <w:b/>
                <w:bCs/>
                <w:lang w:val="fr-CH"/>
              </w:rPr>
              <w:t>Facture de tiers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03393AA" w14:textId="77777777" w:rsidR="000B31E3" w:rsidRPr="00C26092" w:rsidRDefault="000B31E3" w:rsidP="00BC3E5E">
            <w:pPr>
              <w:pStyle w:val="KeinAbsatzformat"/>
              <w:spacing w:line="276" w:lineRule="auto"/>
              <w:textAlignment w:val="auto"/>
              <w:rPr>
                <w:rFonts w:ascii="Arial" w:hAnsi="Arial" w:cs="Arial"/>
                <w:color w:val="auto"/>
                <w:sz w:val="18"/>
                <w:szCs w:val="18"/>
                <w:lang w:val="fr-CH"/>
              </w:rPr>
            </w:pPr>
          </w:p>
        </w:tc>
      </w:tr>
      <w:tr w:rsidR="000B31E3" w:rsidRPr="00FA6F09" w14:paraId="3E3E8C86" w14:textId="77777777" w:rsidTr="002F40EF">
        <w:trPr>
          <w:trHeight w:val="277"/>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275846527"/>
              <w14:checkbox>
                <w14:checked w14:val="0"/>
                <w14:checkedState w14:val="2612" w14:font="MS Gothic"/>
                <w14:uncheckedState w14:val="2610" w14:font="MS Gothic"/>
              </w14:checkbox>
            </w:sdtPr>
            <w:sdtEndPr/>
            <w:sdtContent>
              <w:p w14:paraId="4113F501" w14:textId="77777777" w:rsidR="000B31E3" w:rsidRPr="00C26092" w:rsidRDefault="000B31E3"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5AB052D" w14:textId="77777777" w:rsidR="000B31E3" w:rsidRPr="00C26092" w:rsidRDefault="000B31E3" w:rsidP="00BC3E5E">
            <w:pPr>
              <w:pStyle w:val="tabellegt"/>
              <w:spacing w:line="276" w:lineRule="auto"/>
              <w:rPr>
                <w:rFonts w:ascii="Arial" w:hAnsi="Arial" w:cs="Arial"/>
                <w:lang w:val="fr-CH"/>
              </w:rPr>
            </w:pPr>
            <w:r w:rsidRPr="00C26092">
              <w:rPr>
                <w:rFonts w:ascii="Arial" w:hAnsi="Arial" w:cs="Arial"/>
                <w:lang w:val="fr-CH"/>
              </w:rPr>
              <w:t>Vérification: les factures de tiers liées au patient sont attribuées directement à l’unité finale d’imputation comme coûts directs.</w:t>
            </w:r>
          </w:p>
          <w:p w14:paraId="7CF252B4" w14:textId="77777777" w:rsidR="000B31E3" w:rsidRDefault="000B31E3" w:rsidP="00BC3E5E">
            <w:pPr>
              <w:pStyle w:val="tabellegt"/>
              <w:spacing w:line="276" w:lineRule="auto"/>
              <w:rPr>
                <w:rFonts w:ascii="Arial" w:hAnsi="Arial" w:cs="Arial"/>
                <w:color w:val="005596"/>
                <w:lang w:val="fr-CH"/>
              </w:rPr>
            </w:pPr>
          </w:p>
          <w:p w14:paraId="775BCEE7" w14:textId="77777777" w:rsidR="000B31E3" w:rsidRPr="00C26092" w:rsidRDefault="000B31E3" w:rsidP="00BC3E5E">
            <w:pPr>
              <w:pStyle w:val="tabellegt"/>
              <w:spacing w:line="276" w:lineRule="auto"/>
              <w:rPr>
                <w:rFonts w:ascii="Arial" w:hAnsi="Arial" w:cs="Arial"/>
                <w:lang w:val="fr-CH"/>
              </w:rPr>
            </w:pPr>
            <w:r w:rsidRPr="00C26092">
              <w:rPr>
                <w:rFonts w:ascii="Arial" w:hAnsi="Arial" w:cs="Arial"/>
                <w:color w:val="005596"/>
                <w:lang w:val="fr-CH"/>
              </w:rPr>
              <w:t xml:space="preserve">Note: Une saisie statistique des factures de tiers sur un centre de charges de calcul ou le centre de charge obligatoire concerné est envisageable. Pour le transport des </w:t>
            </w:r>
            <w:r w:rsidRPr="00E4515F">
              <w:rPr>
                <w:rFonts w:ascii="Arial" w:hAnsi="Arial" w:cs="Arial"/>
                <w:color w:val="005596"/>
                <w:lang w:val="fr-CH"/>
              </w:rPr>
              <w:t>patients</w:t>
            </w:r>
            <w:r w:rsidRPr="00C26092">
              <w:rPr>
                <w:rFonts w:ascii="Arial" w:hAnsi="Arial" w:cs="Arial"/>
                <w:color w:val="005596"/>
                <w:lang w:val="fr-CH"/>
              </w:rPr>
              <w:t xml:space="preserve">, il faut garder à l’esprit que les transports primaires ne sont pas imputés sur l’unité finale d’imputation de l’hôpital (cas administratif), mais facturés directement au patient. </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81D7C84" w14:textId="77777777" w:rsidR="000B31E3" w:rsidRPr="00C26092" w:rsidRDefault="000B31E3" w:rsidP="00BC3E5E">
            <w:pPr>
              <w:pStyle w:val="KeinAbsatzformat"/>
              <w:spacing w:line="276" w:lineRule="auto"/>
              <w:textAlignment w:val="auto"/>
              <w:rPr>
                <w:rFonts w:ascii="Arial" w:hAnsi="Arial" w:cs="Arial"/>
                <w:color w:val="auto"/>
                <w:sz w:val="18"/>
                <w:szCs w:val="18"/>
                <w:lang w:val="fr-CH"/>
              </w:rPr>
            </w:pPr>
          </w:p>
        </w:tc>
      </w:tr>
      <w:tr w:rsidR="000B31E3" w:rsidRPr="00FA6F09" w14:paraId="5157620F"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428283415"/>
              <w14:checkbox>
                <w14:checked w14:val="0"/>
                <w14:checkedState w14:val="2612" w14:font="MS Gothic"/>
                <w14:uncheckedState w14:val="2610" w14:font="MS Gothic"/>
              </w14:checkbox>
            </w:sdtPr>
            <w:sdtEndPr/>
            <w:sdtContent>
              <w:p w14:paraId="00A1CFD8" w14:textId="77777777" w:rsidR="000B31E3" w:rsidRPr="00C26092" w:rsidRDefault="000B31E3"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AAF38CE" w14:textId="77777777" w:rsidR="000B31E3" w:rsidRPr="00C26092" w:rsidRDefault="000B31E3" w:rsidP="00BC3E5E">
            <w:pPr>
              <w:pStyle w:val="tabellegt"/>
              <w:spacing w:line="276" w:lineRule="auto"/>
              <w:rPr>
                <w:rFonts w:ascii="Arial" w:hAnsi="Arial" w:cs="Arial"/>
                <w:lang w:val="fr-CH"/>
              </w:rPr>
            </w:pPr>
            <w:r w:rsidRPr="00C26092">
              <w:rPr>
                <w:rFonts w:ascii="Arial" w:hAnsi="Arial" w:cs="Arial"/>
                <w:lang w:val="fr-CH"/>
              </w:rPr>
              <w:t>Vérification: les factures de tiers non liées au patient (service de nettoyage, service technique, etc.) sont imputées aux centres de charges correspondants.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F231E8B" w14:textId="77777777" w:rsidR="000B31E3" w:rsidRPr="00C26092" w:rsidRDefault="000B31E3" w:rsidP="00BC3E5E">
            <w:pPr>
              <w:pStyle w:val="KeinAbsatzformat"/>
              <w:spacing w:line="276" w:lineRule="auto"/>
              <w:textAlignment w:val="auto"/>
              <w:rPr>
                <w:rFonts w:ascii="Arial" w:hAnsi="Arial" w:cs="Arial"/>
                <w:color w:val="auto"/>
                <w:sz w:val="18"/>
                <w:szCs w:val="18"/>
                <w:lang w:val="fr-CH"/>
              </w:rPr>
            </w:pPr>
          </w:p>
        </w:tc>
      </w:tr>
    </w:tbl>
    <w:p w14:paraId="2059AFB2" w14:textId="77777777" w:rsidR="002F40EF" w:rsidRPr="00AC4F2F" w:rsidRDefault="002F40EF" w:rsidP="00BC3E5E">
      <w:pPr>
        <w:spacing w:line="276" w:lineRule="auto"/>
        <w:rPr>
          <w:lang w:val="fr-CH"/>
        </w:rPr>
      </w:pPr>
      <w:r w:rsidRPr="00AC4F2F">
        <w:rPr>
          <w:b/>
          <w:bCs/>
          <w:lang w:val="fr-CH"/>
        </w:rPr>
        <w:br w:type="page"/>
      </w:r>
    </w:p>
    <w:tbl>
      <w:tblPr>
        <w:tblW w:w="9798" w:type="dxa"/>
        <w:tblInd w:w="108" w:type="dxa"/>
        <w:tblLayout w:type="fixed"/>
        <w:tblCellMar>
          <w:left w:w="0" w:type="dxa"/>
          <w:right w:w="0" w:type="dxa"/>
        </w:tblCellMar>
        <w:tblLook w:val="0000" w:firstRow="0" w:lastRow="0" w:firstColumn="0" w:lastColumn="0" w:noHBand="0" w:noVBand="0"/>
      </w:tblPr>
      <w:tblGrid>
        <w:gridCol w:w="675"/>
        <w:gridCol w:w="6401"/>
        <w:gridCol w:w="2722"/>
      </w:tblGrid>
      <w:tr w:rsidR="00C26092" w:rsidRPr="00C26092" w14:paraId="60CA1266"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08" w:type="dxa"/>
            </w:tcMar>
          </w:tcPr>
          <w:p w14:paraId="2BB5F5C4" w14:textId="77777777" w:rsidR="00C26092" w:rsidRPr="00C26092" w:rsidRDefault="00C26092" w:rsidP="00BC3E5E">
            <w:pPr>
              <w:pStyle w:val="tabelletitel"/>
              <w:spacing w:line="276" w:lineRule="auto"/>
              <w:rPr>
                <w:rFonts w:ascii="Arial" w:hAnsi="Arial" w:cs="Arial"/>
                <w:lang w:val="fr-CH"/>
              </w:rPr>
            </w:pPr>
            <w:r w:rsidRPr="00C26092">
              <w:rPr>
                <w:rStyle w:val="ExpertLight"/>
                <w:rFonts w:ascii="Arial" w:hAnsi="Arial" w:cs="Arial"/>
                <w:lang w:val="fr-CH"/>
              </w:rPr>
              <w:lastRenderedPageBreak/>
              <w:t>11</w:t>
            </w:r>
          </w:p>
        </w:tc>
        <w:tc>
          <w:tcPr>
            <w:tcW w:w="6401"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19" w:type="dxa"/>
            </w:tcMar>
          </w:tcPr>
          <w:p w14:paraId="7EA21938" w14:textId="77777777" w:rsidR="00C26092" w:rsidRPr="00C26092" w:rsidRDefault="00C26092" w:rsidP="00BC3E5E">
            <w:pPr>
              <w:pStyle w:val="tabelletitel"/>
              <w:spacing w:line="276" w:lineRule="auto"/>
              <w:rPr>
                <w:rFonts w:ascii="Arial" w:hAnsi="Arial" w:cs="Arial"/>
                <w:lang w:val="fr-CH"/>
              </w:rPr>
            </w:pPr>
            <w:r w:rsidRPr="00C26092">
              <w:rPr>
                <w:rFonts w:ascii="Arial" w:hAnsi="Arial" w:cs="Arial"/>
                <w:lang w:val="fr-CH"/>
              </w:rPr>
              <w:t>Evaluations</w:t>
            </w:r>
          </w:p>
        </w:tc>
        <w:tc>
          <w:tcPr>
            <w:tcW w:w="2722" w:type="dxa"/>
            <w:tcBorders>
              <w:top w:val="single" w:sz="4" w:space="0" w:color="000000"/>
              <w:left w:val="single" w:sz="4" w:space="0" w:color="000000"/>
              <w:bottom w:val="single" w:sz="4" w:space="0" w:color="000000"/>
              <w:right w:val="single" w:sz="4" w:space="0" w:color="000000"/>
            </w:tcBorders>
            <w:shd w:val="solid" w:color="005596" w:fill="auto"/>
            <w:tcMar>
              <w:top w:w="85" w:type="dxa"/>
              <w:left w:w="108" w:type="dxa"/>
              <w:bottom w:w="85" w:type="dxa"/>
              <w:right w:w="108" w:type="dxa"/>
            </w:tcMar>
          </w:tcPr>
          <w:p w14:paraId="2BAE8250" w14:textId="77777777" w:rsidR="00C26092" w:rsidRPr="00C26092" w:rsidRDefault="00C26092" w:rsidP="00BC3E5E">
            <w:pPr>
              <w:pStyle w:val="tabelletitel"/>
              <w:spacing w:line="276" w:lineRule="auto"/>
              <w:rPr>
                <w:rFonts w:ascii="Arial" w:hAnsi="Arial" w:cs="Arial"/>
                <w:lang w:val="fr-CH"/>
              </w:rPr>
            </w:pPr>
            <w:r w:rsidRPr="00C26092">
              <w:rPr>
                <w:rFonts w:ascii="Arial" w:hAnsi="Arial" w:cs="Arial"/>
                <w:lang w:val="fr-CH"/>
              </w:rPr>
              <w:t>Remarques</w:t>
            </w:r>
          </w:p>
        </w:tc>
      </w:tr>
      <w:tr w:rsidR="00C26092" w:rsidRPr="00FA6F09" w14:paraId="3FCFA30F" w14:textId="77777777" w:rsidTr="00C26092">
        <w:trPr>
          <w:trHeight w:val="60"/>
        </w:trPr>
        <w:tc>
          <w:tcPr>
            <w:tcW w:w="9798" w:type="dxa"/>
            <w:gridSpan w:val="3"/>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330BD01"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Le calcul unitaire par unité finale d’imputation, le calcul périodique par unité finale d’imputation, le calcul unitaire des revenus et le calcul périodique des revenus ne doivent pas tous être établis. Toutefois, si l’on fait une évaluation elle devra être documentée et il faut indiquer notamment la périodicité.</w:t>
            </w:r>
          </w:p>
        </w:tc>
      </w:tr>
      <w:tr w:rsidR="00C26092" w:rsidRPr="00C26092" w14:paraId="46EC61E5"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BAF4C2B"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11.6</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F09DFAB"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Les critères de regroupement</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8D678FE"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17BD5294"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847022651"/>
              <w14:checkbox>
                <w14:checked w14:val="0"/>
                <w14:checkedState w14:val="2612" w14:font="MS Gothic"/>
                <w14:uncheckedState w14:val="2610" w14:font="MS Gothic"/>
              </w14:checkbox>
            </w:sdtPr>
            <w:sdtEndPr/>
            <w:sdtContent>
              <w:p w14:paraId="75745BD0"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BF341A9" w14:textId="77777777" w:rsidR="00C26092" w:rsidRPr="00C26092" w:rsidRDefault="00C26092" w:rsidP="00BC3E5E">
            <w:pPr>
              <w:pStyle w:val="tabellegt"/>
              <w:spacing w:line="276" w:lineRule="auto"/>
              <w:rPr>
                <w:rFonts w:ascii="Arial" w:hAnsi="Arial" w:cs="Arial"/>
                <w:lang w:val="fr-CH"/>
              </w:rPr>
            </w:pPr>
            <w:r w:rsidRPr="00C26092">
              <w:rPr>
                <w:rFonts w:ascii="Arial" w:hAnsi="Arial" w:cs="Arial"/>
                <w:lang w:val="fr-CH"/>
              </w:rPr>
              <w:t>Documentation des principes selon lesquels les critères de regroupement ont été appliqués</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E2AB70E"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32025681"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515BDF9" w14:textId="77777777" w:rsidR="00C26092" w:rsidRPr="00C26092" w:rsidRDefault="00C26092" w:rsidP="00BC3E5E">
            <w:pPr>
              <w:pStyle w:val="tabelleUntertitel"/>
              <w:spacing w:line="276" w:lineRule="auto"/>
              <w:rPr>
                <w:rFonts w:ascii="Arial" w:hAnsi="Arial" w:cs="Arial"/>
                <w:lang w:val="fr-CH"/>
              </w:rPr>
            </w:pPr>
            <w:r w:rsidRPr="00C26092">
              <w:rPr>
                <w:rStyle w:val="ExpertBold"/>
                <w:rFonts w:ascii="Arial" w:hAnsi="Arial" w:cs="Arial"/>
                <w:b/>
                <w:bCs/>
                <w:lang w:val="fr-CH"/>
              </w:rPr>
              <w:t>11.7</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E25DADD" w14:textId="77777777" w:rsidR="00C26092" w:rsidRPr="00C26092" w:rsidRDefault="00C26092" w:rsidP="00BC3E5E">
            <w:pPr>
              <w:pStyle w:val="tabelleUntertitel"/>
              <w:spacing w:line="276" w:lineRule="auto"/>
              <w:rPr>
                <w:rFonts w:ascii="Arial" w:hAnsi="Arial" w:cs="Arial"/>
                <w:lang w:val="fr-CH"/>
              </w:rPr>
            </w:pPr>
            <w:r w:rsidRPr="00C26092">
              <w:rPr>
                <w:rStyle w:val="bold"/>
                <w:rFonts w:ascii="Arial" w:hAnsi="Arial" w:cs="Arial"/>
                <w:b/>
                <w:bCs/>
                <w:lang w:val="fr-CH"/>
              </w:rPr>
              <w:t>Prestations en attente pour l’urgence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D4A2F38"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FA6F09" w14:paraId="5EDE3A44"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341539063"/>
              <w14:checkbox>
                <w14:checked w14:val="0"/>
                <w14:checkedState w14:val="2612" w14:font="MS Gothic"/>
                <w14:uncheckedState w14:val="2610" w14:font="MS Gothic"/>
              </w14:checkbox>
            </w:sdtPr>
            <w:sdtEndPr/>
            <w:sdtContent>
              <w:p w14:paraId="1EBD6091"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22E5C03" w14:textId="6FA8F2FA" w:rsidR="00C26092" w:rsidRPr="00C26092" w:rsidRDefault="00FA6F09" w:rsidP="0029208B">
            <w:pPr>
              <w:pStyle w:val="tabellegt"/>
              <w:spacing w:line="276" w:lineRule="auto"/>
              <w:rPr>
                <w:rFonts w:ascii="Arial" w:hAnsi="Arial" w:cs="Arial"/>
                <w:lang w:val="fr-CH"/>
              </w:rPr>
            </w:pPr>
            <w:r w:rsidRPr="00FA6F09">
              <w:rPr>
                <w:rFonts w:ascii="Arial" w:hAnsi="Arial" w:cs="Arial"/>
                <w:lang w:val="fr-CH"/>
              </w:rPr>
              <w:t>Est-ce que les prestations d'attente pour l'urgence et leurs coûts correspondants sont intégrés dans la formation du taux de charges des centres de charges où ces prestations en attente pour l’urgence sont budgétées et fournies ?</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78CC7EB"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C26092" w:rsidRPr="001327A4" w14:paraId="021A36A2"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771508915"/>
              <w14:checkbox>
                <w14:checked w14:val="0"/>
                <w14:checkedState w14:val="2612" w14:font="MS Gothic"/>
                <w14:uncheckedState w14:val="2610" w14:font="MS Gothic"/>
              </w14:checkbox>
            </w:sdtPr>
            <w:sdtEndPr/>
            <w:sdtContent>
              <w:p w14:paraId="0E6E2FE1" w14:textId="77777777" w:rsidR="00C26092" w:rsidRPr="00C26092" w:rsidRDefault="002F40EF" w:rsidP="00BC3E5E">
                <w:pPr>
                  <w:pStyle w:val="tabellegt"/>
                  <w:spacing w:line="276" w:lineRule="auto"/>
                  <w:rPr>
                    <w:rFonts w:ascii="Arial" w:hAnsi="Arial" w:cs="Arial"/>
                    <w:lang w:val="fr-CH"/>
                  </w:rPr>
                </w:pPr>
                <w:r>
                  <w:rPr>
                    <w:rFonts w:ascii="MS Gothic" w:eastAsia="MS Gothic" w:hAnsi="MS Gothic" w:cs="Arial" w:hint="eastAsia"/>
                    <w:lang w:val="fr-CH"/>
                  </w:rPr>
                  <w:t>☐</w:t>
                </w:r>
              </w:p>
            </w:sdtContent>
          </w:sdt>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42F70CE" w14:textId="78B1C6C2" w:rsidR="00C26092" w:rsidRPr="00C26092" w:rsidRDefault="00732E6C" w:rsidP="00BC3E5E">
            <w:pPr>
              <w:pStyle w:val="tabellegt"/>
              <w:spacing w:line="276" w:lineRule="auto"/>
              <w:rPr>
                <w:rFonts w:ascii="Arial" w:hAnsi="Arial" w:cs="Arial"/>
                <w:lang w:val="fr-CH"/>
              </w:rPr>
            </w:pPr>
            <w:r>
              <w:rPr>
                <w:rFonts w:ascii="Arial" w:hAnsi="Arial" w:cs="Arial"/>
                <w:lang w:val="fr-CH"/>
              </w:rPr>
              <w:t xml:space="preserve">La garantie est-elle apportée que les prestations en attente pour l’urgence ne sont pas comptabilisées en tant que diminution des </w:t>
            </w:r>
            <w:r w:rsidR="00D07A89">
              <w:rPr>
                <w:rFonts w:ascii="Arial" w:hAnsi="Arial" w:cs="Arial"/>
                <w:lang w:val="fr-CH"/>
              </w:rPr>
              <w:t>coûts ?</w:t>
            </w:r>
            <w:r>
              <w:rPr>
                <w:rFonts w:ascii="Arial" w:hAnsi="Arial" w:cs="Arial"/>
                <w:lang w:val="fr-CH"/>
              </w:rPr>
              <w:t xml:space="preserve"> (</w:t>
            </w:r>
            <w:r w:rsidR="00D07A89" w:rsidRPr="00D07A89">
              <w:rPr>
                <w:rFonts w:ascii="Arial" w:hAnsi="Arial" w:cs="Arial"/>
                <w:lang w:val="fr-FR"/>
              </w:rPr>
              <w:t>Respect</w:t>
            </w:r>
            <w:r>
              <w:rPr>
                <w:rFonts w:ascii="Arial" w:hAnsi="Arial" w:cs="Arial"/>
                <w:lang w:val="fr-CH"/>
              </w:rPr>
              <w:t xml:space="preserve"> du principe de la valeur brute)</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B074CCE" w14:textId="77777777" w:rsidR="00C26092" w:rsidRPr="00C26092" w:rsidRDefault="00C26092" w:rsidP="00BC3E5E">
            <w:pPr>
              <w:pStyle w:val="KeinAbsatzformat"/>
              <w:spacing w:line="276" w:lineRule="auto"/>
              <w:textAlignment w:val="auto"/>
              <w:rPr>
                <w:rFonts w:ascii="Arial" w:hAnsi="Arial" w:cs="Arial"/>
                <w:color w:val="auto"/>
                <w:sz w:val="18"/>
                <w:szCs w:val="18"/>
                <w:lang w:val="fr-CH"/>
              </w:rPr>
            </w:pPr>
          </w:p>
        </w:tc>
      </w:tr>
      <w:tr w:rsidR="00FA7766" w:rsidRPr="00FA6F09" w14:paraId="0C04ADCE" w14:textId="77777777" w:rsidTr="00C2609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sdt>
            <w:sdtPr>
              <w:rPr>
                <w:rFonts w:ascii="Arial" w:hAnsi="Arial" w:cs="Arial"/>
                <w:lang w:val="fr-CH"/>
              </w:rPr>
              <w:id w:val="1339503562"/>
              <w14:checkbox>
                <w14:checked w14:val="0"/>
                <w14:checkedState w14:val="2612" w14:font="MS Gothic"/>
                <w14:uncheckedState w14:val="2610" w14:font="MS Gothic"/>
              </w14:checkbox>
            </w:sdtPr>
            <w:sdtEndPr/>
            <w:sdtContent>
              <w:p w14:paraId="09A074B2" w14:textId="77777777" w:rsidR="00FA7766" w:rsidRDefault="00FA7766" w:rsidP="00FA7766">
                <w:pPr>
                  <w:pStyle w:val="tabellegt"/>
                  <w:spacing w:line="276" w:lineRule="auto"/>
                  <w:rPr>
                    <w:rFonts w:cs="Arial"/>
                    <w:lang w:val="fr-CH"/>
                  </w:rPr>
                </w:pPr>
                <w:r>
                  <w:rPr>
                    <w:rFonts w:ascii="MS Gothic" w:eastAsia="MS Gothic" w:hAnsi="MS Gothic" w:cs="Arial" w:hint="eastAsia"/>
                    <w:lang w:val="fr-CH"/>
                  </w:rPr>
                  <w:t>☐</w:t>
                </w:r>
              </w:p>
            </w:sdtContent>
          </w:sdt>
          <w:p w14:paraId="061C344D" w14:textId="77777777" w:rsidR="00FA7766" w:rsidRDefault="00FA7766" w:rsidP="00BC3E5E">
            <w:pPr>
              <w:pStyle w:val="tabellegt"/>
              <w:spacing w:line="276" w:lineRule="auto"/>
              <w:rPr>
                <w:rFonts w:ascii="Arial" w:hAnsi="Arial" w:cs="Arial"/>
                <w:lang w:val="fr-CH"/>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30F32D6" w14:textId="60C6D981" w:rsidR="00FA7766" w:rsidRDefault="00FA6F09" w:rsidP="00BC3E5E">
            <w:pPr>
              <w:pStyle w:val="tabellegt"/>
              <w:spacing w:line="276" w:lineRule="auto"/>
              <w:rPr>
                <w:rFonts w:ascii="Arial" w:hAnsi="Arial" w:cs="Arial"/>
                <w:lang w:val="fr-CH"/>
              </w:rPr>
            </w:pPr>
            <w:r w:rsidRPr="00FA6F09">
              <w:rPr>
                <w:rFonts w:ascii="Arial" w:hAnsi="Arial" w:cs="Arial"/>
                <w:lang w:val="fr-CH"/>
              </w:rPr>
              <w:t>Est-ce que les prestations d'attente pour l'urgence et leurs coûts correspondants sont imputés à l’unité finale d’imputation suivant la saisie des prestations ?</w:t>
            </w:r>
          </w:p>
        </w:tc>
        <w:tc>
          <w:tcPr>
            <w:tcW w:w="2722"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91DEC71" w14:textId="77777777" w:rsidR="00FA7766" w:rsidRPr="00C26092" w:rsidRDefault="00FA7766" w:rsidP="00BC3E5E">
            <w:pPr>
              <w:pStyle w:val="KeinAbsatzformat"/>
              <w:spacing w:line="276" w:lineRule="auto"/>
              <w:textAlignment w:val="auto"/>
              <w:rPr>
                <w:rFonts w:ascii="Arial" w:hAnsi="Arial" w:cs="Arial"/>
                <w:color w:val="auto"/>
                <w:sz w:val="18"/>
                <w:szCs w:val="18"/>
                <w:lang w:val="fr-CH"/>
              </w:rPr>
            </w:pPr>
          </w:p>
        </w:tc>
      </w:tr>
    </w:tbl>
    <w:p w14:paraId="42AE9661" w14:textId="77777777" w:rsidR="002F40EF" w:rsidRPr="00AC4F2F" w:rsidRDefault="002F40EF" w:rsidP="00BC3E5E">
      <w:pPr>
        <w:spacing w:line="276" w:lineRule="auto"/>
        <w:rPr>
          <w:lang w:val="fr-CH"/>
        </w:rPr>
      </w:pPr>
    </w:p>
    <w:p w14:paraId="3ECBE38D" w14:textId="77777777" w:rsidR="00C26092" w:rsidRPr="00C26092" w:rsidRDefault="00C26092" w:rsidP="00BC3E5E">
      <w:pPr>
        <w:spacing w:line="276" w:lineRule="auto"/>
        <w:rPr>
          <w:rFonts w:cs="Arial"/>
          <w:lang w:val="fr-CH"/>
        </w:rPr>
      </w:pPr>
    </w:p>
    <w:sectPr w:rsidR="00C26092" w:rsidRPr="00C26092" w:rsidSect="00333DA7">
      <w:footerReference w:type="default" r:id="rId8"/>
      <w:headerReference w:type="first" r:id="rId9"/>
      <w:footerReference w:type="first" r:id="rId10"/>
      <w:pgSz w:w="11906" w:h="16838" w:code="9"/>
      <w:pgMar w:top="851" w:right="1021" w:bottom="1418" w:left="1531"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EEACB" w14:textId="77777777" w:rsidR="005365D8" w:rsidRDefault="005365D8">
      <w:r>
        <w:separator/>
      </w:r>
    </w:p>
  </w:endnote>
  <w:endnote w:type="continuationSeparator" w:id="0">
    <w:p w14:paraId="5E4CF3D1" w14:textId="77777777" w:rsidR="005365D8" w:rsidRDefault="00536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ulo Bold">
    <w:panose1 w:val="00000000000000000000"/>
    <w:charset w:val="00"/>
    <w:family w:val="modern"/>
    <w:notTrueType/>
    <w:pitch w:val="variable"/>
    <w:sig w:usb0="A00000FF" w:usb1="5001207B" w:usb2="00000010" w:usb3="00000000" w:csb0="0000009B" w:csb1="00000000"/>
  </w:font>
  <w:font w:name="Bulo Regular">
    <w:altName w:val="Calibri"/>
    <w:panose1 w:val="00000000000000000000"/>
    <w:charset w:val="00"/>
    <w:family w:val="modern"/>
    <w:notTrueType/>
    <w:pitch w:val="variable"/>
    <w:sig w:usb0="A00000FF" w:usb1="5001207B" w:usb2="00000010" w:usb3="00000000" w:csb0="0000009B" w:csb1="00000000"/>
  </w:font>
  <w:font w:name="Bulo Light">
    <w:panose1 w:val="00000000000000000000"/>
    <w:charset w:val="00"/>
    <w:family w:val="modern"/>
    <w:notTrueType/>
    <w:pitch w:val="variable"/>
    <w:sig w:usb0="A00000FF" w:usb1="5001207B" w:usb2="0000001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TheMix-HP3Lig">
    <w:altName w:val="MS Gothic"/>
    <w:panose1 w:val="00000000000000000000"/>
    <w:charset w:val="80"/>
    <w:family w:val="swiss"/>
    <w:notTrueType/>
    <w:pitch w:val="default"/>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8E26F" w14:textId="77777777" w:rsidR="005365D8" w:rsidRDefault="005365D8" w:rsidP="00B10178">
    <w:pPr>
      <w:pStyle w:val="Fuzeile"/>
      <w:rPr>
        <w:szCs w:val="16"/>
      </w:rPr>
    </w:pPr>
  </w:p>
  <w:p w14:paraId="6B638A19" w14:textId="77777777" w:rsidR="005365D8" w:rsidRDefault="005365D8" w:rsidP="00B10178">
    <w:pPr>
      <w:pStyle w:val="Fuzeile"/>
      <w:rPr>
        <w:szCs w:val="16"/>
      </w:rPr>
    </w:pPr>
  </w:p>
  <w:p w14:paraId="64B5CFC0" w14:textId="77777777" w:rsidR="005365D8" w:rsidRDefault="005365D8" w:rsidP="00B10178">
    <w:pPr>
      <w:pStyle w:val="Fuzeile"/>
      <w:rPr>
        <w:szCs w:val="16"/>
      </w:rPr>
    </w:pPr>
  </w:p>
  <w:p w14:paraId="2DEFDD88" w14:textId="77777777" w:rsidR="005365D8" w:rsidRDefault="005365D8" w:rsidP="00B10178">
    <w:pPr>
      <w:pStyle w:val="Fuzeile"/>
      <w:rPr>
        <w:szCs w:val="16"/>
      </w:rPr>
    </w:pPr>
  </w:p>
  <w:p w14:paraId="661269A5" w14:textId="77777777" w:rsidR="005365D8" w:rsidRDefault="005365D8" w:rsidP="00B10178">
    <w:pPr>
      <w:pStyle w:val="Fuzeile"/>
      <w:rPr>
        <w:szCs w:val="16"/>
      </w:rPr>
    </w:pPr>
  </w:p>
  <w:p w14:paraId="6B6BC478" w14:textId="77777777" w:rsidR="005365D8" w:rsidRPr="00333DA7" w:rsidRDefault="005365D8" w:rsidP="00B10178">
    <w:pPr>
      <w:tabs>
        <w:tab w:val="right" w:pos="9356"/>
      </w:tabs>
      <w:rPr>
        <w:noProof/>
        <w:sz w:val="16"/>
        <w:szCs w:val="16"/>
        <w:lang w:val="it-IT"/>
      </w:rPr>
    </w:pPr>
    <w:r w:rsidRPr="00333DA7">
      <w:rPr>
        <w:noProof/>
        <w:sz w:val="16"/>
        <w:szCs w:val="16"/>
        <w:lang w:val="it-IT"/>
      </w:rPr>
      <w:t xml:space="preserve">H+   Die Spitäler der Schweiz  I  Les Hôpitaux de Suisse  I  </w:t>
    </w:r>
    <w:r>
      <w:rPr>
        <w:noProof/>
        <w:sz w:val="16"/>
        <w:szCs w:val="16"/>
        <w:lang w:val="it-IT"/>
      </w:rPr>
      <w:t>Gli Ospedali Svizzeri</w:t>
    </w:r>
    <w:r w:rsidRPr="00333DA7">
      <w:rPr>
        <w:noProof/>
        <w:sz w:val="16"/>
        <w:szCs w:val="16"/>
        <w:lang w:val="it-IT"/>
      </w:rPr>
      <w:tab/>
    </w:r>
    <w:r>
      <w:rPr>
        <w:noProof/>
        <w:sz w:val="16"/>
        <w:szCs w:val="16"/>
        <w:lang w:val="it-IT"/>
      </w:rPr>
      <w:t>Pag</w:t>
    </w:r>
    <w:r w:rsidRPr="00333DA7">
      <w:rPr>
        <w:noProof/>
        <w:sz w:val="16"/>
        <w:szCs w:val="16"/>
        <w:lang w:val="it-IT"/>
      </w:rPr>
      <w:t xml:space="preserve">e </w:t>
    </w:r>
    <w:r w:rsidRPr="008E63BE">
      <w:rPr>
        <w:noProof/>
        <w:sz w:val="16"/>
      </w:rPr>
      <w:fldChar w:fldCharType="begin"/>
    </w:r>
    <w:r w:rsidRPr="00333DA7">
      <w:rPr>
        <w:noProof/>
        <w:sz w:val="16"/>
        <w:lang w:val="it-IT"/>
      </w:rPr>
      <w:instrText xml:space="preserve"> PAGE </w:instrText>
    </w:r>
    <w:r w:rsidRPr="008E63BE">
      <w:rPr>
        <w:noProof/>
        <w:sz w:val="16"/>
      </w:rPr>
      <w:fldChar w:fldCharType="separate"/>
    </w:r>
    <w:r w:rsidR="00461DA6">
      <w:rPr>
        <w:noProof/>
        <w:sz w:val="16"/>
        <w:lang w:val="it-IT"/>
      </w:rPr>
      <w:t>17</w:t>
    </w:r>
    <w:r w:rsidRPr="008E63BE">
      <w:rPr>
        <w:noProof/>
        <w:sz w:val="16"/>
      </w:rPr>
      <w:fldChar w:fldCharType="end"/>
    </w:r>
    <w:r w:rsidRPr="00333DA7">
      <w:rPr>
        <w:noProof/>
        <w:sz w:val="16"/>
        <w:lang w:val="it-IT"/>
      </w:rPr>
      <w:t>/</w:t>
    </w:r>
    <w:r w:rsidRPr="008E63BE">
      <w:rPr>
        <w:noProof/>
        <w:sz w:val="16"/>
      </w:rPr>
      <w:fldChar w:fldCharType="begin"/>
    </w:r>
    <w:r w:rsidRPr="00333DA7">
      <w:rPr>
        <w:noProof/>
        <w:sz w:val="16"/>
        <w:lang w:val="it-IT"/>
      </w:rPr>
      <w:instrText xml:space="preserve"> NUMPAGES </w:instrText>
    </w:r>
    <w:r w:rsidRPr="008E63BE">
      <w:rPr>
        <w:noProof/>
        <w:sz w:val="16"/>
      </w:rPr>
      <w:fldChar w:fldCharType="separate"/>
    </w:r>
    <w:r w:rsidR="00461DA6">
      <w:rPr>
        <w:noProof/>
        <w:sz w:val="16"/>
        <w:lang w:val="it-IT"/>
      </w:rPr>
      <w:t>17</w:t>
    </w:r>
    <w:r w:rsidRPr="008E63BE">
      <w:rPr>
        <w:noProof/>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B7FBD" w14:textId="77777777" w:rsidR="005365D8" w:rsidRDefault="005365D8">
    <w:pPr>
      <w:pStyle w:val="Fuzeile"/>
    </w:pPr>
    <w:r>
      <w:drawing>
        <wp:anchor distT="0" distB="0" distL="114300" distR="114300" simplePos="0" relativeHeight="251665408" behindDoc="1" locked="0" layoutInCell="1" allowOverlap="1" wp14:anchorId="79310BBD" wp14:editId="699C4340">
          <wp:simplePos x="0" y="0"/>
          <wp:positionH relativeFrom="column">
            <wp:posOffset>-434975</wp:posOffset>
          </wp:positionH>
          <wp:positionV relativeFrom="paragraph">
            <wp:posOffset>110490</wp:posOffset>
          </wp:positionV>
          <wp:extent cx="3023870" cy="539750"/>
          <wp:effectExtent l="0" t="0" r="5080" b="0"/>
          <wp:wrapThrough wrapText="bothSides">
            <wp:wrapPolygon edited="0">
              <wp:start x="0" y="0"/>
              <wp:lineTo x="0" y="20584"/>
              <wp:lineTo x="21500" y="20584"/>
              <wp:lineTo x="21500" y="0"/>
              <wp:lineTo x="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_Claim_50K_2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23870" cy="539750"/>
                  </a:xfrm>
                  <a:prstGeom prst="rect">
                    <a:avLst/>
                  </a:prstGeom>
                </pic:spPr>
              </pic:pic>
            </a:graphicData>
          </a:graphic>
          <wp14:sizeRelH relativeFrom="margin">
            <wp14:pctWidth>0</wp14:pctWidth>
          </wp14:sizeRelH>
          <wp14:sizeRelV relativeFrom="margin">
            <wp14:pctHeight>0</wp14:pctHeight>
          </wp14:sizeRelV>
        </wp:anchor>
      </w:drawing>
    </w:r>
  </w:p>
  <w:p w14:paraId="2BB043D0" w14:textId="77777777" w:rsidR="005365D8" w:rsidRDefault="005365D8">
    <w:pPr>
      <w:pStyle w:val="Fuzeile"/>
    </w:pPr>
    <w:r>
      <w:drawing>
        <wp:anchor distT="0" distB="0" distL="114300" distR="114300" simplePos="0" relativeHeight="251669504" behindDoc="1" locked="0" layoutInCell="1" allowOverlap="1" wp14:anchorId="2ACCD62D" wp14:editId="0F4153B8">
          <wp:simplePos x="0" y="0"/>
          <wp:positionH relativeFrom="column">
            <wp:posOffset>3660140</wp:posOffset>
          </wp:positionH>
          <wp:positionV relativeFrom="paragraph">
            <wp:posOffset>43815</wp:posOffset>
          </wp:positionV>
          <wp:extent cx="2224405" cy="419735"/>
          <wp:effectExtent l="0" t="0" r="4445" b="0"/>
          <wp:wrapThrough wrapText="bothSides">
            <wp:wrapPolygon edited="0">
              <wp:start x="0" y="0"/>
              <wp:lineTo x="0" y="20587"/>
              <wp:lineTo x="21458" y="20587"/>
              <wp:lineTo x="21458" y="0"/>
              <wp:lineTo x="0" y="0"/>
            </wp:wrapPolygon>
          </wp:wrapThrough>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_Adresszeile_100K_200%.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224405" cy="419735"/>
                  </a:xfrm>
                  <a:prstGeom prst="rect">
                    <a:avLst/>
                  </a:prstGeom>
                </pic:spPr>
              </pic:pic>
            </a:graphicData>
          </a:graphic>
          <wp14:sizeRelH relativeFrom="margin">
            <wp14:pctWidth>0</wp14:pctWidth>
          </wp14:sizeRelH>
          <wp14:sizeRelV relativeFrom="margin">
            <wp14:pctHeight>0</wp14:pctHeight>
          </wp14:sizeRelV>
        </wp:anchor>
      </w:drawing>
    </w:r>
  </w:p>
  <w:p w14:paraId="24264759" w14:textId="77777777" w:rsidR="005365D8" w:rsidRDefault="005365D8">
    <w:pPr>
      <w:pStyle w:val="Fuzeile"/>
    </w:pPr>
  </w:p>
  <w:p w14:paraId="6B8BF16E" w14:textId="77777777" w:rsidR="005365D8" w:rsidRDefault="005365D8">
    <w:pPr>
      <w:pStyle w:val="Fuzeile"/>
    </w:pPr>
  </w:p>
  <w:p w14:paraId="72B9E977" w14:textId="77777777" w:rsidR="005365D8" w:rsidRDefault="005365D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580AD" w14:textId="77777777" w:rsidR="005365D8" w:rsidRDefault="005365D8">
      <w:r>
        <w:separator/>
      </w:r>
    </w:p>
  </w:footnote>
  <w:footnote w:type="continuationSeparator" w:id="0">
    <w:p w14:paraId="76C3941D" w14:textId="77777777" w:rsidR="005365D8" w:rsidRDefault="005365D8">
      <w:r>
        <w:continuationSeparator/>
      </w:r>
    </w:p>
  </w:footnote>
  <w:footnote w:id="1">
    <w:p w14:paraId="58356560" w14:textId="77777777" w:rsidR="005365D8" w:rsidRPr="000D47B0" w:rsidRDefault="005365D8" w:rsidP="000D47B0">
      <w:pPr>
        <w:autoSpaceDE w:val="0"/>
        <w:autoSpaceDN w:val="0"/>
        <w:adjustRightInd w:val="0"/>
        <w:spacing w:line="276" w:lineRule="auto"/>
        <w:rPr>
          <w:sz w:val="16"/>
          <w:szCs w:val="16"/>
          <w:lang w:val="fr-CH"/>
        </w:rPr>
      </w:pPr>
      <w:r w:rsidRPr="000D47B0">
        <w:rPr>
          <w:rStyle w:val="Funotenzeichen"/>
          <w:sz w:val="16"/>
          <w:szCs w:val="16"/>
        </w:rPr>
        <w:footnoteRef/>
      </w:r>
      <w:r w:rsidRPr="000D47B0">
        <w:rPr>
          <w:sz w:val="16"/>
          <w:szCs w:val="16"/>
          <w:lang w:val="fr-CH"/>
        </w:rPr>
        <w:t xml:space="preserve"> Les professions médicales universitaires suivantes sont définies à l’art. 2 al. LPMéd:</w:t>
      </w:r>
    </w:p>
    <w:p w14:paraId="137F022C" w14:textId="77777777" w:rsidR="005365D8" w:rsidRPr="000D47B0" w:rsidRDefault="005365D8" w:rsidP="00E64ABA">
      <w:pPr>
        <w:pStyle w:val="Listenabsatz"/>
        <w:numPr>
          <w:ilvl w:val="0"/>
          <w:numId w:val="38"/>
        </w:numPr>
        <w:tabs>
          <w:tab w:val="left" w:pos="284"/>
        </w:tabs>
        <w:autoSpaceDE w:val="0"/>
        <w:autoSpaceDN w:val="0"/>
        <w:adjustRightInd w:val="0"/>
        <w:spacing w:line="276" w:lineRule="auto"/>
        <w:ind w:left="284" w:hanging="218"/>
        <w:rPr>
          <w:sz w:val="16"/>
          <w:szCs w:val="16"/>
          <w:lang w:val="fr-CH"/>
        </w:rPr>
      </w:pPr>
      <w:r w:rsidRPr="000D47B0">
        <w:rPr>
          <w:sz w:val="16"/>
          <w:szCs w:val="16"/>
          <w:lang w:val="fr-CH"/>
        </w:rPr>
        <w:t>les médecins,</w:t>
      </w:r>
    </w:p>
    <w:p w14:paraId="0A8313DA" w14:textId="77777777" w:rsidR="005365D8" w:rsidRPr="000D47B0" w:rsidRDefault="005365D8" w:rsidP="00E64ABA">
      <w:pPr>
        <w:pStyle w:val="Listenabsatz"/>
        <w:numPr>
          <w:ilvl w:val="0"/>
          <w:numId w:val="38"/>
        </w:numPr>
        <w:tabs>
          <w:tab w:val="left" w:pos="284"/>
        </w:tabs>
        <w:autoSpaceDE w:val="0"/>
        <w:autoSpaceDN w:val="0"/>
        <w:adjustRightInd w:val="0"/>
        <w:spacing w:line="276" w:lineRule="auto"/>
        <w:ind w:left="284" w:hanging="218"/>
        <w:rPr>
          <w:sz w:val="16"/>
          <w:szCs w:val="16"/>
          <w:lang w:val="fr-CH"/>
        </w:rPr>
      </w:pPr>
      <w:r w:rsidRPr="000D47B0">
        <w:rPr>
          <w:sz w:val="16"/>
          <w:szCs w:val="16"/>
          <w:lang w:val="fr-CH"/>
        </w:rPr>
        <w:t>les dentistes,</w:t>
      </w:r>
    </w:p>
    <w:p w14:paraId="619D38B5" w14:textId="77777777" w:rsidR="005365D8" w:rsidRPr="000D47B0" w:rsidRDefault="005365D8" w:rsidP="00E64ABA">
      <w:pPr>
        <w:pStyle w:val="Listenabsatz"/>
        <w:numPr>
          <w:ilvl w:val="0"/>
          <w:numId w:val="38"/>
        </w:numPr>
        <w:tabs>
          <w:tab w:val="left" w:pos="284"/>
        </w:tabs>
        <w:autoSpaceDE w:val="0"/>
        <w:autoSpaceDN w:val="0"/>
        <w:adjustRightInd w:val="0"/>
        <w:spacing w:line="276" w:lineRule="auto"/>
        <w:ind w:left="284" w:hanging="218"/>
        <w:rPr>
          <w:sz w:val="16"/>
          <w:szCs w:val="16"/>
          <w:lang w:val="fr-CH"/>
        </w:rPr>
      </w:pPr>
      <w:r w:rsidRPr="000D47B0">
        <w:rPr>
          <w:sz w:val="16"/>
          <w:szCs w:val="16"/>
          <w:lang w:val="fr-CH"/>
        </w:rPr>
        <w:t>les chiropracticiens,</w:t>
      </w:r>
    </w:p>
    <w:p w14:paraId="67955F87" w14:textId="77777777" w:rsidR="005365D8" w:rsidRPr="000D47B0" w:rsidRDefault="005365D8" w:rsidP="00E64ABA">
      <w:pPr>
        <w:pStyle w:val="Listenabsatz"/>
        <w:numPr>
          <w:ilvl w:val="0"/>
          <w:numId w:val="38"/>
        </w:numPr>
        <w:tabs>
          <w:tab w:val="left" w:pos="284"/>
        </w:tabs>
        <w:autoSpaceDE w:val="0"/>
        <w:autoSpaceDN w:val="0"/>
        <w:adjustRightInd w:val="0"/>
        <w:spacing w:line="276" w:lineRule="auto"/>
        <w:ind w:left="284" w:hanging="218"/>
        <w:rPr>
          <w:sz w:val="16"/>
          <w:szCs w:val="16"/>
          <w:lang w:val="fr-CH"/>
        </w:rPr>
      </w:pPr>
      <w:r w:rsidRPr="000D47B0">
        <w:rPr>
          <w:sz w:val="16"/>
          <w:szCs w:val="16"/>
          <w:lang w:val="fr-CH"/>
        </w:rPr>
        <w:t>les pharmaciens,</w:t>
      </w:r>
    </w:p>
    <w:p w14:paraId="687EADD5" w14:textId="77777777" w:rsidR="005365D8" w:rsidRPr="000D47B0" w:rsidRDefault="005365D8" w:rsidP="00E64ABA">
      <w:pPr>
        <w:pStyle w:val="Listenabsatz"/>
        <w:numPr>
          <w:ilvl w:val="0"/>
          <w:numId w:val="38"/>
        </w:numPr>
        <w:tabs>
          <w:tab w:val="left" w:pos="284"/>
        </w:tabs>
        <w:autoSpaceDE w:val="0"/>
        <w:autoSpaceDN w:val="0"/>
        <w:adjustRightInd w:val="0"/>
        <w:spacing w:line="276" w:lineRule="auto"/>
        <w:ind w:left="284" w:hanging="218"/>
        <w:rPr>
          <w:sz w:val="16"/>
          <w:szCs w:val="16"/>
          <w:lang w:val="fr-CH"/>
        </w:rPr>
      </w:pPr>
      <w:r w:rsidRPr="000D47B0">
        <w:rPr>
          <w:sz w:val="16"/>
          <w:szCs w:val="16"/>
          <w:lang w:val="fr-CH"/>
        </w:rPr>
        <w:t>les vétérinaires.</w:t>
      </w:r>
    </w:p>
    <w:p w14:paraId="5EDFC4E1" w14:textId="77777777" w:rsidR="005365D8" w:rsidRPr="000D47B0" w:rsidRDefault="005365D8" w:rsidP="00E64ABA">
      <w:pPr>
        <w:pStyle w:val="Funotentext"/>
        <w:tabs>
          <w:tab w:val="left" w:pos="284"/>
        </w:tabs>
        <w:ind w:left="284" w:hanging="218"/>
        <w:rPr>
          <w:lang w:val="fr-CH"/>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4D100" w14:textId="77777777" w:rsidR="005365D8" w:rsidRDefault="005365D8" w:rsidP="00031CEB">
    <w:pPr>
      <w:pStyle w:val="Kopfzeile"/>
      <w:tabs>
        <w:tab w:val="left" w:pos="5940"/>
      </w:tabs>
    </w:pPr>
    <w:bookmarkStart w:id="0" w:name="BkmLayout"/>
    <w:r>
      <w:drawing>
        <wp:anchor distT="0" distB="0" distL="114300" distR="114300" simplePos="0" relativeHeight="251659264" behindDoc="1" locked="0" layoutInCell="1" allowOverlap="1" wp14:anchorId="7D809384" wp14:editId="48A83CCB">
          <wp:simplePos x="0" y="0"/>
          <wp:positionH relativeFrom="column">
            <wp:posOffset>-342900</wp:posOffset>
          </wp:positionH>
          <wp:positionV relativeFrom="paragraph">
            <wp:posOffset>-183515</wp:posOffset>
          </wp:positionV>
          <wp:extent cx="1732915" cy="1086485"/>
          <wp:effectExtent l="0" t="0" r="635" b="0"/>
          <wp:wrapNone/>
          <wp:docPr id="26" name="Bild 26" descr="Z:\Allgemein\Kommunikation\Corporate Design H+\Logo\H+_Logo_Zusatz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Z:\Allgemein\Kommunikation\Corporate Design H+\Logo\H+_Logo_Zusatz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2915" cy="10864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02B6E1" w14:textId="77777777" w:rsidR="005365D8" w:rsidRDefault="005365D8" w:rsidP="00031CEB">
    <w:pPr>
      <w:pStyle w:val="Kopfzeile"/>
      <w:tabs>
        <w:tab w:val="left" w:pos="5940"/>
      </w:tabs>
    </w:pPr>
  </w:p>
  <w:p w14:paraId="4E2EB353" w14:textId="77777777" w:rsidR="005365D8" w:rsidRDefault="005365D8" w:rsidP="00031CEB">
    <w:pPr>
      <w:pStyle w:val="Kopfzeile"/>
      <w:tabs>
        <w:tab w:val="left" w:pos="5940"/>
      </w:tabs>
    </w:pPr>
  </w:p>
  <w:p w14:paraId="70A24BF8" w14:textId="77777777" w:rsidR="005365D8" w:rsidRDefault="005365D8" w:rsidP="00031CEB">
    <w:pPr>
      <w:pStyle w:val="Kopfzeile"/>
      <w:tabs>
        <w:tab w:val="left" w:pos="5940"/>
      </w:tabs>
    </w:pPr>
  </w:p>
  <w:p w14:paraId="1D495A9D" w14:textId="77777777" w:rsidR="005365D8" w:rsidRDefault="005365D8" w:rsidP="00031CEB">
    <w:pPr>
      <w:pStyle w:val="Kopfzeile"/>
      <w:tabs>
        <w:tab w:val="left" w:pos="5940"/>
      </w:tabs>
    </w:pPr>
  </w:p>
  <w:p w14:paraId="2225F3B5" w14:textId="77777777" w:rsidR="005365D8" w:rsidRDefault="005365D8" w:rsidP="00031CEB">
    <w:pPr>
      <w:pStyle w:val="Kopfzeile"/>
      <w:tabs>
        <w:tab w:val="left" w:pos="5940"/>
      </w:tabs>
    </w:pPr>
  </w:p>
  <w:p w14:paraId="250322D9" w14:textId="77777777" w:rsidR="005365D8" w:rsidRDefault="005365D8" w:rsidP="00031CEB">
    <w:pPr>
      <w:pStyle w:val="Kopfzeile"/>
      <w:tabs>
        <w:tab w:val="left" w:pos="5940"/>
      </w:tabs>
    </w:pPr>
  </w:p>
  <w:p w14:paraId="045CAC3D" w14:textId="77777777" w:rsidR="005365D8" w:rsidRDefault="005365D8" w:rsidP="003B5EE2">
    <w:pPr>
      <w:pStyle w:val="Kopfzeile"/>
      <w:tabs>
        <w:tab w:val="left" w:pos="5940"/>
      </w:tabs>
    </w:pPr>
  </w:p>
  <w:p w14:paraId="7248459F" w14:textId="77777777" w:rsidR="005365D8" w:rsidRDefault="005365D8" w:rsidP="009E37B6">
    <w:pPr>
      <w:pStyle w:val="Kopfzeile"/>
      <w:tabs>
        <w:tab w:val="left" w:pos="5940"/>
      </w:tabs>
    </w:pPr>
  </w:p>
  <w:bookmarkEnd w:id="0"/>
  <w:p w14:paraId="59A3DE12" w14:textId="77777777" w:rsidR="005365D8" w:rsidRDefault="005365D8" w:rsidP="00031CEB">
    <w:pPr>
      <w:pStyle w:val="Kopfzeile"/>
      <w:tabs>
        <w:tab w:val="left" w:pos="59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919CBC0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064F4B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EEE4356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8B4F8C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4624606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15E12EB"/>
    <w:multiLevelType w:val="hybridMultilevel"/>
    <w:tmpl w:val="F4B0C160"/>
    <w:lvl w:ilvl="0" w:tplc="E1841662">
      <w:start w:val="1"/>
      <w:numFmt w:val="bullet"/>
      <w:lvlText w:val=""/>
      <w:lvlJc w:val="left"/>
      <w:pPr>
        <w:ind w:left="720" w:hanging="360"/>
      </w:pPr>
      <w:rPr>
        <w:rFonts w:ascii="Wingdings" w:hAnsi="Wingdings" w:hint="default"/>
        <w:color w:val="1F497D" w:themeColor="text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04AC79BA"/>
    <w:multiLevelType w:val="multilevel"/>
    <w:tmpl w:val="BFA21EDA"/>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0DB15EF3"/>
    <w:multiLevelType w:val="hybridMultilevel"/>
    <w:tmpl w:val="DA104D48"/>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0E271257"/>
    <w:multiLevelType w:val="hybridMultilevel"/>
    <w:tmpl w:val="9BC0BEA0"/>
    <w:lvl w:ilvl="0" w:tplc="66D6986A">
      <w:start w:val="1"/>
      <w:numFmt w:val="bullet"/>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8B21B26"/>
    <w:multiLevelType w:val="hybridMultilevel"/>
    <w:tmpl w:val="4A0AD3F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AE9087D"/>
    <w:multiLevelType w:val="hybridMultilevel"/>
    <w:tmpl w:val="85D84DC4"/>
    <w:lvl w:ilvl="0" w:tplc="E1841662">
      <w:start w:val="1"/>
      <w:numFmt w:val="bullet"/>
      <w:lvlText w:val=""/>
      <w:lvlJc w:val="left"/>
      <w:pPr>
        <w:ind w:left="720" w:hanging="360"/>
      </w:pPr>
      <w:rPr>
        <w:rFonts w:ascii="Wingdings" w:hAnsi="Wingdings" w:hint="default"/>
        <w:color w:val="1F497D" w:themeColor="text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B024872"/>
    <w:multiLevelType w:val="hybridMultilevel"/>
    <w:tmpl w:val="E6B66848"/>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1C494FF1"/>
    <w:multiLevelType w:val="hybridMultilevel"/>
    <w:tmpl w:val="4566AEC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1D6864B1"/>
    <w:multiLevelType w:val="hybridMultilevel"/>
    <w:tmpl w:val="E3BE926E"/>
    <w:lvl w:ilvl="0" w:tplc="E1841662">
      <w:start w:val="1"/>
      <w:numFmt w:val="bullet"/>
      <w:lvlText w:val=""/>
      <w:lvlJc w:val="left"/>
      <w:pPr>
        <w:ind w:left="360" w:hanging="360"/>
      </w:pPr>
      <w:rPr>
        <w:rFonts w:ascii="Wingdings" w:hAnsi="Wingdings" w:hint="default"/>
        <w:color w:val="1F497D" w:themeColor="text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1FC50EC0"/>
    <w:multiLevelType w:val="hybridMultilevel"/>
    <w:tmpl w:val="13E0F652"/>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21295659"/>
    <w:multiLevelType w:val="hybridMultilevel"/>
    <w:tmpl w:val="A378A5A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2973634D"/>
    <w:multiLevelType w:val="hybridMultilevel"/>
    <w:tmpl w:val="BE9ABBB2"/>
    <w:lvl w:ilvl="0" w:tplc="E1841662">
      <w:start w:val="1"/>
      <w:numFmt w:val="bullet"/>
      <w:lvlText w:val=""/>
      <w:lvlJc w:val="left"/>
      <w:pPr>
        <w:ind w:left="720" w:hanging="360"/>
      </w:pPr>
      <w:rPr>
        <w:rFonts w:ascii="Wingdings" w:hAnsi="Wingdings" w:hint="default"/>
        <w:color w:val="1F497D" w:themeColor="text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2C5D260B"/>
    <w:multiLevelType w:val="hybridMultilevel"/>
    <w:tmpl w:val="699E6D2C"/>
    <w:lvl w:ilvl="0" w:tplc="E1841662">
      <w:start w:val="1"/>
      <w:numFmt w:val="bullet"/>
      <w:lvlText w:val=""/>
      <w:lvlJc w:val="left"/>
      <w:pPr>
        <w:ind w:left="720" w:hanging="360"/>
      </w:pPr>
      <w:rPr>
        <w:rFonts w:ascii="Wingdings" w:hAnsi="Wingdings" w:hint="default"/>
        <w:color w:val="1F497D" w:themeColor="text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366155D1"/>
    <w:multiLevelType w:val="hybridMultilevel"/>
    <w:tmpl w:val="09820B40"/>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870543B"/>
    <w:multiLevelType w:val="hybridMultilevel"/>
    <w:tmpl w:val="38BE4D8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3871757F"/>
    <w:multiLevelType w:val="hybridMultilevel"/>
    <w:tmpl w:val="C97639E0"/>
    <w:lvl w:ilvl="0" w:tplc="B1FED10A">
      <w:start w:val="1"/>
      <w:numFmt w:val="bullet"/>
      <w:lvlText w:val=""/>
      <w:lvlJc w:val="left"/>
      <w:pPr>
        <w:ind w:left="1080" w:hanging="360"/>
      </w:pPr>
      <w:rPr>
        <w:rFonts w:ascii="Wingdings" w:hAnsi="Wingdings" w:hint="default"/>
        <w:color w:val="1F497D" w:themeColor="text2"/>
        <w:sz w:val="18"/>
        <w:szCs w:val="18"/>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1" w15:restartNumberingAfterBreak="0">
    <w:nsid w:val="393266E5"/>
    <w:multiLevelType w:val="hybridMultilevel"/>
    <w:tmpl w:val="322E9C00"/>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B65629F"/>
    <w:multiLevelType w:val="hybridMultilevel"/>
    <w:tmpl w:val="7A50D9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3C5678F0"/>
    <w:multiLevelType w:val="hybridMultilevel"/>
    <w:tmpl w:val="A8C03C02"/>
    <w:lvl w:ilvl="0" w:tplc="E1841662">
      <w:start w:val="1"/>
      <w:numFmt w:val="bullet"/>
      <w:lvlText w:val=""/>
      <w:lvlJc w:val="left"/>
      <w:pPr>
        <w:ind w:left="720" w:hanging="360"/>
      </w:pPr>
      <w:rPr>
        <w:rFonts w:ascii="Wingdings" w:hAnsi="Wingdings" w:hint="default"/>
        <w:color w:val="1F497D" w:themeColor="text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F1F491B"/>
    <w:multiLevelType w:val="hybridMultilevel"/>
    <w:tmpl w:val="CE66CD1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28233F5"/>
    <w:multiLevelType w:val="hybridMultilevel"/>
    <w:tmpl w:val="EFDC55FC"/>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498358C5"/>
    <w:multiLevelType w:val="hybridMultilevel"/>
    <w:tmpl w:val="84F89FD4"/>
    <w:lvl w:ilvl="0" w:tplc="E1841662">
      <w:start w:val="1"/>
      <w:numFmt w:val="bullet"/>
      <w:lvlText w:val=""/>
      <w:lvlJc w:val="left"/>
      <w:pPr>
        <w:ind w:left="720" w:hanging="360"/>
      </w:pPr>
      <w:rPr>
        <w:rFonts w:ascii="Wingdings" w:hAnsi="Wingdings" w:hint="default"/>
        <w:color w:val="1F497D" w:themeColor="text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4B8F6226"/>
    <w:multiLevelType w:val="hybridMultilevel"/>
    <w:tmpl w:val="4F8C3A9A"/>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B960328"/>
    <w:multiLevelType w:val="hybridMultilevel"/>
    <w:tmpl w:val="8AD47CE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4D6676D1"/>
    <w:multiLevelType w:val="hybridMultilevel"/>
    <w:tmpl w:val="E89C520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52097CE2"/>
    <w:multiLevelType w:val="hybridMultilevel"/>
    <w:tmpl w:val="8C60E9A4"/>
    <w:lvl w:ilvl="0" w:tplc="E1841662">
      <w:start w:val="1"/>
      <w:numFmt w:val="bullet"/>
      <w:lvlText w:val=""/>
      <w:lvlJc w:val="left"/>
      <w:pPr>
        <w:ind w:left="720" w:hanging="360"/>
      </w:pPr>
      <w:rPr>
        <w:rFonts w:ascii="Wingdings" w:hAnsi="Wingdings" w:hint="default"/>
        <w:color w:val="1F497D" w:themeColor="text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9A258BA"/>
    <w:multiLevelType w:val="hybridMultilevel"/>
    <w:tmpl w:val="5A609E2A"/>
    <w:lvl w:ilvl="0" w:tplc="0807000F">
      <w:start w:val="1"/>
      <w:numFmt w:val="decimal"/>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A937245"/>
    <w:multiLevelType w:val="hybridMultilevel"/>
    <w:tmpl w:val="38545B0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5B470BF3"/>
    <w:multiLevelType w:val="hybridMultilevel"/>
    <w:tmpl w:val="26947BE8"/>
    <w:lvl w:ilvl="0" w:tplc="E1841662">
      <w:start w:val="1"/>
      <w:numFmt w:val="bullet"/>
      <w:lvlText w:val=""/>
      <w:lvlJc w:val="left"/>
      <w:pPr>
        <w:ind w:left="720" w:hanging="360"/>
      </w:pPr>
      <w:rPr>
        <w:rFonts w:ascii="Wingdings" w:hAnsi="Wingdings" w:hint="default"/>
        <w:color w:val="1F497D" w:themeColor="text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5CE175B1"/>
    <w:multiLevelType w:val="hybridMultilevel"/>
    <w:tmpl w:val="BEA2C68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5DF55CD2"/>
    <w:multiLevelType w:val="hybridMultilevel"/>
    <w:tmpl w:val="4EC8CDEC"/>
    <w:lvl w:ilvl="0" w:tplc="E1841662">
      <w:start w:val="1"/>
      <w:numFmt w:val="bullet"/>
      <w:lvlText w:val=""/>
      <w:lvlJc w:val="left"/>
      <w:pPr>
        <w:ind w:left="720" w:hanging="360"/>
      </w:pPr>
      <w:rPr>
        <w:rFonts w:ascii="Wingdings" w:hAnsi="Wingdings" w:hint="default"/>
        <w:color w:val="1F497D" w:themeColor="text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66517474"/>
    <w:multiLevelType w:val="hybridMultilevel"/>
    <w:tmpl w:val="12884FCE"/>
    <w:lvl w:ilvl="0" w:tplc="EA6CC472">
      <w:start w:val="1"/>
      <w:numFmt w:val="bullet"/>
      <w:lvlText w:val=""/>
      <w:lvlJc w:val="left"/>
      <w:pPr>
        <w:ind w:left="720" w:hanging="360"/>
      </w:pPr>
      <w:rPr>
        <w:rFonts w:ascii="Wingdings" w:hAnsi="Wingdings" w:hint="default"/>
        <w:color w:val="005596"/>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7" w15:restartNumberingAfterBreak="0">
    <w:nsid w:val="69693E58"/>
    <w:multiLevelType w:val="hybridMultilevel"/>
    <w:tmpl w:val="CF662BF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15:restartNumberingAfterBreak="0">
    <w:nsid w:val="6CF960EE"/>
    <w:multiLevelType w:val="hybridMultilevel"/>
    <w:tmpl w:val="9A702FC2"/>
    <w:lvl w:ilvl="0" w:tplc="E1841662">
      <w:start w:val="1"/>
      <w:numFmt w:val="bullet"/>
      <w:lvlText w:val=""/>
      <w:lvlJc w:val="left"/>
      <w:pPr>
        <w:ind w:left="720" w:hanging="360"/>
      </w:pPr>
      <w:rPr>
        <w:rFonts w:ascii="Wingdings" w:hAnsi="Wingdings" w:hint="default"/>
        <w:color w:val="1F497D" w:themeColor="text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79D0162"/>
    <w:multiLevelType w:val="hybridMultilevel"/>
    <w:tmpl w:val="50B23688"/>
    <w:lvl w:ilvl="0" w:tplc="E1841662">
      <w:start w:val="1"/>
      <w:numFmt w:val="bullet"/>
      <w:lvlText w:val=""/>
      <w:lvlJc w:val="left"/>
      <w:pPr>
        <w:ind w:left="720" w:hanging="360"/>
      </w:pPr>
      <w:rPr>
        <w:rFonts w:ascii="Wingdings" w:hAnsi="Wingdings" w:hint="default"/>
        <w:color w:val="1F497D" w:themeColor="text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8"/>
  </w:num>
  <w:num w:numId="16">
    <w:abstractNumId w:val="15"/>
  </w:num>
  <w:num w:numId="17">
    <w:abstractNumId w:val="31"/>
  </w:num>
  <w:num w:numId="18">
    <w:abstractNumId w:val="27"/>
  </w:num>
  <w:num w:numId="19">
    <w:abstractNumId w:val="11"/>
  </w:num>
  <w:num w:numId="20">
    <w:abstractNumId w:val="34"/>
  </w:num>
  <w:num w:numId="21">
    <w:abstractNumId w:val="28"/>
  </w:num>
  <w:num w:numId="22">
    <w:abstractNumId w:val="12"/>
  </w:num>
  <w:num w:numId="23">
    <w:abstractNumId w:val="37"/>
  </w:num>
  <w:num w:numId="24">
    <w:abstractNumId w:val="19"/>
  </w:num>
  <w:num w:numId="25">
    <w:abstractNumId w:val="32"/>
  </w:num>
  <w:num w:numId="26">
    <w:abstractNumId w:val="29"/>
  </w:num>
  <w:num w:numId="27">
    <w:abstractNumId w:val="36"/>
  </w:num>
  <w:num w:numId="28">
    <w:abstractNumId w:val="13"/>
  </w:num>
  <w:num w:numId="29">
    <w:abstractNumId w:val="20"/>
  </w:num>
  <w:num w:numId="30">
    <w:abstractNumId w:val="18"/>
  </w:num>
  <w:num w:numId="31">
    <w:abstractNumId w:val="7"/>
  </w:num>
  <w:num w:numId="32">
    <w:abstractNumId w:val="25"/>
  </w:num>
  <w:num w:numId="33">
    <w:abstractNumId w:val="22"/>
  </w:num>
  <w:num w:numId="34">
    <w:abstractNumId w:val="14"/>
  </w:num>
  <w:num w:numId="35">
    <w:abstractNumId w:val="9"/>
  </w:num>
  <w:num w:numId="36">
    <w:abstractNumId w:val="24"/>
  </w:num>
  <w:num w:numId="37">
    <w:abstractNumId w:val="21"/>
  </w:num>
  <w:num w:numId="38">
    <w:abstractNumId w:val="10"/>
  </w:num>
  <w:num w:numId="39">
    <w:abstractNumId w:val="30"/>
  </w:num>
  <w:num w:numId="40">
    <w:abstractNumId w:val="17"/>
  </w:num>
  <w:num w:numId="41">
    <w:abstractNumId w:val="16"/>
  </w:num>
  <w:num w:numId="42">
    <w:abstractNumId w:val="39"/>
  </w:num>
  <w:num w:numId="43">
    <w:abstractNumId w:val="26"/>
  </w:num>
  <w:num w:numId="44">
    <w:abstractNumId w:val="33"/>
  </w:num>
  <w:num w:numId="45">
    <w:abstractNumId w:val="5"/>
  </w:num>
  <w:num w:numId="46">
    <w:abstractNumId w:val="23"/>
  </w:num>
  <w:num w:numId="47">
    <w:abstractNumId w:val="35"/>
  </w:num>
  <w:num w:numId="4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092"/>
    <w:rsid w:val="00011A7C"/>
    <w:rsid w:val="00031CEB"/>
    <w:rsid w:val="00052500"/>
    <w:rsid w:val="00067F89"/>
    <w:rsid w:val="0007667B"/>
    <w:rsid w:val="00077FF2"/>
    <w:rsid w:val="00083792"/>
    <w:rsid w:val="000849C3"/>
    <w:rsid w:val="00096D03"/>
    <w:rsid w:val="000A540A"/>
    <w:rsid w:val="000B31E3"/>
    <w:rsid w:val="000B6FB6"/>
    <w:rsid w:val="000B7C3A"/>
    <w:rsid w:val="000C25DD"/>
    <w:rsid w:val="000C58AD"/>
    <w:rsid w:val="000D21F1"/>
    <w:rsid w:val="000D47B0"/>
    <w:rsid w:val="000D6143"/>
    <w:rsid w:val="000F1860"/>
    <w:rsid w:val="000F3257"/>
    <w:rsid w:val="00103198"/>
    <w:rsid w:val="0010710C"/>
    <w:rsid w:val="001118C2"/>
    <w:rsid w:val="001118E2"/>
    <w:rsid w:val="00131FD1"/>
    <w:rsid w:val="001327A4"/>
    <w:rsid w:val="00133AD6"/>
    <w:rsid w:val="00136869"/>
    <w:rsid w:val="00162C48"/>
    <w:rsid w:val="00174E9B"/>
    <w:rsid w:val="00187964"/>
    <w:rsid w:val="0019152A"/>
    <w:rsid w:val="001A7391"/>
    <w:rsid w:val="001C5C64"/>
    <w:rsid w:val="001C7E5C"/>
    <w:rsid w:val="001C7E95"/>
    <w:rsid w:val="001D07D0"/>
    <w:rsid w:val="001D16F8"/>
    <w:rsid w:val="001E2182"/>
    <w:rsid w:val="001F022E"/>
    <w:rsid w:val="00204C76"/>
    <w:rsid w:val="00213147"/>
    <w:rsid w:val="00244DEB"/>
    <w:rsid w:val="0025170F"/>
    <w:rsid w:val="00256D6C"/>
    <w:rsid w:val="002833A4"/>
    <w:rsid w:val="0029208B"/>
    <w:rsid w:val="002A1C6F"/>
    <w:rsid w:val="002A3FDA"/>
    <w:rsid w:val="002B2E42"/>
    <w:rsid w:val="002B6DB9"/>
    <w:rsid w:val="002C125B"/>
    <w:rsid w:val="002C399F"/>
    <w:rsid w:val="002E1591"/>
    <w:rsid w:val="002E4E62"/>
    <w:rsid w:val="002F0820"/>
    <w:rsid w:val="002F40EF"/>
    <w:rsid w:val="00301FF6"/>
    <w:rsid w:val="00303E58"/>
    <w:rsid w:val="00306303"/>
    <w:rsid w:val="003063B0"/>
    <w:rsid w:val="00317E83"/>
    <w:rsid w:val="00333DA7"/>
    <w:rsid w:val="00336CBD"/>
    <w:rsid w:val="0035616F"/>
    <w:rsid w:val="00363E56"/>
    <w:rsid w:val="00365C85"/>
    <w:rsid w:val="0036769C"/>
    <w:rsid w:val="00376D7D"/>
    <w:rsid w:val="00382FEC"/>
    <w:rsid w:val="0038562A"/>
    <w:rsid w:val="00392822"/>
    <w:rsid w:val="00393AB2"/>
    <w:rsid w:val="003A1E97"/>
    <w:rsid w:val="003B556F"/>
    <w:rsid w:val="003B5EE2"/>
    <w:rsid w:val="003C5A50"/>
    <w:rsid w:val="003C5F2E"/>
    <w:rsid w:val="003C653B"/>
    <w:rsid w:val="003E13B6"/>
    <w:rsid w:val="003E5217"/>
    <w:rsid w:val="004038B7"/>
    <w:rsid w:val="0040784C"/>
    <w:rsid w:val="0041687C"/>
    <w:rsid w:val="00441A0F"/>
    <w:rsid w:val="00442653"/>
    <w:rsid w:val="004501AF"/>
    <w:rsid w:val="0045339A"/>
    <w:rsid w:val="00453E05"/>
    <w:rsid w:val="00461DA6"/>
    <w:rsid w:val="004714D8"/>
    <w:rsid w:val="0049064D"/>
    <w:rsid w:val="00491018"/>
    <w:rsid w:val="00491558"/>
    <w:rsid w:val="004A46BC"/>
    <w:rsid w:val="004B5612"/>
    <w:rsid w:val="004B60FD"/>
    <w:rsid w:val="004B7ABD"/>
    <w:rsid w:val="004D1D5E"/>
    <w:rsid w:val="004D46C9"/>
    <w:rsid w:val="004E07B0"/>
    <w:rsid w:val="004E132C"/>
    <w:rsid w:val="004E7E34"/>
    <w:rsid w:val="004F04B7"/>
    <w:rsid w:val="004F0EBB"/>
    <w:rsid w:val="004F224E"/>
    <w:rsid w:val="004F7358"/>
    <w:rsid w:val="00507EB8"/>
    <w:rsid w:val="00511AB2"/>
    <w:rsid w:val="005128A0"/>
    <w:rsid w:val="005145D7"/>
    <w:rsid w:val="00520961"/>
    <w:rsid w:val="005214F0"/>
    <w:rsid w:val="005252F2"/>
    <w:rsid w:val="00530E27"/>
    <w:rsid w:val="0053162A"/>
    <w:rsid w:val="005365D8"/>
    <w:rsid w:val="00541A79"/>
    <w:rsid w:val="005559E5"/>
    <w:rsid w:val="0056318C"/>
    <w:rsid w:val="005651BC"/>
    <w:rsid w:val="00577E7D"/>
    <w:rsid w:val="00587D5B"/>
    <w:rsid w:val="005A5D24"/>
    <w:rsid w:val="005A7E7B"/>
    <w:rsid w:val="005B3EE8"/>
    <w:rsid w:val="005C52A8"/>
    <w:rsid w:val="005C7536"/>
    <w:rsid w:val="005E03A1"/>
    <w:rsid w:val="005E292B"/>
    <w:rsid w:val="005E4CF9"/>
    <w:rsid w:val="005E62D6"/>
    <w:rsid w:val="005F3829"/>
    <w:rsid w:val="005F67C5"/>
    <w:rsid w:val="005F7B2A"/>
    <w:rsid w:val="00623268"/>
    <w:rsid w:val="006304F3"/>
    <w:rsid w:val="00631069"/>
    <w:rsid w:val="00632461"/>
    <w:rsid w:val="00640030"/>
    <w:rsid w:val="0064279E"/>
    <w:rsid w:val="00654485"/>
    <w:rsid w:val="00694077"/>
    <w:rsid w:val="006C58E0"/>
    <w:rsid w:val="006E1B42"/>
    <w:rsid w:val="006F49B3"/>
    <w:rsid w:val="006F6F41"/>
    <w:rsid w:val="00705061"/>
    <w:rsid w:val="00725BD9"/>
    <w:rsid w:val="00732E6C"/>
    <w:rsid w:val="0074529E"/>
    <w:rsid w:val="00746715"/>
    <w:rsid w:val="007477A8"/>
    <w:rsid w:val="00747D77"/>
    <w:rsid w:val="00755BBD"/>
    <w:rsid w:val="00766D29"/>
    <w:rsid w:val="007679FB"/>
    <w:rsid w:val="007709F7"/>
    <w:rsid w:val="00771F45"/>
    <w:rsid w:val="00775574"/>
    <w:rsid w:val="007A54AC"/>
    <w:rsid w:val="007C0498"/>
    <w:rsid w:val="007C3C53"/>
    <w:rsid w:val="007D0BA1"/>
    <w:rsid w:val="007D1ACC"/>
    <w:rsid w:val="007D766E"/>
    <w:rsid w:val="00813F2E"/>
    <w:rsid w:val="00816F89"/>
    <w:rsid w:val="00826004"/>
    <w:rsid w:val="00826118"/>
    <w:rsid w:val="008455C7"/>
    <w:rsid w:val="00850DB5"/>
    <w:rsid w:val="00855C87"/>
    <w:rsid w:val="00857182"/>
    <w:rsid w:val="00874A77"/>
    <w:rsid w:val="00875CC9"/>
    <w:rsid w:val="008A3015"/>
    <w:rsid w:val="008B1089"/>
    <w:rsid w:val="008B52A9"/>
    <w:rsid w:val="008E17D1"/>
    <w:rsid w:val="008E20DD"/>
    <w:rsid w:val="008F0EB3"/>
    <w:rsid w:val="008F132E"/>
    <w:rsid w:val="008F3350"/>
    <w:rsid w:val="008F5D53"/>
    <w:rsid w:val="00901050"/>
    <w:rsid w:val="00904B4C"/>
    <w:rsid w:val="00905499"/>
    <w:rsid w:val="0091317B"/>
    <w:rsid w:val="00913A7D"/>
    <w:rsid w:val="00913FDA"/>
    <w:rsid w:val="00916374"/>
    <w:rsid w:val="009342CD"/>
    <w:rsid w:val="00935A72"/>
    <w:rsid w:val="00944B6A"/>
    <w:rsid w:val="00947DE3"/>
    <w:rsid w:val="0095269F"/>
    <w:rsid w:val="00954DD7"/>
    <w:rsid w:val="009621FF"/>
    <w:rsid w:val="00963813"/>
    <w:rsid w:val="00967E89"/>
    <w:rsid w:val="0098765D"/>
    <w:rsid w:val="009A4480"/>
    <w:rsid w:val="009B0C30"/>
    <w:rsid w:val="009D2464"/>
    <w:rsid w:val="009D43BB"/>
    <w:rsid w:val="009E37B6"/>
    <w:rsid w:val="009E5D5B"/>
    <w:rsid w:val="00A137E4"/>
    <w:rsid w:val="00A21D15"/>
    <w:rsid w:val="00A24608"/>
    <w:rsid w:val="00A30AD2"/>
    <w:rsid w:val="00A4064E"/>
    <w:rsid w:val="00A43C56"/>
    <w:rsid w:val="00A51B21"/>
    <w:rsid w:val="00A53DAF"/>
    <w:rsid w:val="00A63D88"/>
    <w:rsid w:val="00A82A60"/>
    <w:rsid w:val="00A85F62"/>
    <w:rsid w:val="00A970A9"/>
    <w:rsid w:val="00AA13E3"/>
    <w:rsid w:val="00AB24D8"/>
    <w:rsid w:val="00AC4F2F"/>
    <w:rsid w:val="00AD7CE3"/>
    <w:rsid w:val="00AE5C8E"/>
    <w:rsid w:val="00AF0E4D"/>
    <w:rsid w:val="00AF282B"/>
    <w:rsid w:val="00B02249"/>
    <w:rsid w:val="00B05F4B"/>
    <w:rsid w:val="00B10178"/>
    <w:rsid w:val="00B102C4"/>
    <w:rsid w:val="00B40B76"/>
    <w:rsid w:val="00B525A3"/>
    <w:rsid w:val="00B61F17"/>
    <w:rsid w:val="00B66085"/>
    <w:rsid w:val="00B71A66"/>
    <w:rsid w:val="00B8722C"/>
    <w:rsid w:val="00B87962"/>
    <w:rsid w:val="00B9069A"/>
    <w:rsid w:val="00B93121"/>
    <w:rsid w:val="00B94146"/>
    <w:rsid w:val="00B9726E"/>
    <w:rsid w:val="00B975C5"/>
    <w:rsid w:val="00BC3E5E"/>
    <w:rsid w:val="00BE1929"/>
    <w:rsid w:val="00BE24EE"/>
    <w:rsid w:val="00BE3E81"/>
    <w:rsid w:val="00C02206"/>
    <w:rsid w:val="00C114ED"/>
    <w:rsid w:val="00C121E1"/>
    <w:rsid w:val="00C22C11"/>
    <w:rsid w:val="00C26092"/>
    <w:rsid w:val="00C43D30"/>
    <w:rsid w:val="00C53CE5"/>
    <w:rsid w:val="00C555A4"/>
    <w:rsid w:val="00C55883"/>
    <w:rsid w:val="00C620EC"/>
    <w:rsid w:val="00C64714"/>
    <w:rsid w:val="00C653CD"/>
    <w:rsid w:val="00C65684"/>
    <w:rsid w:val="00C67CFC"/>
    <w:rsid w:val="00C67D37"/>
    <w:rsid w:val="00C754F8"/>
    <w:rsid w:val="00C91ADC"/>
    <w:rsid w:val="00CA5E75"/>
    <w:rsid w:val="00CB5F4B"/>
    <w:rsid w:val="00CB6A06"/>
    <w:rsid w:val="00CC7391"/>
    <w:rsid w:val="00CD6361"/>
    <w:rsid w:val="00CE7976"/>
    <w:rsid w:val="00D029CA"/>
    <w:rsid w:val="00D02D32"/>
    <w:rsid w:val="00D07A89"/>
    <w:rsid w:val="00D11493"/>
    <w:rsid w:val="00D15CFD"/>
    <w:rsid w:val="00D16A17"/>
    <w:rsid w:val="00D2766A"/>
    <w:rsid w:val="00D34BD5"/>
    <w:rsid w:val="00D522F6"/>
    <w:rsid w:val="00D52320"/>
    <w:rsid w:val="00D57C8A"/>
    <w:rsid w:val="00D619C9"/>
    <w:rsid w:val="00D63C7E"/>
    <w:rsid w:val="00D64B28"/>
    <w:rsid w:val="00D6731D"/>
    <w:rsid w:val="00D77E66"/>
    <w:rsid w:val="00D85CC6"/>
    <w:rsid w:val="00D91720"/>
    <w:rsid w:val="00DB07C2"/>
    <w:rsid w:val="00DB464D"/>
    <w:rsid w:val="00DD51C1"/>
    <w:rsid w:val="00DD7EC9"/>
    <w:rsid w:val="00DE2634"/>
    <w:rsid w:val="00DE7386"/>
    <w:rsid w:val="00E07F6E"/>
    <w:rsid w:val="00E13DC3"/>
    <w:rsid w:val="00E216AC"/>
    <w:rsid w:val="00E270D5"/>
    <w:rsid w:val="00E4515F"/>
    <w:rsid w:val="00E535D9"/>
    <w:rsid w:val="00E64ABA"/>
    <w:rsid w:val="00E73A89"/>
    <w:rsid w:val="00E868BD"/>
    <w:rsid w:val="00E90101"/>
    <w:rsid w:val="00ED575E"/>
    <w:rsid w:val="00EE1EA1"/>
    <w:rsid w:val="00EE4EA5"/>
    <w:rsid w:val="00F05C6C"/>
    <w:rsid w:val="00F13D2A"/>
    <w:rsid w:val="00F15579"/>
    <w:rsid w:val="00F24FEC"/>
    <w:rsid w:val="00F263C4"/>
    <w:rsid w:val="00F3413A"/>
    <w:rsid w:val="00F34D72"/>
    <w:rsid w:val="00F42D40"/>
    <w:rsid w:val="00F47785"/>
    <w:rsid w:val="00F505AC"/>
    <w:rsid w:val="00F54398"/>
    <w:rsid w:val="00F570BC"/>
    <w:rsid w:val="00F647B8"/>
    <w:rsid w:val="00F77108"/>
    <w:rsid w:val="00F83266"/>
    <w:rsid w:val="00F84C7A"/>
    <w:rsid w:val="00F862C1"/>
    <w:rsid w:val="00F86C65"/>
    <w:rsid w:val="00F96C21"/>
    <w:rsid w:val="00FA5D8B"/>
    <w:rsid w:val="00FA6F09"/>
    <w:rsid w:val="00FA7766"/>
    <w:rsid w:val="00FC7221"/>
    <w:rsid w:val="00FD21FA"/>
    <w:rsid w:val="00FE4FF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1220BB53"/>
  <w15:docId w15:val="{BE683C35-DB24-4966-8AD8-C4793ABD6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sz w:val="22"/>
        <w:szCs w:val="22"/>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3413A"/>
  </w:style>
  <w:style w:type="paragraph" w:styleId="berschrift1">
    <w:name w:val="heading 1"/>
    <w:basedOn w:val="Standard"/>
    <w:next w:val="Standard"/>
    <w:autoRedefine/>
    <w:qFormat/>
    <w:pPr>
      <w:numPr>
        <w:numId w:val="11"/>
      </w:numPr>
      <w:tabs>
        <w:tab w:val="clear" w:pos="432"/>
        <w:tab w:val="num" w:pos="360"/>
      </w:tabs>
      <w:spacing w:before="240" w:after="120"/>
      <w:ind w:left="0" w:firstLine="0"/>
      <w:outlineLvl w:val="0"/>
    </w:pPr>
    <w:rPr>
      <w:rFonts w:cs="Arial"/>
      <w:b/>
      <w:bCs/>
      <w:szCs w:val="32"/>
    </w:rPr>
  </w:style>
  <w:style w:type="paragraph" w:styleId="berschrift2">
    <w:name w:val="heading 2"/>
    <w:basedOn w:val="berschrift1"/>
    <w:next w:val="Standard"/>
    <w:autoRedefine/>
    <w:qFormat/>
    <w:rsid w:val="00EE4EA5"/>
    <w:pPr>
      <w:numPr>
        <w:ilvl w:val="1"/>
        <w:numId w:val="12"/>
      </w:numPr>
      <w:tabs>
        <w:tab w:val="clear" w:pos="576"/>
        <w:tab w:val="num" w:pos="360"/>
        <w:tab w:val="left" w:pos="624"/>
      </w:tabs>
      <w:ind w:left="0" w:firstLine="0"/>
      <w:outlineLvl w:val="1"/>
    </w:pPr>
    <w:rPr>
      <w:bCs w:val="0"/>
      <w:iCs/>
      <w:sz w:val="26"/>
      <w:szCs w:val="28"/>
    </w:rPr>
  </w:style>
  <w:style w:type="paragraph" w:styleId="berschrift3">
    <w:name w:val="heading 3"/>
    <w:basedOn w:val="berschrift1"/>
    <w:next w:val="Standard"/>
    <w:autoRedefine/>
    <w:qFormat/>
    <w:rsid w:val="00EE4EA5"/>
    <w:pPr>
      <w:numPr>
        <w:ilvl w:val="2"/>
        <w:numId w:val="13"/>
      </w:numPr>
      <w:tabs>
        <w:tab w:val="clear" w:pos="720"/>
        <w:tab w:val="num" w:pos="360"/>
        <w:tab w:val="left" w:pos="794"/>
      </w:tabs>
      <w:ind w:left="0" w:firstLine="0"/>
      <w:outlineLvl w:val="2"/>
    </w:pPr>
    <w:rPr>
      <w:b w:val="0"/>
      <w:bCs w:val="0"/>
      <w:szCs w:val="26"/>
    </w:rPr>
  </w:style>
  <w:style w:type="paragraph" w:styleId="berschrift4">
    <w:name w:val="heading 4"/>
    <w:basedOn w:val="berschrift1"/>
    <w:next w:val="Standard"/>
    <w:qFormat/>
    <w:pPr>
      <w:numPr>
        <w:ilvl w:val="3"/>
        <w:numId w:val="14"/>
      </w:numPr>
      <w:tabs>
        <w:tab w:val="clear" w:pos="864"/>
        <w:tab w:val="num" w:pos="360"/>
        <w:tab w:val="left" w:pos="964"/>
      </w:tabs>
      <w:ind w:left="0" w:firstLine="0"/>
      <w:outlineLvl w:val="3"/>
    </w:pPr>
    <w:rPr>
      <w:b w:val="0"/>
      <w:bCs w:val="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treff">
    <w:name w:val="Betreff"/>
    <w:basedOn w:val="Standard"/>
    <w:pPr>
      <w:tabs>
        <w:tab w:val="center" w:pos="4536"/>
        <w:tab w:val="right" w:pos="9072"/>
      </w:tabs>
    </w:pPr>
    <w:rPr>
      <w:b/>
      <w:bCs/>
      <w:szCs w:val="20"/>
    </w:rPr>
  </w:style>
  <w:style w:type="paragraph" w:styleId="Fuzeile">
    <w:name w:val="footer"/>
    <w:basedOn w:val="Vordruck8No"/>
    <w:rsid w:val="002833A4"/>
  </w:style>
  <w:style w:type="paragraph" w:customStyle="1" w:styleId="Vordruck8No">
    <w:name w:val="Vordruck8No"/>
    <w:basedOn w:val="Vordruck8"/>
    <w:rsid w:val="00D2766A"/>
    <w:rPr>
      <w:noProof/>
    </w:rPr>
  </w:style>
  <w:style w:type="paragraph" w:customStyle="1" w:styleId="Vordruck8">
    <w:name w:val="Vordruck8"/>
    <w:basedOn w:val="Standard"/>
    <w:rsid w:val="004F7358"/>
    <w:rPr>
      <w:sz w:val="16"/>
    </w:rPr>
  </w:style>
  <w:style w:type="paragraph" w:styleId="Kopfzeile">
    <w:name w:val="header"/>
    <w:basedOn w:val="Vordruck8No"/>
    <w:pPr>
      <w:tabs>
        <w:tab w:val="center" w:pos="4536"/>
        <w:tab w:val="right" w:pos="9072"/>
      </w:tabs>
    </w:pPr>
  </w:style>
  <w:style w:type="paragraph" w:customStyle="1" w:styleId="StandardNo">
    <w:name w:val="StandardNo"/>
    <w:basedOn w:val="Standard"/>
    <w:rsid w:val="002833A4"/>
    <w:rPr>
      <w:noProof/>
    </w:rPr>
  </w:style>
  <w:style w:type="paragraph" w:styleId="Verzeichnis1">
    <w:name w:val="toc 1"/>
    <w:basedOn w:val="Standard"/>
    <w:next w:val="Standard"/>
    <w:autoRedefine/>
    <w:semiHidden/>
    <w:pPr>
      <w:spacing w:before="120"/>
      <w:ind w:left="1134" w:hanging="1134"/>
    </w:pPr>
    <w:rPr>
      <w:b/>
    </w:rPr>
  </w:style>
  <w:style w:type="paragraph" w:styleId="Verzeichnis2">
    <w:name w:val="toc 2"/>
    <w:basedOn w:val="Standard"/>
    <w:next w:val="Standard"/>
    <w:autoRedefine/>
    <w:semiHidden/>
    <w:pPr>
      <w:ind w:left="1134" w:hanging="1134"/>
    </w:pPr>
  </w:style>
  <w:style w:type="paragraph" w:styleId="Verzeichnis3">
    <w:name w:val="toc 3"/>
    <w:basedOn w:val="Standard"/>
    <w:next w:val="Standard"/>
    <w:autoRedefine/>
    <w:semiHidden/>
    <w:pPr>
      <w:ind w:left="1134" w:hanging="1134"/>
    </w:pPr>
  </w:style>
  <w:style w:type="paragraph" w:styleId="Verzeichnis4">
    <w:name w:val="toc 4"/>
    <w:basedOn w:val="Standard"/>
    <w:next w:val="Standard"/>
    <w:autoRedefine/>
    <w:semiHidden/>
    <w:pPr>
      <w:ind w:left="1134" w:hanging="1134"/>
    </w:pPr>
  </w:style>
  <w:style w:type="paragraph" w:customStyle="1" w:styleId="Vordruck80">
    <w:name w:val="Vordruck 8"/>
    <w:basedOn w:val="Standard"/>
    <w:rsid w:val="001118E2"/>
    <w:rPr>
      <w:sz w:val="16"/>
    </w:rPr>
  </w:style>
  <w:style w:type="paragraph" w:customStyle="1" w:styleId="Vordruck8No0">
    <w:name w:val="Vordruck 8 No"/>
    <w:basedOn w:val="Standard"/>
    <w:rsid w:val="001118E2"/>
    <w:rPr>
      <w:noProof/>
      <w:sz w:val="16"/>
      <w:lang w:val="de-DE"/>
    </w:rPr>
  </w:style>
  <w:style w:type="paragraph" w:styleId="Sprechblasentext">
    <w:name w:val="Balloon Text"/>
    <w:basedOn w:val="Standard"/>
    <w:link w:val="SprechblasentextZchn"/>
    <w:rsid w:val="002B6DB9"/>
    <w:rPr>
      <w:rFonts w:ascii="Tahoma" w:hAnsi="Tahoma" w:cs="Tahoma"/>
      <w:sz w:val="16"/>
      <w:szCs w:val="16"/>
    </w:rPr>
  </w:style>
  <w:style w:type="character" w:customStyle="1" w:styleId="SprechblasentextZchn">
    <w:name w:val="Sprechblasentext Zchn"/>
    <w:basedOn w:val="Absatz-Standardschriftart"/>
    <w:link w:val="Sprechblasentext"/>
    <w:rsid w:val="002B6DB9"/>
    <w:rPr>
      <w:rFonts w:ascii="Tahoma" w:hAnsi="Tahoma" w:cs="Tahoma"/>
      <w:sz w:val="16"/>
      <w:szCs w:val="16"/>
      <w:lang w:eastAsia="de-DE"/>
    </w:rPr>
  </w:style>
  <w:style w:type="paragraph" w:styleId="Untertitel">
    <w:name w:val="Subtitle"/>
    <w:basedOn w:val="Standard"/>
    <w:next w:val="Standard"/>
    <w:link w:val="UntertitelZchn"/>
    <w:rsid w:val="002A3FDA"/>
    <w:pPr>
      <w:spacing w:after="60"/>
      <w:jc w:val="center"/>
      <w:outlineLvl w:val="1"/>
    </w:pPr>
    <w:rPr>
      <w:rFonts w:asciiTheme="majorHAnsi" w:eastAsiaTheme="majorEastAsia" w:hAnsiTheme="majorHAnsi" w:cstheme="majorBidi"/>
      <w:sz w:val="24"/>
    </w:rPr>
  </w:style>
  <w:style w:type="character" w:customStyle="1" w:styleId="UntertitelZchn">
    <w:name w:val="Untertitel Zchn"/>
    <w:basedOn w:val="Absatz-Standardschriftart"/>
    <w:link w:val="Untertitel"/>
    <w:rsid w:val="002A3FDA"/>
    <w:rPr>
      <w:rFonts w:asciiTheme="majorHAnsi" w:eastAsiaTheme="majorEastAsia" w:hAnsiTheme="majorHAnsi" w:cstheme="majorBidi"/>
      <w:sz w:val="24"/>
      <w:szCs w:val="24"/>
      <w:lang w:eastAsia="de-DE"/>
    </w:rPr>
  </w:style>
  <w:style w:type="character" w:styleId="Hervorhebung">
    <w:name w:val="Emphasis"/>
    <w:basedOn w:val="Absatz-Standardschriftart"/>
    <w:qFormat/>
    <w:rsid w:val="002A3FDA"/>
    <w:rPr>
      <w:i/>
      <w:iCs/>
    </w:rPr>
  </w:style>
  <w:style w:type="character" w:styleId="Fett">
    <w:name w:val="Strong"/>
    <w:basedOn w:val="Absatz-Standardschriftart"/>
    <w:qFormat/>
    <w:rsid w:val="002A3FDA"/>
    <w:rPr>
      <w:b/>
      <w:bCs/>
    </w:rPr>
  </w:style>
  <w:style w:type="paragraph" w:customStyle="1" w:styleId="Ansprechpartner">
    <w:name w:val="Ansprechpartner"/>
    <w:basedOn w:val="Vordruck8No0"/>
    <w:qFormat/>
    <w:rsid w:val="002A3FDA"/>
    <w:rPr>
      <w:sz w:val="18"/>
      <w:szCs w:val="18"/>
      <w:lang w:val="de-CH"/>
    </w:rPr>
  </w:style>
  <w:style w:type="paragraph" w:styleId="Titel">
    <w:name w:val="Title"/>
    <w:basedOn w:val="Standard"/>
    <w:next w:val="Standard"/>
    <w:link w:val="TitelZchn"/>
    <w:autoRedefine/>
    <w:qFormat/>
    <w:rsid w:val="00F263C4"/>
    <w:pPr>
      <w:spacing w:before="240" w:after="60"/>
      <w:outlineLvl w:val="0"/>
    </w:pPr>
    <w:rPr>
      <w:rFonts w:eastAsiaTheme="majorEastAsia" w:cstheme="majorBidi"/>
      <w:b/>
      <w:bCs/>
      <w:kern w:val="28"/>
      <w:sz w:val="30"/>
      <w:szCs w:val="32"/>
    </w:rPr>
  </w:style>
  <w:style w:type="character" w:customStyle="1" w:styleId="TitelZchn">
    <w:name w:val="Titel Zchn"/>
    <w:basedOn w:val="Absatz-Standardschriftart"/>
    <w:link w:val="Titel"/>
    <w:rsid w:val="00F263C4"/>
    <w:rPr>
      <w:rFonts w:ascii="Arial" w:eastAsiaTheme="majorEastAsia" w:hAnsi="Arial" w:cstheme="majorBidi"/>
      <w:b/>
      <w:bCs/>
      <w:kern w:val="28"/>
      <w:sz w:val="30"/>
      <w:szCs w:val="32"/>
      <w:lang w:eastAsia="de-DE"/>
    </w:rPr>
  </w:style>
  <w:style w:type="paragraph" w:styleId="Listenabsatz">
    <w:name w:val="List Paragraph"/>
    <w:basedOn w:val="Standard"/>
    <w:uiPriority w:val="34"/>
    <w:rsid w:val="00E90101"/>
    <w:pPr>
      <w:ind w:left="720"/>
      <w:contextualSpacing/>
    </w:pPr>
  </w:style>
  <w:style w:type="paragraph" w:customStyle="1" w:styleId="KeinAbsatzformat">
    <w:name w:val="[Kein Absatzformat]"/>
    <w:rsid w:val="00C26092"/>
    <w:pPr>
      <w:autoSpaceDE w:val="0"/>
      <w:autoSpaceDN w:val="0"/>
      <w:adjustRightInd w:val="0"/>
      <w:spacing w:line="288" w:lineRule="auto"/>
      <w:textAlignment w:val="center"/>
    </w:pPr>
    <w:rPr>
      <w:rFonts w:ascii="Bulo Bold" w:hAnsi="Bulo Bold"/>
      <w:color w:val="000000"/>
      <w:sz w:val="24"/>
      <w:szCs w:val="24"/>
      <w:lang w:val="de-DE"/>
    </w:rPr>
  </w:style>
  <w:style w:type="paragraph" w:customStyle="1" w:styleId="tabellegt">
    <w:name w:val="tabelle_gt"/>
    <w:basedOn w:val="KeinAbsatzformat"/>
    <w:uiPriority w:val="99"/>
    <w:rsid w:val="00C26092"/>
    <w:rPr>
      <w:rFonts w:ascii="Bulo Regular" w:hAnsi="Bulo Regular" w:cs="Bulo Regular"/>
      <w:sz w:val="18"/>
      <w:szCs w:val="18"/>
    </w:rPr>
  </w:style>
  <w:style w:type="paragraph" w:customStyle="1" w:styleId="tabelletitel">
    <w:name w:val="tabelle titel"/>
    <w:basedOn w:val="tabellegt"/>
    <w:uiPriority w:val="99"/>
    <w:rsid w:val="00C26092"/>
    <w:rPr>
      <w:rFonts w:ascii="Bulo Bold" w:hAnsi="Bulo Bold" w:cs="Bulo Bold"/>
      <w:b/>
      <w:bCs/>
      <w:color w:val="FFFFFF"/>
    </w:rPr>
  </w:style>
  <w:style w:type="paragraph" w:customStyle="1" w:styleId="tabelleUntertitel">
    <w:name w:val="tabelle_Untertitel"/>
    <w:basedOn w:val="tabellegt"/>
    <w:uiPriority w:val="99"/>
    <w:rsid w:val="00C26092"/>
    <w:rPr>
      <w:rFonts w:ascii="Bulo Bold" w:hAnsi="Bulo Bold" w:cs="Bulo Bold"/>
      <w:b/>
      <w:bCs/>
    </w:rPr>
  </w:style>
  <w:style w:type="paragraph" w:customStyle="1" w:styleId="tabelleliste">
    <w:name w:val="tabelle_liste"/>
    <w:basedOn w:val="tabellegt"/>
    <w:uiPriority w:val="99"/>
    <w:rsid w:val="00C26092"/>
    <w:pPr>
      <w:tabs>
        <w:tab w:val="left" w:pos="340"/>
      </w:tabs>
      <w:ind w:left="340" w:hanging="340"/>
      <w:jc w:val="both"/>
    </w:pPr>
  </w:style>
  <w:style w:type="character" w:customStyle="1" w:styleId="ExpertLight">
    <w:name w:val="Expert_Light"/>
    <w:uiPriority w:val="99"/>
    <w:rsid w:val="00C26092"/>
    <w:rPr>
      <w:color w:val="FFFFFF"/>
    </w:rPr>
  </w:style>
  <w:style w:type="character" w:customStyle="1" w:styleId="bold">
    <w:name w:val="bold"/>
    <w:uiPriority w:val="99"/>
    <w:rsid w:val="00C26092"/>
    <w:rPr>
      <w:b/>
      <w:bCs/>
    </w:rPr>
  </w:style>
  <w:style w:type="character" w:customStyle="1" w:styleId="ExpertBold">
    <w:name w:val="Expert_Bold"/>
    <w:basedOn w:val="bold"/>
    <w:uiPriority w:val="99"/>
    <w:rsid w:val="00C26092"/>
    <w:rPr>
      <w:b/>
      <w:bCs/>
    </w:rPr>
  </w:style>
  <w:style w:type="character" w:customStyle="1" w:styleId="ExpertGrundschrift">
    <w:name w:val="Expert_Grundschrift"/>
    <w:uiPriority w:val="99"/>
    <w:rsid w:val="00C26092"/>
  </w:style>
  <w:style w:type="character" w:customStyle="1" w:styleId="HBlau">
    <w:name w:val="H+ Blau"/>
    <w:uiPriority w:val="99"/>
    <w:rsid w:val="00C26092"/>
    <w:rPr>
      <w:color w:val="005596"/>
    </w:rPr>
  </w:style>
  <w:style w:type="paragraph" w:customStyle="1" w:styleId="TitelseiteHaupttitel">
    <w:name w:val="Titelseite Haupttitel"/>
    <w:basedOn w:val="KeinAbsatzformat"/>
    <w:uiPriority w:val="99"/>
    <w:rsid w:val="00C26092"/>
    <w:pPr>
      <w:spacing w:line="240" w:lineRule="atLeast"/>
    </w:pPr>
    <w:rPr>
      <w:rFonts w:ascii="Bulo Light" w:hAnsi="Bulo Light" w:cs="Bulo Light"/>
      <w:color w:val="005596"/>
      <w:spacing w:val="8"/>
      <w:position w:val="6"/>
      <w:sz w:val="84"/>
      <w:szCs w:val="84"/>
      <w:lang w:val="de-CH"/>
    </w:rPr>
  </w:style>
  <w:style w:type="paragraph" w:customStyle="1" w:styleId="TitelseiteUntertitel">
    <w:name w:val="Titelseite Untertitel"/>
    <w:basedOn w:val="KeinAbsatzformat"/>
    <w:uiPriority w:val="99"/>
    <w:rsid w:val="00C26092"/>
    <w:pPr>
      <w:spacing w:line="260" w:lineRule="atLeast"/>
      <w:ind w:right="850"/>
    </w:pPr>
    <w:rPr>
      <w:rFonts w:cs="Bulo Bold"/>
      <w:b/>
      <w:bCs/>
      <w:color w:val="005596"/>
      <w:sz w:val="20"/>
      <w:szCs w:val="20"/>
    </w:rPr>
  </w:style>
  <w:style w:type="paragraph" w:customStyle="1" w:styleId="Pa4">
    <w:name w:val="Pa4"/>
    <w:basedOn w:val="Standard"/>
    <w:next w:val="Standard"/>
    <w:uiPriority w:val="99"/>
    <w:rsid w:val="009B0C30"/>
    <w:pPr>
      <w:autoSpaceDE w:val="0"/>
      <w:autoSpaceDN w:val="0"/>
      <w:adjustRightInd w:val="0"/>
      <w:spacing w:line="181" w:lineRule="atLeast"/>
    </w:pPr>
    <w:rPr>
      <w:rFonts w:ascii="Bulo Regular" w:hAnsi="Bulo Regular"/>
      <w:sz w:val="24"/>
      <w:szCs w:val="24"/>
    </w:rPr>
  </w:style>
  <w:style w:type="paragraph" w:styleId="Funotentext">
    <w:name w:val="footnote text"/>
    <w:basedOn w:val="Standard"/>
    <w:link w:val="FunotentextZchn"/>
    <w:semiHidden/>
    <w:unhideWhenUsed/>
    <w:rsid w:val="000D47B0"/>
    <w:rPr>
      <w:sz w:val="20"/>
      <w:szCs w:val="20"/>
    </w:rPr>
  </w:style>
  <w:style w:type="character" w:customStyle="1" w:styleId="FunotentextZchn">
    <w:name w:val="Fußnotentext Zchn"/>
    <w:basedOn w:val="Absatz-Standardschriftart"/>
    <w:link w:val="Funotentext"/>
    <w:semiHidden/>
    <w:rsid w:val="000D47B0"/>
    <w:rPr>
      <w:sz w:val="20"/>
      <w:szCs w:val="20"/>
    </w:rPr>
  </w:style>
  <w:style w:type="character" w:styleId="Funotenzeichen">
    <w:name w:val="footnote reference"/>
    <w:basedOn w:val="Absatz-Standardschriftart"/>
    <w:semiHidden/>
    <w:unhideWhenUsed/>
    <w:rsid w:val="000D47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938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Z:\Allgemein\Vorlagen%20H+\Neutrale%20Vorlage\Vorlage%20neutral%20ho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82DE7-8789-459A-93DD-DE6A6EB1B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neutral hoch</Template>
  <TotalTime>0</TotalTime>
  <Pages>16</Pages>
  <Words>4748</Words>
  <Characters>29917</Characters>
  <Application>Microsoft Office Word</Application>
  <DocSecurity>0</DocSecurity>
  <Lines>249</Lines>
  <Paragraphs>69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Adresse</vt:lpstr>
      <vt:lpstr>Adresse</vt:lpstr>
    </vt:vector>
  </TitlesOfParts>
  <Company>Hewlett-Packard Company</Company>
  <LinksUpToDate>false</LinksUpToDate>
  <CharactersWithSpaces>34596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Salzmann Karin</dc:creator>
  <dc:description>Leuchter Informatik AG_x000d_
CH-6003 Luzern_x000d_
Juli 2004</dc:description>
  <cp:lastModifiedBy>Bossion Florian</cp:lastModifiedBy>
  <cp:revision>11</cp:revision>
  <cp:lastPrinted>2017-02-16T09:03:00Z</cp:lastPrinted>
  <dcterms:created xsi:type="dcterms:W3CDTF">2018-02-05T14:12:00Z</dcterms:created>
  <dcterms:modified xsi:type="dcterms:W3CDTF">2022-02-03T15:00:00Z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
    <vt:lpwstr>ID</vt:lpwstr>
  </property>
  <property fmtid="{D5CDD505-2E9C-101B-9397-08002B2CF9AE}" pid="3" name="IDLinks">
    <vt:lpwstr>IDLinks</vt:lpwstr>
  </property>
  <property fmtid="{D5CDD505-2E9C-101B-9397-08002B2CF9AE}" pid="4" name="IDRechts">
    <vt:lpwstr>IDRechts</vt:lpwstr>
  </property>
  <property fmtid="{D5CDD505-2E9C-101B-9397-08002B2CF9AE}" pid="5" name="IDDokumentersteller">
    <vt:lpwstr>IDDokumentersteller</vt:lpwstr>
  </property>
  <property fmtid="{D5CDD505-2E9C-101B-9397-08002B2CF9AE}" pid="6" name="Kurzzeichen">
    <vt:lpwstr>Kurzzeichen</vt:lpwstr>
  </property>
  <property fmtid="{D5CDD505-2E9C-101B-9397-08002B2CF9AE}" pid="7" name="KurzzeichenLinks">
    <vt:lpwstr>KurzzeichenLinks</vt:lpwstr>
  </property>
  <property fmtid="{D5CDD505-2E9C-101B-9397-08002B2CF9AE}" pid="8" name="KurzzeichenRechts">
    <vt:lpwstr>KurzzeichenRechts</vt:lpwstr>
  </property>
  <property fmtid="{D5CDD505-2E9C-101B-9397-08002B2CF9AE}" pid="9" name="KurzzeichenDokumentersteller">
    <vt:lpwstr>KurzzeichenDokumentersteller</vt:lpwstr>
  </property>
  <property fmtid="{D5CDD505-2E9C-101B-9397-08002B2CF9AE}" pid="10" name="Name">
    <vt:lpwstr>Name</vt:lpwstr>
  </property>
  <property fmtid="{D5CDD505-2E9C-101B-9397-08002B2CF9AE}" pid="11" name="NameLinks">
    <vt:lpwstr>NameLinks</vt:lpwstr>
  </property>
  <property fmtid="{D5CDD505-2E9C-101B-9397-08002B2CF9AE}" pid="12" name="NameRechts">
    <vt:lpwstr>NameRechts</vt:lpwstr>
  </property>
  <property fmtid="{D5CDD505-2E9C-101B-9397-08002B2CF9AE}" pid="13" name="NameDokumentersteller">
    <vt:lpwstr>NameDokumentersteller</vt:lpwstr>
  </property>
  <property fmtid="{D5CDD505-2E9C-101B-9397-08002B2CF9AE}" pid="14" name="Vorname">
    <vt:lpwstr>Vorname</vt:lpwstr>
  </property>
  <property fmtid="{D5CDD505-2E9C-101B-9397-08002B2CF9AE}" pid="15" name="VornameLinks">
    <vt:lpwstr>VornameLinks</vt:lpwstr>
  </property>
  <property fmtid="{D5CDD505-2E9C-101B-9397-08002B2CF9AE}" pid="16" name="VornameRechts">
    <vt:lpwstr>VornameRechts</vt:lpwstr>
  </property>
  <property fmtid="{D5CDD505-2E9C-101B-9397-08002B2CF9AE}" pid="17" name="VornameDokumentersteller">
    <vt:lpwstr>VornameDokumentersteller</vt:lpwstr>
  </property>
  <property fmtid="{D5CDD505-2E9C-101B-9397-08002B2CF9AE}" pid="18" name="TelefonDirekt">
    <vt:lpwstr>TelefonDirekt</vt:lpwstr>
  </property>
  <property fmtid="{D5CDD505-2E9C-101B-9397-08002B2CF9AE}" pid="19" name="TelefonDirektLinks">
    <vt:lpwstr>TelefonDirektLinks</vt:lpwstr>
  </property>
  <property fmtid="{D5CDD505-2E9C-101B-9397-08002B2CF9AE}" pid="20" name="TelefonDirektRechts">
    <vt:lpwstr>TelefonDirektRechts</vt:lpwstr>
  </property>
  <property fmtid="{D5CDD505-2E9C-101B-9397-08002B2CF9AE}" pid="21" name="TelefonDirektDokumentersteller">
    <vt:lpwstr>TelefonDirektDokumentersteller</vt:lpwstr>
  </property>
  <property fmtid="{D5CDD505-2E9C-101B-9397-08002B2CF9AE}" pid="22" name="TelefaxDirekt">
    <vt:lpwstr>TelefaxDirekt</vt:lpwstr>
  </property>
  <property fmtid="{D5CDD505-2E9C-101B-9397-08002B2CF9AE}" pid="23" name="TelefaxDirektLinks">
    <vt:lpwstr>TelefaxDirektLinks</vt:lpwstr>
  </property>
  <property fmtid="{D5CDD505-2E9C-101B-9397-08002B2CF9AE}" pid="24" name="TelefaxDirektRechts">
    <vt:lpwstr>TelefaxDirektRechts</vt:lpwstr>
  </property>
  <property fmtid="{D5CDD505-2E9C-101B-9397-08002B2CF9AE}" pid="25" name="TelefaxDirektDokumentersteller">
    <vt:lpwstr>TelefaxDirektDokumentersteller</vt:lpwstr>
  </property>
  <property fmtid="{D5CDD505-2E9C-101B-9397-08002B2CF9AE}" pid="26" name="Mobile">
    <vt:lpwstr>Mobile</vt:lpwstr>
  </property>
  <property fmtid="{D5CDD505-2E9C-101B-9397-08002B2CF9AE}" pid="27" name="MobileLinks">
    <vt:lpwstr>MobileLinks</vt:lpwstr>
  </property>
  <property fmtid="{D5CDD505-2E9C-101B-9397-08002B2CF9AE}" pid="28" name="MobileRechts">
    <vt:lpwstr>MobileRechts</vt:lpwstr>
  </property>
  <property fmtid="{D5CDD505-2E9C-101B-9397-08002B2CF9AE}" pid="29" name="MobileDokumentersteller">
    <vt:lpwstr>MobileDokumentersteller</vt:lpwstr>
  </property>
  <property fmtid="{D5CDD505-2E9C-101B-9397-08002B2CF9AE}" pid="30" name="Email">
    <vt:lpwstr>Email</vt:lpwstr>
  </property>
  <property fmtid="{D5CDD505-2E9C-101B-9397-08002B2CF9AE}" pid="31" name="EmailLinks">
    <vt:lpwstr>EmailLinks</vt:lpwstr>
  </property>
  <property fmtid="{D5CDD505-2E9C-101B-9397-08002B2CF9AE}" pid="32" name="EmailRechts">
    <vt:lpwstr>EmailRechts</vt:lpwstr>
  </property>
  <property fmtid="{D5CDD505-2E9C-101B-9397-08002B2CF9AE}" pid="33" name="EmailDokumentersteller">
    <vt:lpwstr>EmailDokumentersteller</vt:lpwstr>
  </property>
  <property fmtid="{D5CDD505-2E9C-101B-9397-08002B2CF9AE}" pid="34" name="CompanyKennung">
    <vt:lpwstr>CompanyKennung</vt:lpwstr>
  </property>
  <property fmtid="{D5CDD505-2E9C-101B-9397-08002B2CF9AE}" pid="35" name="CompanyName">
    <vt:lpwstr>CompanyName</vt:lpwstr>
  </property>
  <property fmtid="{D5CDD505-2E9C-101B-9397-08002B2CF9AE}" pid="36" name="CompanyZusatz">
    <vt:lpwstr>CompanyZusatz</vt:lpwstr>
  </property>
  <property fmtid="{D5CDD505-2E9C-101B-9397-08002B2CF9AE}" pid="37" name="CompanyStreet">
    <vt:lpwstr>CompanyStreet</vt:lpwstr>
  </property>
  <property fmtid="{D5CDD505-2E9C-101B-9397-08002B2CF9AE}" pid="38" name="CompanyPostfach">
    <vt:lpwstr>CompanyPostfach</vt:lpwstr>
  </property>
  <property fmtid="{D5CDD505-2E9C-101B-9397-08002B2CF9AE}" pid="39" name="CompanyPLZOrt">
    <vt:lpwstr>CompanyPLZOrt</vt:lpwstr>
  </property>
  <property fmtid="{D5CDD505-2E9C-101B-9397-08002B2CF9AE}" pid="40" name="CompanyTelefon">
    <vt:lpwstr>CompanyTelefon</vt:lpwstr>
  </property>
  <property fmtid="{D5CDD505-2E9C-101B-9397-08002B2CF9AE}" pid="41" name="CompanyFax">
    <vt:lpwstr>CompanyFax</vt:lpwstr>
  </property>
  <property fmtid="{D5CDD505-2E9C-101B-9397-08002B2CF9AE}" pid="42" name="CompanyISDN">
    <vt:lpwstr>CompanyISDN</vt:lpwstr>
  </property>
  <property fmtid="{D5CDD505-2E9C-101B-9397-08002B2CF9AE}" pid="43" name="CompanyEmail">
    <vt:lpwstr>CompanyEmail</vt:lpwstr>
  </property>
  <property fmtid="{D5CDD505-2E9C-101B-9397-08002B2CF9AE}" pid="44" name="CompanyInternet">
    <vt:lpwstr>CompanyInternet</vt:lpwstr>
  </property>
  <property fmtid="{D5CDD505-2E9C-101B-9397-08002B2CF9AE}" pid="45" name="CompanyGruss">
    <vt:lpwstr>CompanyGruss</vt:lpwstr>
  </property>
  <property fmtid="{D5CDD505-2E9C-101B-9397-08002B2CF9AE}" pid="46" name="Layout">
    <vt:lpwstr>Layout</vt:lpwstr>
  </property>
  <property fmtid="{D5CDD505-2E9C-101B-9397-08002B2CF9AE}" pid="47" name="Adresse">
    <vt:lpwstr> </vt:lpwstr>
  </property>
  <property fmtid="{D5CDD505-2E9C-101B-9397-08002B2CF9AE}" pid="48" name="Einschreiben">
    <vt:lpwstr> </vt:lpwstr>
  </property>
  <property fmtid="{D5CDD505-2E9C-101B-9397-08002B2CF9AE}" pid="49" name="Vertraulich">
    <vt:lpwstr> </vt:lpwstr>
  </property>
  <property fmtid="{D5CDD505-2E9C-101B-9397-08002B2CF9AE}" pid="50" name="Erste Seite">
    <vt:lpwstr>Neutral</vt:lpwstr>
  </property>
  <property fmtid="{D5CDD505-2E9C-101B-9397-08002B2CF9AE}" pid="51" name="Folgeseite">
    <vt:lpwstr>Neutral</vt:lpwstr>
  </property>
  <property fmtid="{D5CDD505-2E9C-101B-9397-08002B2CF9AE}" pid="52" name="WPDialog">
    <vt:lpwstr>Adresse</vt:lpwstr>
  </property>
  <property fmtid="{D5CDD505-2E9C-101B-9397-08002B2CF9AE}" pid="53" name="Funktion1">
    <vt:lpwstr>Funktion1</vt:lpwstr>
  </property>
  <property fmtid="{D5CDD505-2E9C-101B-9397-08002B2CF9AE}" pid="54" name="Funktion2">
    <vt:lpwstr>Funktion2</vt:lpwstr>
  </property>
  <property fmtid="{D5CDD505-2E9C-101B-9397-08002B2CF9AE}" pid="55" name="Funktion1Links">
    <vt:lpwstr>Funktion1Links</vt:lpwstr>
  </property>
  <property fmtid="{D5CDD505-2E9C-101B-9397-08002B2CF9AE}" pid="56" name="Funktion2Links">
    <vt:lpwstr>Funktion2Links</vt:lpwstr>
  </property>
  <property fmtid="{D5CDD505-2E9C-101B-9397-08002B2CF9AE}" pid="57" name="Funktion2Rechts">
    <vt:lpwstr>Funktion2Rechts</vt:lpwstr>
  </property>
  <property fmtid="{D5CDD505-2E9C-101B-9397-08002B2CF9AE}" pid="58" name="Funktion1Rechts">
    <vt:lpwstr>Funktion1Rechts</vt:lpwstr>
  </property>
  <property fmtid="{D5CDD505-2E9C-101B-9397-08002B2CF9AE}" pid="59" name="Funktion1Dokumentersteller">
    <vt:lpwstr>Funktion1Dokumentersteller</vt:lpwstr>
  </property>
  <property fmtid="{D5CDD505-2E9C-101B-9397-08002B2CF9AE}" pid="60" name="Funktion2Dokumentersteller">
    <vt:lpwstr>Funktion2Dokumentersteller</vt:lpwstr>
  </property>
  <property fmtid="{D5CDD505-2E9C-101B-9397-08002B2CF9AE}" pid="61" name="FaxDirekt">
    <vt:lpwstr>FaxDirekt</vt:lpwstr>
  </property>
  <property fmtid="{D5CDD505-2E9C-101B-9397-08002B2CF9AE}" pid="62" name="LogoAus">
    <vt:lpwstr>True</vt:lpwstr>
  </property>
  <property fmtid="{D5CDD505-2E9C-101B-9397-08002B2CF9AE}" pid="63" name="KurzzeichenVerfasser">
    <vt:lpwstr>KurzzeichenVerfasser</vt:lpwstr>
  </property>
  <property fmtid="{D5CDD505-2E9C-101B-9397-08002B2CF9AE}" pid="64" name="VersandartD">
    <vt:lpwstr> </vt:lpwstr>
  </property>
</Properties>
</file>