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AD521" w14:textId="77777777" w:rsidR="00031CEB" w:rsidRPr="00992026" w:rsidRDefault="00031CEB" w:rsidP="00485188">
      <w:pPr>
        <w:spacing w:line="276" w:lineRule="auto"/>
      </w:pPr>
    </w:p>
    <w:p w14:paraId="1CBEF947" w14:textId="77777777" w:rsidR="009C2396" w:rsidRPr="00992026" w:rsidRDefault="009C2396" w:rsidP="00485188">
      <w:pPr>
        <w:pStyle w:val="TitelseiteHaupttitel"/>
        <w:spacing w:line="276" w:lineRule="auto"/>
        <w:rPr>
          <w:rFonts w:ascii="Arial" w:hAnsi="Arial" w:cs="Arial"/>
        </w:rPr>
      </w:pPr>
      <w:r w:rsidRPr="00992026">
        <w:rPr>
          <w:rFonts w:ascii="Arial" w:hAnsi="Arial" w:cs="Arial"/>
        </w:rPr>
        <w:t>Checkliste Zertifizierung</w:t>
      </w:r>
    </w:p>
    <w:p w14:paraId="656DEBA9" w14:textId="77777777" w:rsidR="009C2396" w:rsidRPr="00992026" w:rsidRDefault="009C2396" w:rsidP="00485188">
      <w:pPr>
        <w:spacing w:line="276" w:lineRule="auto"/>
        <w:rPr>
          <w:color w:val="005496"/>
          <w:sz w:val="20"/>
          <w:szCs w:val="20"/>
        </w:rPr>
      </w:pPr>
      <w:r w:rsidRPr="00992026">
        <w:rPr>
          <w:color w:val="005496"/>
          <w:sz w:val="20"/>
          <w:szCs w:val="20"/>
        </w:rPr>
        <w:t>Die nachfolgende Checkliste di</w:t>
      </w:r>
      <w:r w:rsidR="00992026" w:rsidRPr="00992026">
        <w:rPr>
          <w:color w:val="005496"/>
          <w:sz w:val="20"/>
          <w:szCs w:val="20"/>
        </w:rPr>
        <w:t xml:space="preserve">ent den Spitälern/Institutionen </w:t>
      </w:r>
      <w:r w:rsidRPr="00992026">
        <w:rPr>
          <w:color w:val="005496"/>
          <w:sz w:val="20"/>
          <w:szCs w:val="20"/>
        </w:rPr>
        <w:t>zur Vorbereitung auf die REKOLE</w:t>
      </w:r>
      <w:r w:rsidRPr="00992026">
        <w:rPr>
          <w:b/>
          <w:bCs/>
          <w:color w:val="005496"/>
          <w:sz w:val="20"/>
          <w:szCs w:val="20"/>
          <w:vertAlign w:val="superscript"/>
        </w:rPr>
        <w:t>®</w:t>
      </w:r>
      <w:r w:rsidRPr="00992026">
        <w:rPr>
          <w:color w:val="005496"/>
          <w:sz w:val="20"/>
          <w:szCs w:val="20"/>
        </w:rPr>
        <w:t xml:space="preserve">-Zertifizierung. </w:t>
      </w:r>
    </w:p>
    <w:p w14:paraId="44F6AE8D" w14:textId="77777777" w:rsidR="009C2396" w:rsidRPr="00992026" w:rsidRDefault="009C2396" w:rsidP="00485188">
      <w:pPr>
        <w:spacing w:line="276" w:lineRule="auto"/>
        <w:ind w:right="-569"/>
      </w:pPr>
    </w:p>
    <w:p w14:paraId="4693303D" w14:textId="249D6CD1" w:rsidR="009C2396" w:rsidRPr="00992026" w:rsidRDefault="009C2396" w:rsidP="00485188">
      <w:pPr>
        <w:spacing w:line="276" w:lineRule="auto"/>
        <w:ind w:right="-569"/>
        <w:jc w:val="right"/>
        <w:rPr>
          <w:sz w:val="18"/>
          <w:szCs w:val="18"/>
        </w:rPr>
      </w:pPr>
      <w:r w:rsidRPr="00992026">
        <w:rPr>
          <w:sz w:val="18"/>
          <w:szCs w:val="18"/>
        </w:rPr>
        <w:t xml:space="preserve">Version </w:t>
      </w:r>
      <w:r w:rsidR="00B63379">
        <w:rPr>
          <w:sz w:val="18"/>
          <w:szCs w:val="18"/>
        </w:rPr>
        <w:t>3.</w:t>
      </w:r>
      <w:r w:rsidR="00184E8B">
        <w:rPr>
          <w:sz w:val="18"/>
          <w:szCs w:val="18"/>
        </w:rPr>
        <w:t>6</w:t>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58538BB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7AE65E9"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1</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88855A4"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Allgemeine Anforderungen</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414A3EAF"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74943FB5" w14:textId="77777777" w:rsidTr="009C2396">
        <w:trPr>
          <w:trHeight w:val="19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2340D9"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7B911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Zielsetzung/strategische Verankerung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E7AB59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3CAB4D9" w14:textId="77777777" w:rsidTr="009C2396">
        <w:trPr>
          <w:trHeight w:val="355"/>
        </w:trPr>
        <w:sdt>
          <w:sdtPr>
            <w:rPr>
              <w:rFonts w:cs="Arial"/>
              <w:color w:val="000000"/>
              <w:sz w:val="18"/>
              <w:szCs w:val="18"/>
            </w:rPr>
            <w:id w:val="195635765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5D0041"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8DFC76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Vorliegen strategischer Entscheid der Spitalleitung zur Einführung und Weiterentwicklung des betrieblichen Rechnungswesens inkl. IT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BF1BC1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6DA6FBE" w14:textId="77777777" w:rsidTr="009C2396">
        <w:trPr>
          <w:trHeight w:val="21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88BCA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BB1C8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Aufbau-/Ablauforganisation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F414AA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68985E5" w14:textId="77777777" w:rsidTr="009C2396">
        <w:trPr>
          <w:trHeight w:val="60"/>
        </w:trPr>
        <w:sdt>
          <w:sdtPr>
            <w:rPr>
              <w:rFonts w:cs="Arial"/>
              <w:color w:val="000000"/>
              <w:sz w:val="18"/>
              <w:szCs w:val="18"/>
            </w:rPr>
            <w:id w:val="180658646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4FD9BF8"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55720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Stellenbeschreibungen oder Funktionendiagramme der Verantwortlichen des betrieblichen Rechnungswesens inkl. deren Stellvertretungen. Die Aufgaben, Kompetenzen und Verantwortung bezüglich des betrieblichen Rechnungswesens müssen darin ersichtlich sein.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0456F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9255792" w14:textId="77777777" w:rsidTr="00EF7917">
        <w:trPr>
          <w:trHeight w:val="116"/>
        </w:trPr>
        <w:sdt>
          <w:sdtPr>
            <w:rPr>
              <w:rFonts w:cs="Arial"/>
              <w:color w:val="000000"/>
              <w:sz w:val="18"/>
              <w:szCs w:val="18"/>
            </w:rPr>
            <w:id w:val="6184452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E26A34"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10EF5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der internen Schulungen, Ermittlung des Schulungsbedarfs usw. </w:t>
            </w:r>
            <w:r w:rsidR="00AE68C5">
              <w:rPr>
                <w:rFonts w:cs="Arial"/>
                <w:color w:val="000000"/>
                <w:sz w:val="18"/>
                <w:szCs w:val="18"/>
              </w:rPr>
              <w:t>des Personals im betrieblichen Rechnungswesen/im REKOLE</w:t>
            </w:r>
            <w:r w:rsidR="00AE68C5" w:rsidRPr="00AE68C5">
              <w:rPr>
                <w:rFonts w:cs="Arial"/>
                <w:color w:val="000000"/>
                <w:sz w:val="18"/>
                <w:szCs w:val="18"/>
                <w:vertAlign w:val="superscript"/>
              </w:rPr>
              <w:t>®</w:t>
            </w:r>
            <w:r w:rsidR="00AE68C5">
              <w:rPr>
                <w:rFonts w:cs="Arial"/>
                <w:color w:val="000000"/>
                <w:sz w:val="18"/>
                <w:szCs w:val="18"/>
              </w:rPr>
              <w:t>-Kontext</w:t>
            </w:r>
            <w:r w:rsidRPr="00992026">
              <w:rPr>
                <w:rFonts w:cs="Arial"/>
                <w:color w:val="000000"/>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DBB652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ED8E5BC" w14:textId="77777777" w:rsidTr="009C2396">
        <w:trPr>
          <w:trHeight w:val="60"/>
        </w:trPr>
        <w:sdt>
          <w:sdtPr>
            <w:rPr>
              <w:rFonts w:cs="Arial"/>
              <w:color w:val="000000"/>
              <w:sz w:val="18"/>
              <w:szCs w:val="18"/>
            </w:rPr>
            <w:id w:val="-104714691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9D6F47"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C2DE92"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Dokumentation der Kontrollen und wesentlichen Arbeitsschritte zur Sicherstellung des betrieblichen Rechnungswesens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0E1507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B9AA4CC" w14:textId="77777777" w:rsidTr="009C2396">
        <w:trPr>
          <w:trHeight w:val="178"/>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F2247A"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6E4B9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IT-Organisation und Informationssysteme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56AF9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C134E6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B0EC64"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C69A0B5" w14:textId="77777777" w:rsidR="009C2396" w:rsidRPr="00992026" w:rsidRDefault="009C2396" w:rsidP="00C63A25">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Auf nachstehende Dokumentation und Aufzeichnungen kann verzichtet werden, wenn innerhalb der vergangenen 3 Jahre ein IT-Audit/Review/Check durchgeführt wurde, in welchem die das betriebliche Rechnungswesen betreffende IT geprüft wurde und ein entsprechendes Schlussdokument mit grundsätzlich positiver Beurteilung vorliegt. Vorlegen des Schlussdokuments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B46F43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F82B030" w14:textId="77777777" w:rsidTr="009C2396">
        <w:trPr>
          <w:trHeight w:val="60"/>
        </w:trPr>
        <w:sdt>
          <w:sdtPr>
            <w:rPr>
              <w:rFonts w:cs="Arial"/>
              <w:color w:val="000000"/>
              <w:sz w:val="18"/>
              <w:szCs w:val="18"/>
            </w:rPr>
            <w:id w:val="184365548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B475C8"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17268A"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Vorliegen von Aufzeichnungen, Dokumentationen zu den Grundsätzen, Standards, Verfahrensabläufen und Kontrollen im Zusammenhang mit den IT-Aktivitäten (u. a. Daten-/Programmsicherheit, Anwendungsentwicklung und Freigabeverfahren/Change Management, IT-Betrieb und -Unterhalt)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42E4E6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B4A02F9" w14:textId="77777777" w:rsidTr="009C2396">
        <w:trPr>
          <w:trHeight w:val="60"/>
        </w:trPr>
        <w:sdt>
          <w:sdtPr>
            <w:rPr>
              <w:rFonts w:cs="Arial"/>
              <w:color w:val="000000"/>
              <w:sz w:val="18"/>
              <w:szCs w:val="18"/>
            </w:rPr>
            <w:id w:val="-136197135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AE1B6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5ECCF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Vorliegen von Aufzeichnungen, Dokumentationen zu Sicherheitsverfahren und Kontrollen, die den Zugang zu Daten und Programmen auf berechtigte Personen beschränken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4EAB5B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3857B3E" w14:textId="77777777" w:rsidTr="009C2396">
        <w:trPr>
          <w:trHeight w:val="60"/>
        </w:trPr>
        <w:sdt>
          <w:sdtPr>
            <w:rPr>
              <w:rFonts w:cs="Arial"/>
              <w:color w:val="000000"/>
              <w:sz w:val="18"/>
              <w:szCs w:val="18"/>
            </w:rPr>
            <w:id w:val="-206994840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60EDF6"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E95D899"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Vorliegen von Aufzeichnungen, Dokumentationen zu physischen Sicherheitsverfahren und -strategien, um das Risiko von Betriebsunterbrechungen (Feuer, Überschwemmungen, Stromausfall usw.) zu minimieren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A34472"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23C7EDF" w14:textId="77777777" w:rsidTr="009C2396">
        <w:trPr>
          <w:trHeight w:val="60"/>
        </w:trPr>
        <w:sdt>
          <w:sdtPr>
            <w:rPr>
              <w:rFonts w:cs="Arial"/>
              <w:color w:val="000000"/>
              <w:sz w:val="18"/>
              <w:szCs w:val="18"/>
            </w:rPr>
            <w:id w:val="129363803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2D5CB59"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EE6D64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Anweisungen zur Sicherung von Datenbeständen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B7E797" w14:textId="77777777" w:rsidR="009C2396" w:rsidRPr="00992026" w:rsidRDefault="009C2396" w:rsidP="00485188">
            <w:pPr>
              <w:autoSpaceDE w:val="0"/>
              <w:autoSpaceDN w:val="0"/>
              <w:adjustRightInd w:val="0"/>
              <w:spacing w:line="276" w:lineRule="auto"/>
              <w:rPr>
                <w:rFonts w:cs="Arial"/>
                <w:sz w:val="18"/>
                <w:szCs w:val="18"/>
              </w:rPr>
            </w:pPr>
          </w:p>
        </w:tc>
      </w:tr>
    </w:tbl>
    <w:p w14:paraId="25DC03F6" w14:textId="77777777" w:rsidR="009C2396" w:rsidRPr="00992026" w:rsidRDefault="009C2396" w:rsidP="00485188">
      <w:pPr>
        <w:spacing w:line="276" w:lineRule="auto"/>
      </w:pPr>
      <w:r w:rsidRPr="00992026">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67C97AB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0490AAC5"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lastRenderedPageBreak/>
              <w:t>2</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CF3F619"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Dokumentationsanforderungen</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7634EF33"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5449425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760D8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2.1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F1093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Lenkung von Dokumenten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FA9C4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F5B6DDF" w14:textId="77777777" w:rsidTr="00EF7917">
        <w:trPr>
          <w:trHeight w:val="259"/>
        </w:trPr>
        <w:sdt>
          <w:sdtPr>
            <w:rPr>
              <w:rFonts w:cs="Arial"/>
              <w:color w:val="000000"/>
              <w:sz w:val="18"/>
              <w:szCs w:val="18"/>
            </w:rPr>
            <w:id w:val="74299306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826CC1"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92F29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des betrieblichen Rechnungswesens und der damit verbundenen Struktur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F7179D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AFA9994" w14:textId="77777777" w:rsidTr="009C2396">
        <w:trPr>
          <w:trHeight w:val="60"/>
        </w:trPr>
        <w:sdt>
          <w:sdtPr>
            <w:rPr>
              <w:rFonts w:cs="Arial"/>
              <w:color w:val="000000"/>
              <w:sz w:val="18"/>
              <w:szCs w:val="18"/>
            </w:rPr>
            <w:id w:val="5469574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92ABC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D59C42"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Aufzeichnungen und Dokumentation der Aktualisierungen der Kostenrechnungsobjekte (KORE-Objekte) </w:t>
            </w:r>
          </w:p>
          <w:p w14:paraId="47D86013" w14:textId="77777777" w:rsidR="009C2396" w:rsidRPr="00992026" w:rsidRDefault="009C2396" w:rsidP="00485188">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Kostenarten</w:t>
            </w:r>
          </w:p>
          <w:p w14:paraId="52EA9969" w14:textId="77777777" w:rsidR="009C2396" w:rsidRPr="00992026" w:rsidRDefault="009C2396" w:rsidP="00485188">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Kostenstellen (dienstleistende Kostenstellen, leistungserbringende Kostenstellen, Nebenbetriebe)</w:t>
            </w:r>
          </w:p>
          <w:p w14:paraId="0D0C2930" w14:textId="77777777" w:rsidR="009C2396" w:rsidRPr="00992026" w:rsidRDefault="009C2396" w:rsidP="00485188">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Verrechnungsschlüssel/Standards </w:t>
            </w:r>
            <w:proofErr w:type="spellStart"/>
            <w:r w:rsidRPr="00992026">
              <w:rPr>
                <w:rFonts w:cs="Arial"/>
                <w:color w:val="000000"/>
                <w:sz w:val="18"/>
                <w:szCs w:val="18"/>
              </w:rPr>
              <w:t>of</w:t>
            </w:r>
            <w:proofErr w:type="spellEnd"/>
            <w:r w:rsidRPr="00992026">
              <w:rPr>
                <w:rFonts w:cs="Arial"/>
                <w:color w:val="000000"/>
                <w:sz w:val="18"/>
                <w:szCs w:val="18"/>
              </w:rPr>
              <w:t xml:space="preserve"> Performance</w:t>
            </w:r>
          </w:p>
          <w:p w14:paraId="2694DA53" w14:textId="77777777" w:rsidR="009C2396" w:rsidRPr="00992026" w:rsidRDefault="009C2396" w:rsidP="00485188">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Bezugsgrössen</w:t>
            </w:r>
          </w:p>
          <w:p w14:paraId="37886B5C" w14:textId="77777777" w:rsidR="009C2396" w:rsidRPr="00992026" w:rsidRDefault="009C2396" w:rsidP="00485188">
            <w:pPr>
              <w:pStyle w:val="Listenabsatz"/>
              <w:numPr>
                <w:ilvl w:val="0"/>
                <w:numId w:val="18"/>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Kostenträger (administrativer Fall, Auftrag)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8B6DA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3DCE1C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AE28A8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2.2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E9F725"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Lenkung von Aufzeichnungen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BB41E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B029D17" w14:textId="77777777" w:rsidTr="009C2396">
        <w:trPr>
          <w:trHeight w:val="60"/>
        </w:trPr>
        <w:sdt>
          <w:sdtPr>
            <w:rPr>
              <w:rFonts w:cs="Arial"/>
              <w:color w:val="000000"/>
              <w:sz w:val="18"/>
              <w:szCs w:val="18"/>
            </w:rPr>
            <w:id w:val="-1281639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CDC664"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40A7E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Regelungen und Verfahren über die Lenkung von Aufzeichnungen beinhaltend: </w:t>
            </w:r>
          </w:p>
          <w:p w14:paraId="0B76C80D" w14:textId="77777777" w:rsidR="009C2396" w:rsidRPr="00992026" w:rsidRDefault="009C2396" w:rsidP="00485188">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Aufbewahrungspflicht, Aufbewahrungsort und Aufbewahrungsdauer</w:t>
            </w:r>
          </w:p>
          <w:p w14:paraId="66E560DA" w14:textId="77777777" w:rsidR="009C2396" w:rsidRPr="00992026" w:rsidRDefault="009C2396" w:rsidP="00485188">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Wirksamkeit der Lenkung</w:t>
            </w:r>
          </w:p>
          <w:p w14:paraId="08C18C00" w14:textId="77777777" w:rsidR="009C2396" w:rsidRPr="00992026" w:rsidRDefault="009C2396" w:rsidP="00485188">
            <w:pPr>
              <w:pStyle w:val="Listenabsatz"/>
              <w:numPr>
                <w:ilvl w:val="0"/>
                <w:numId w:val="19"/>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Mechanismen, die erlauben, die Verbesserungsvorschläge der Mitarbeitenden mitzuteilen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42498B2"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4A3665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E512636"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3</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0A33E1ED"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 xml:space="preserve">Management von Ressourcen </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36F01C4"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5BE854A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98E80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3.1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40AFE2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Interne REKOLE</w:t>
            </w:r>
            <w:r w:rsidRPr="00992026">
              <w:rPr>
                <w:rFonts w:cs="Arial"/>
                <w:b/>
                <w:bCs/>
                <w:color w:val="000000"/>
                <w:sz w:val="18"/>
                <w:szCs w:val="18"/>
                <w:vertAlign w:val="superscript"/>
              </w:rPr>
              <w:t>®</w:t>
            </w:r>
            <w:r w:rsidRPr="00992026">
              <w:rPr>
                <w:rFonts w:cs="Arial"/>
                <w:b/>
                <w:bCs/>
                <w:color w:val="000000"/>
                <w:sz w:val="18"/>
                <w:szCs w:val="18"/>
              </w:rPr>
              <w:t>-Audits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4C530A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F309C21" w14:textId="77777777" w:rsidTr="009C2396">
        <w:trPr>
          <w:trHeight w:val="60"/>
        </w:trPr>
        <w:sdt>
          <w:sdtPr>
            <w:rPr>
              <w:rFonts w:cs="Arial"/>
              <w:color w:val="000000"/>
              <w:sz w:val="18"/>
              <w:szCs w:val="18"/>
            </w:rPr>
            <w:id w:val="68895676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0375C8"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ECA7CEE"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über das Verfahren, die Durchführung und die Ergebnisse der internen Audits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927994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63A751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6E2553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3.2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EBCD7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Messung, Analyse, Verbesserung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8350CD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2823D8C" w14:textId="77777777" w:rsidTr="009C2396">
        <w:trPr>
          <w:trHeight w:val="60"/>
        </w:trPr>
        <w:sdt>
          <w:sdtPr>
            <w:rPr>
              <w:rFonts w:cs="Arial"/>
              <w:color w:val="000000"/>
              <w:sz w:val="18"/>
              <w:szCs w:val="18"/>
            </w:rPr>
            <w:id w:val="84991644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A9C24C"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8FD57F"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Richtlinien zu Verfahren zur</w:t>
            </w:r>
          </w:p>
          <w:p w14:paraId="3AFE3497"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Erkennung von Nichtkonformitäten</w:t>
            </w:r>
          </w:p>
          <w:p w14:paraId="45345B53"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Ermittlung der Ursachen</w:t>
            </w:r>
          </w:p>
          <w:p w14:paraId="04A04A29"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Korrektur von Nichtkonformitäten</w:t>
            </w:r>
          </w:p>
          <w:p w14:paraId="1449B38E"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Beurteilung des Handlungsbedarfs</w:t>
            </w:r>
          </w:p>
          <w:p w14:paraId="6A7A0BF3"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Ermittlung und Realisierung von Massnahmen</w:t>
            </w:r>
          </w:p>
          <w:p w14:paraId="67296069"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Aufzeichnung der Ergebnisse der ergriffenen Massnahmen</w:t>
            </w:r>
          </w:p>
          <w:p w14:paraId="39649501" w14:textId="77777777" w:rsidR="009C2396" w:rsidRPr="00992026" w:rsidRDefault="009C2396" w:rsidP="00485188">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Bewertung der Wirksamkeit</w:t>
            </w:r>
            <w:r w:rsidR="004061F1">
              <w:rPr>
                <w:rFonts w:cs="Arial"/>
                <w:color w:val="000000"/>
                <w:sz w:val="18"/>
                <w:szCs w:val="18"/>
              </w:rPr>
              <w:t xml:space="preserve"> der Umsetzung von REKOLE</w:t>
            </w:r>
            <w:r w:rsidR="004061F1" w:rsidRPr="00AE68C5">
              <w:rPr>
                <w:rFonts w:cs="Arial"/>
                <w:color w:val="000000"/>
                <w:sz w:val="18"/>
                <w:szCs w:val="18"/>
                <w:vertAlign w:val="superscript"/>
              </w:rPr>
              <w:t>®</w:t>
            </w:r>
            <w:r w:rsidR="004061F1">
              <w:rPr>
                <w:rFonts w:cs="Arial"/>
                <w:color w:val="000000"/>
                <w:sz w:val="18"/>
                <w:szCs w:val="18"/>
              </w:rPr>
              <w:t xml:space="preserve"> und der entsprechenden Prozesse</w:t>
            </w:r>
          </w:p>
          <w:p w14:paraId="62B520A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sind vorhanden, aktualisiert und legen Folgendes fest:</w:t>
            </w:r>
          </w:p>
          <w:p w14:paraId="59B37A77" w14:textId="77777777" w:rsidR="009C2396" w:rsidRPr="00992026" w:rsidRDefault="009C2396" w:rsidP="00485188">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Erkennung potenzieller Nichtkonformitäten und ihrer Ursachen</w:t>
            </w:r>
          </w:p>
          <w:p w14:paraId="556E1D77" w14:textId="77777777" w:rsidR="009C2396" w:rsidRPr="00992026" w:rsidRDefault="009C2396" w:rsidP="00485188">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Beurteilung des Handlungsbedarfs</w:t>
            </w:r>
          </w:p>
          <w:p w14:paraId="7C6D5031" w14:textId="77777777" w:rsidR="009C2396" w:rsidRPr="00992026" w:rsidRDefault="009C2396" w:rsidP="00485188">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Ermittlung und Realisierung der Massnahmen</w:t>
            </w:r>
          </w:p>
          <w:p w14:paraId="08AA7292" w14:textId="77777777" w:rsidR="009C2396" w:rsidRPr="00992026" w:rsidRDefault="009C2396" w:rsidP="00485188">
            <w:pPr>
              <w:pStyle w:val="Listenabsatz"/>
              <w:numPr>
                <w:ilvl w:val="0"/>
                <w:numId w:val="21"/>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Aufzeichnung von deren Ergebnissen</w:t>
            </w:r>
          </w:p>
          <w:p w14:paraId="0DFA0DCE" w14:textId="77777777" w:rsidR="004061F1" w:rsidRPr="00992026" w:rsidRDefault="009C2396" w:rsidP="004061F1">
            <w:pPr>
              <w:pStyle w:val="Listenabsatz"/>
              <w:numPr>
                <w:ilvl w:val="0"/>
                <w:numId w:val="20"/>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Bewertung der Wirksamkeit</w:t>
            </w:r>
            <w:r w:rsidR="004061F1">
              <w:rPr>
                <w:rFonts w:cs="Arial"/>
                <w:color w:val="000000"/>
                <w:sz w:val="18"/>
                <w:szCs w:val="18"/>
              </w:rPr>
              <w:t xml:space="preserve"> der Umsetzung von REKOLE</w:t>
            </w:r>
            <w:r w:rsidR="004061F1" w:rsidRPr="00AE68C5">
              <w:rPr>
                <w:rFonts w:cs="Arial"/>
                <w:color w:val="000000"/>
                <w:sz w:val="18"/>
                <w:szCs w:val="18"/>
                <w:vertAlign w:val="superscript"/>
              </w:rPr>
              <w:t>®</w:t>
            </w:r>
            <w:r w:rsidR="004061F1">
              <w:rPr>
                <w:rFonts w:cs="Arial"/>
                <w:color w:val="000000"/>
                <w:sz w:val="18"/>
                <w:szCs w:val="18"/>
              </w:rPr>
              <w:t xml:space="preserve"> und der entsprechenden Prozesse</w:t>
            </w:r>
          </w:p>
          <w:p w14:paraId="4CF0453E" w14:textId="77777777" w:rsidR="009C2396" w:rsidRPr="004061F1" w:rsidRDefault="009C2396" w:rsidP="004061F1">
            <w:pPr>
              <w:tabs>
                <w:tab w:val="left" w:pos="210"/>
              </w:tabs>
              <w:autoSpaceDE w:val="0"/>
              <w:autoSpaceDN w:val="0"/>
              <w:adjustRightInd w:val="0"/>
              <w:spacing w:line="276" w:lineRule="auto"/>
              <w:jc w:val="both"/>
              <w:textAlignment w:val="center"/>
              <w:rPr>
                <w:rFonts w:cs="Arial"/>
                <w:color w:val="000000"/>
                <w:sz w:val="18"/>
                <w:szCs w:val="18"/>
              </w:rPr>
            </w:pP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9D383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EED0ED8" w14:textId="77777777" w:rsidTr="00EF7917">
        <w:trPr>
          <w:trHeight w:val="132"/>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597FD3BD"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4</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7EAD620"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Grundbegriffe</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272559A6"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5592316E" w14:textId="77777777" w:rsidTr="009C2396">
        <w:trPr>
          <w:trHeight w:val="15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5F50A1"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A51A5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EF12E84" w14:textId="77777777" w:rsidR="009C2396" w:rsidRPr="00992026" w:rsidRDefault="009C2396" w:rsidP="00485188">
            <w:pPr>
              <w:autoSpaceDE w:val="0"/>
              <w:autoSpaceDN w:val="0"/>
              <w:adjustRightInd w:val="0"/>
              <w:spacing w:line="276" w:lineRule="auto"/>
              <w:rPr>
                <w:rFonts w:cs="Arial"/>
                <w:sz w:val="18"/>
                <w:szCs w:val="18"/>
              </w:rPr>
            </w:pPr>
          </w:p>
        </w:tc>
      </w:tr>
    </w:tbl>
    <w:p w14:paraId="647F1AA2" w14:textId="77777777" w:rsidR="00EF7917" w:rsidRPr="00992026" w:rsidRDefault="00EF7917" w:rsidP="00485188">
      <w:pPr>
        <w:spacing w:line="276" w:lineRule="auto"/>
      </w:pPr>
      <w:r w:rsidRPr="00992026">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78C47FD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B2D923D"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lastRenderedPageBreak/>
              <w:t>5</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E5022C0"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Abgrenzungsrechnung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0351EB82"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3284C3D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693BF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2F446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Ziele der Abgrenzungsrechnung und der Abstimmungsbrücke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6122E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78C217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592934"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8E888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C189EA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B81690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EC010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EF877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Detaillierungsgrad der Abgrenzungen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52C9C9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3F6881B" w14:textId="77777777" w:rsidTr="009C2396">
        <w:trPr>
          <w:trHeight w:val="60"/>
        </w:trPr>
        <w:sdt>
          <w:sdtPr>
            <w:rPr>
              <w:rFonts w:cs="Arial"/>
              <w:color w:val="000000"/>
              <w:sz w:val="18"/>
              <w:szCs w:val="18"/>
            </w:rPr>
            <w:id w:val="92524006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A75FFA"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19CE43"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der im Handbuch REKOLE</w:t>
            </w:r>
            <w:r w:rsidRPr="00992026">
              <w:rPr>
                <w:rFonts w:cs="Arial"/>
                <w:color w:val="000000"/>
                <w:sz w:val="18"/>
                <w:szCs w:val="18"/>
                <w:vertAlign w:val="superscript"/>
              </w:rPr>
              <w:t>®</w:t>
            </w:r>
            <w:r w:rsidRPr="00992026">
              <w:rPr>
                <w:rFonts w:cs="Arial"/>
                <w:color w:val="000000"/>
                <w:sz w:val="18"/>
                <w:szCs w:val="18"/>
              </w:rPr>
              <w:t xml:space="preserve"> definierten Grundbeziehungen 1 zu 1 und N zu 1 zwischen Erfolgskonten und Kostenarten</w:t>
            </w:r>
          </w:p>
          <w:p w14:paraId="070AD562"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p>
          <w:p w14:paraId="45A8B97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Achtung: keine 1 zu N- und N zu N-Beziehungen möglich</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DED74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4CC287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D0334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54BD88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Detaillierungsgrad des Nachweises der Deckungsdifferenzen und deren Weiterverrechnung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BD78B2"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56F012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395B56"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E71C09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CF7471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830563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E8C90E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A0F12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Die Abstimmungsbrücke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500DD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E1050C8" w14:textId="77777777" w:rsidTr="009C2396">
        <w:trPr>
          <w:trHeight w:val="60"/>
        </w:trPr>
        <w:sdt>
          <w:sdtPr>
            <w:rPr>
              <w:rFonts w:cs="Arial"/>
              <w:color w:val="000000"/>
              <w:sz w:val="18"/>
              <w:szCs w:val="18"/>
            </w:rPr>
            <w:id w:val="-37933014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69272C"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1081A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Bereitstellen der Abstimmungsbrücke</w:t>
            </w:r>
            <w:r w:rsidR="00AE68C5">
              <w:rPr>
                <w:rFonts w:cs="Arial"/>
                <w:color w:val="000000"/>
                <w:sz w:val="18"/>
                <w:szCs w:val="18"/>
              </w:rPr>
              <w:t>, welche die erforderlichen Bestandteile gemäss REKOLE</w:t>
            </w:r>
            <w:r w:rsidR="00AE68C5" w:rsidRPr="007D7CEA">
              <w:rPr>
                <w:rFonts w:cs="Arial"/>
                <w:color w:val="000000"/>
                <w:sz w:val="18"/>
                <w:szCs w:val="18"/>
                <w:vertAlign w:val="superscript"/>
              </w:rPr>
              <w:t>®</w:t>
            </w:r>
            <w:r w:rsidR="00AE68C5">
              <w:rPr>
                <w:rFonts w:cs="Arial"/>
                <w:color w:val="000000"/>
                <w:sz w:val="18"/>
                <w:szCs w:val="18"/>
              </w:rPr>
              <w:t>, Kapitel 5.4 beinhaltet</w:t>
            </w:r>
            <w:r w:rsidRPr="00992026">
              <w:rPr>
                <w:rFonts w:cs="Arial"/>
                <w:color w:val="000000"/>
                <w:sz w:val="18"/>
                <w:szCs w:val="18"/>
              </w:rPr>
              <w:t>; dabei müssen die Summen aus der</w:t>
            </w:r>
          </w:p>
          <w:p w14:paraId="5649AB45"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1) Finanzbuchhaltung +/- sachliche Abgrenzungen</w:t>
            </w:r>
          </w:p>
          <w:p w14:paraId="633C4F3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2) Kostenrechnung</w:t>
            </w:r>
          </w:p>
          <w:p w14:paraId="1BB86A1F"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3) Kostenträgerrechnung</w:t>
            </w:r>
          </w:p>
          <w:p w14:paraId="0CCBD904" w14:textId="77777777" w:rsidR="009C2396" w:rsidRPr="00992026" w:rsidRDefault="007D7CEA" w:rsidP="00AE68C5">
            <w:pPr>
              <w:autoSpaceDE w:val="0"/>
              <w:autoSpaceDN w:val="0"/>
              <w:adjustRightInd w:val="0"/>
              <w:spacing w:line="276" w:lineRule="auto"/>
              <w:textAlignment w:val="center"/>
              <w:rPr>
                <w:rFonts w:cs="Arial"/>
                <w:color w:val="000000"/>
                <w:sz w:val="18"/>
                <w:szCs w:val="18"/>
              </w:rPr>
            </w:pPr>
            <w:r>
              <w:rPr>
                <w:rFonts w:cs="Arial"/>
                <w:color w:val="000000"/>
                <w:sz w:val="18"/>
                <w:szCs w:val="18"/>
              </w:rPr>
              <w:t>ü</w:t>
            </w:r>
            <w:r w:rsidR="009C2396" w:rsidRPr="00992026">
              <w:rPr>
                <w:rFonts w:cs="Arial"/>
                <w:color w:val="000000"/>
                <w:sz w:val="18"/>
                <w:szCs w:val="18"/>
              </w:rPr>
              <w:t>bereinstimmen</w:t>
            </w:r>
            <w:r w:rsidR="00AE68C5">
              <w:rPr>
                <w:rFonts w:cs="Arial"/>
                <w:color w:val="000000"/>
                <w:sz w:val="18"/>
                <w:szCs w:val="18"/>
              </w:rPr>
              <w:t xml:space="preserve"> und die Ergebnisse der Abstimm</w:t>
            </w:r>
            <w:r>
              <w:rPr>
                <w:rFonts w:cs="Arial"/>
                <w:color w:val="000000"/>
                <w:sz w:val="18"/>
                <w:szCs w:val="18"/>
              </w:rPr>
              <w:t>ungs</w:t>
            </w:r>
            <w:r w:rsidR="00AE68C5">
              <w:rPr>
                <w:rFonts w:cs="Arial"/>
                <w:color w:val="000000"/>
                <w:sz w:val="18"/>
                <w:szCs w:val="18"/>
              </w:rPr>
              <w:t>brücke müssen sowohl mit dem Finanzabschluss als auch mit dem Ergebnis der KORE (im System) abstimmbar sein.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351394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D39ADB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F7F4A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70AB8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Zeitliche Abgrenzungen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670B76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62D5C2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CAD6AC"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89A422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Bei Vorliegen eines revidierten Finanzabschlusses nach True and Fair View kann auf die Bereitstellung der unter Kapitel 5.5. Zeitliche Abgrenzungen verlangten Dokumentationen, Nachweise usw. verzichtet werden.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E8987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E2E7446" w14:textId="77777777" w:rsidTr="009C2396">
        <w:trPr>
          <w:trHeight w:val="60"/>
        </w:trPr>
        <w:sdt>
          <w:sdtPr>
            <w:rPr>
              <w:rFonts w:cs="Arial"/>
              <w:color w:val="000000"/>
              <w:sz w:val="18"/>
              <w:szCs w:val="18"/>
            </w:rPr>
            <w:id w:val="21709146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351EFB" w14:textId="77777777" w:rsidR="009C2396" w:rsidRPr="00992026" w:rsidRDefault="00AB5529"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F262B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Nachweis der aktiven und passiven Rechnungsabgrenzungen</w:t>
            </w:r>
            <w:r w:rsidR="004061F1">
              <w:rPr>
                <w:rFonts w:cs="Arial"/>
                <w:color w:val="000000"/>
                <w:sz w:val="18"/>
                <w:szCs w:val="18"/>
              </w:rPr>
              <w:t xml:space="preserve"> sowie der Rückstellungen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C1F707" w14:textId="77777777" w:rsidR="009C2396" w:rsidRPr="00992026" w:rsidRDefault="009C2396" w:rsidP="00485188">
            <w:pPr>
              <w:autoSpaceDE w:val="0"/>
              <w:autoSpaceDN w:val="0"/>
              <w:adjustRightInd w:val="0"/>
              <w:spacing w:line="276" w:lineRule="auto"/>
              <w:rPr>
                <w:rFonts w:cs="Arial"/>
                <w:sz w:val="18"/>
                <w:szCs w:val="18"/>
              </w:rPr>
            </w:pPr>
          </w:p>
        </w:tc>
      </w:tr>
      <w:tr w:rsidR="00AE68C5" w:rsidRPr="00992026" w14:paraId="2E5A0992" w14:textId="77777777" w:rsidTr="009C2396">
        <w:trPr>
          <w:trHeight w:val="60"/>
        </w:trPr>
        <w:sdt>
          <w:sdtPr>
            <w:rPr>
              <w:rFonts w:cs="Arial"/>
              <w:color w:val="000000"/>
              <w:sz w:val="18"/>
              <w:szCs w:val="18"/>
            </w:rPr>
            <w:id w:val="115341443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2F8C20" w14:textId="77777777" w:rsidR="00AE68C5" w:rsidRDefault="00AB5529"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1F9AA4" w14:textId="77777777" w:rsidR="00AE68C5" w:rsidRPr="00992026" w:rsidDel="004061F1" w:rsidRDefault="00AE68C5" w:rsidP="005F00D6">
            <w:pPr>
              <w:autoSpaceDE w:val="0"/>
              <w:autoSpaceDN w:val="0"/>
              <w:adjustRightInd w:val="0"/>
              <w:spacing w:line="276" w:lineRule="auto"/>
              <w:textAlignment w:val="center"/>
              <w:rPr>
                <w:rFonts w:cs="Arial"/>
                <w:color w:val="000000"/>
                <w:sz w:val="18"/>
                <w:szCs w:val="18"/>
              </w:rPr>
            </w:pPr>
            <w:r>
              <w:rPr>
                <w:rFonts w:cs="Arial"/>
                <w:color w:val="000000"/>
                <w:sz w:val="18"/>
                <w:szCs w:val="18"/>
              </w:rPr>
              <w:t xml:space="preserve">Überprüfung: nur die Periode betreffende Aufwände und Erträge sind in der Kostenrechnung eingeflossen.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57C5873" w14:textId="77777777" w:rsidR="00AE68C5" w:rsidRPr="00992026" w:rsidRDefault="00AE68C5" w:rsidP="00485188">
            <w:pPr>
              <w:autoSpaceDE w:val="0"/>
              <w:autoSpaceDN w:val="0"/>
              <w:adjustRightInd w:val="0"/>
              <w:spacing w:line="276" w:lineRule="auto"/>
              <w:rPr>
                <w:rFonts w:cs="Arial"/>
                <w:sz w:val="18"/>
                <w:szCs w:val="18"/>
              </w:rPr>
            </w:pPr>
          </w:p>
        </w:tc>
      </w:tr>
      <w:tr w:rsidR="009C2396" w:rsidRPr="00992026" w14:paraId="202690C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F2DFF0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5.6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9E8DD5"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Sachliche Abgrenzungen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B404B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A8042B6" w14:textId="77777777" w:rsidTr="009C2396">
        <w:trPr>
          <w:trHeight w:val="60"/>
        </w:trPr>
        <w:sdt>
          <w:sdtPr>
            <w:rPr>
              <w:rFonts w:cs="Arial"/>
              <w:color w:val="000000"/>
              <w:sz w:val="18"/>
              <w:szCs w:val="18"/>
            </w:rPr>
            <w:id w:val="6354617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8C7B56"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643455"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In der Kostenrechnung sind als Kosten nur jene Aufwände einbezogen, die im Zusammenhang mit dem eigentlichen Betriebszweck des Unternehmens stehen. </w:t>
            </w:r>
            <w:r w:rsidRPr="00992026">
              <w:rPr>
                <w:rFonts w:cs="Arial"/>
                <w:color w:val="000000"/>
                <w:sz w:val="18"/>
                <w:szCs w:val="18"/>
              </w:rPr>
              <w:sym w:font="Wingdings" w:char="F0E0"/>
            </w:r>
            <w:r w:rsidRPr="00992026">
              <w:rPr>
                <w:rFonts w:cs="Arial"/>
                <w:color w:val="000000"/>
                <w:sz w:val="18"/>
                <w:szCs w:val="18"/>
              </w:rPr>
              <w:t xml:space="preserve"> Abstimmungsbrücke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938938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0EF79AB" w14:textId="77777777" w:rsidTr="009C2396">
        <w:trPr>
          <w:trHeight w:val="60"/>
        </w:trPr>
        <w:sdt>
          <w:sdtPr>
            <w:rPr>
              <w:rFonts w:cs="Arial"/>
              <w:color w:val="000000"/>
              <w:sz w:val="18"/>
              <w:szCs w:val="18"/>
            </w:rPr>
            <w:id w:val="191049045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8C217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EC10BE"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Berücksichtigung der Anderskosten mittels anderer Bewertungssätze in der Betriebsbuchhaltung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A4B2C4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5CB21FA" w14:textId="77777777" w:rsidTr="009C2396">
        <w:trPr>
          <w:trHeight w:val="60"/>
        </w:trPr>
        <w:sdt>
          <w:sdtPr>
            <w:rPr>
              <w:rFonts w:cs="Arial"/>
              <w:color w:val="000000"/>
              <w:sz w:val="18"/>
              <w:szCs w:val="18"/>
            </w:rPr>
            <w:id w:val="6306071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E1B339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4980B77" w14:textId="355B894A"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w:t>
            </w:r>
            <w:r w:rsidR="00184E8B" w:rsidRPr="00184E8B">
              <w:rPr>
                <w:rFonts w:cs="Arial"/>
                <w:color w:val="000000"/>
                <w:sz w:val="18"/>
                <w:szCs w:val="18"/>
              </w:rPr>
              <w:t>Vorausgesetz, das Spital verfügt über diese Information</w:t>
            </w:r>
            <w:r w:rsidR="00184E8B">
              <w:rPr>
                <w:rFonts w:cs="Arial"/>
                <w:color w:val="000000"/>
                <w:sz w:val="18"/>
                <w:szCs w:val="18"/>
              </w:rPr>
              <w:t>,</w:t>
            </w:r>
            <w:r w:rsidR="00184E8B" w:rsidRPr="00992026">
              <w:rPr>
                <w:rFonts w:cs="Arial"/>
                <w:color w:val="000000"/>
                <w:sz w:val="18"/>
                <w:szCs w:val="18"/>
              </w:rPr>
              <w:t xml:space="preserve"> </w:t>
            </w:r>
            <w:proofErr w:type="spellStart"/>
            <w:r w:rsidR="00184E8B">
              <w:rPr>
                <w:rFonts w:cs="Arial"/>
                <w:color w:val="000000"/>
                <w:sz w:val="18"/>
                <w:szCs w:val="18"/>
              </w:rPr>
              <w:t>b</w:t>
            </w:r>
            <w:r w:rsidRPr="00992026">
              <w:rPr>
                <w:rFonts w:cs="Arial"/>
                <w:color w:val="000000"/>
                <w:sz w:val="18"/>
                <w:szCs w:val="18"/>
              </w:rPr>
              <w:t>erücksichtigung</w:t>
            </w:r>
            <w:proofErr w:type="spellEnd"/>
            <w:r w:rsidRPr="00992026">
              <w:rPr>
                <w:rFonts w:cs="Arial"/>
                <w:color w:val="000000"/>
                <w:sz w:val="18"/>
                <w:szCs w:val="18"/>
              </w:rPr>
              <w:t xml:space="preserve"> der Zusatzkosten in der Betriebsbuchhaltung</w:t>
            </w:r>
            <w:r w:rsidR="00184E8B">
              <w:rPr>
                <w:rFonts w:cs="Arial"/>
                <w:color w:val="000000"/>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FCBC2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841BF96" w14:textId="77777777" w:rsidTr="009C2396">
        <w:trPr>
          <w:trHeight w:val="521"/>
        </w:trPr>
        <w:sdt>
          <w:sdtPr>
            <w:rPr>
              <w:rFonts w:cs="Arial"/>
              <w:color w:val="000000"/>
              <w:sz w:val="18"/>
              <w:szCs w:val="18"/>
            </w:rPr>
            <w:id w:val="80581672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E32652"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4201F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Berücksichtigung, separater Ausweis und Berechnungsbasis der kalkulatorischen Zinsen in der Betriebsbuchhaltung </w:t>
            </w:r>
          </w:p>
          <w:p w14:paraId="2C5222F8"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66144D72"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Hinweis: Die Kalkulationsbasis zur Ermittlung der kalkulatorischen Zinsen auf dem Umlaufvermögen entspricht dem Nettoumlaufvermögen und stützt sich auf</w:t>
            </w:r>
          </w:p>
          <w:p w14:paraId="33EC07F3" w14:textId="77777777" w:rsidR="009C2396" w:rsidRPr="00992026" w:rsidRDefault="009C2396" w:rsidP="00485188">
            <w:pPr>
              <w:pStyle w:val="Listenabsatz"/>
              <w:numPr>
                <w:ilvl w:val="0"/>
                <w:numId w:val="23"/>
              </w:numPr>
              <w:tabs>
                <w:tab w:val="left" w:pos="210"/>
              </w:tabs>
              <w:autoSpaceDE w:val="0"/>
              <w:autoSpaceDN w:val="0"/>
              <w:adjustRightInd w:val="0"/>
              <w:spacing w:line="276" w:lineRule="auto"/>
              <w:ind w:left="210" w:hanging="219"/>
              <w:jc w:val="both"/>
              <w:textAlignment w:val="center"/>
              <w:rPr>
                <w:rFonts w:cs="Arial"/>
                <w:color w:val="005496"/>
                <w:sz w:val="18"/>
                <w:szCs w:val="18"/>
              </w:rPr>
            </w:pPr>
            <w:r w:rsidRPr="00992026">
              <w:rPr>
                <w:rFonts w:cs="Arial"/>
                <w:color w:val="005496"/>
                <w:sz w:val="18"/>
                <w:szCs w:val="18"/>
              </w:rPr>
              <w:t>den durchschnittlichen, an das Vermögen gebundenen Netto-Kapitalbestand.</w:t>
            </w:r>
          </w:p>
          <w:p w14:paraId="00F9C096" w14:textId="77777777" w:rsidR="009C2396" w:rsidRDefault="009C2396" w:rsidP="00485188">
            <w:pPr>
              <w:autoSpaceDE w:val="0"/>
              <w:autoSpaceDN w:val="0"/>
              <w:adjustRightInd w:val="0"/>
              <w:spacing w:line="276" w:lineRule="auto"/>
              <w:textAlignment w:val="center"/>
              <w:rPr>
                <w:rFonts w:cs="Arial"/>
                <w:color w:val="005496"/>
                <w:sz w:val="18"/>
                <w:szCs w:val="18"/>
              </w:rPr>
            </w:pPr>
          </w:p>
          <w:p w14:paraId="085DDCAA" w14:textId="77777777" w:rsidR="00994E46" w:rsidRPr="008704D5" w:rsidRDefault="00994E46" w:rsidP="00994E46">
            <w:pPr>
              <w:pStyle w:val="tabellegt"/>
              <w:rPr>
                <w:rFonts w:ascii="Arial" w:hAnsi="Arial" w:cs="Arial"/>
                <w:color w:val="005496"/>
                <w:lang w:val="de-CH"/>
              </w:rPr>
            </w:pPr>
            <w:r w:rsidRPr="008704D5">
              <w:rPr>
                <w:rFonts w:ascii="Arial" w:hAnsi="Arial" w:cs="Arial"/>
                <w:color w:val="005496"/>
                <w:lang w:val="de-CH"/>
              </w:rPr>
              <w:lastRenderedPageBreak/>
              <w:t>Negativzinsen, die sich auf Grund eines negativen Nettoumlaufvermögens ergeben und sich in Form eines Erlöses auf die Kostenrechnung auswirken, werden nicht berücksichtigt.</w:t>
            </w:r>
          </w:p>
          <w:p w14:paraId="13E712A5" w14:textId="77777777" w:rsidR="00994E46" w:rsidRPr="00994E46" w:rsidRDefault="00994E46" w:rsidP="00485188">
            <w:pPr>
              <w:autoSpaceDE w:val="0"/>
              <w:autoSpaceDN w:val="0"/>
              <w:adjustRightInd w:val="0"/>
              <w:spacing w:line="276" w:lineRule="auto"/>
              <w:textAlignment w:val="center"/>
              <w:rPr>
                <w:rFonts w:cs="Arial"/>
                <w:color w:val="005496"/>
                <w:sz w:val="18"/>
                <w:szCs w:val="18"/>
                <w:lang w:val="de-DE"/>
              </w:rPr>
            </w:pPr>
          </w:p>
          <w:p w14:paraId="22C2FB5A"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Die Kalkulationsbasis zur Ermittlung der kalkulatorischen Zinsen auf dem Anlagevermögen entspricht dem betriebsnotwendigen Anlagevermögen und stützt sich auf</w:t>
            </w:r>
          </w:p>
          <w:p w14:paraId="2D317EC1" w14:textId="77777777" w:rsidR="00513436" w:rsidRDefault="009C2396" w:rsidP="00AF6F66">
            <w:pPr>
              <w:pStyle w:val="Listenabsatz"/>
              <w:numPr>
                <w:ilvl w:val="0"/>
                <w:numId w:val="23"/>
              </w:numPr>
              <w:tabs>
                <w:tab w:val="left" w:pos="210"/>
              </w:tabs>
              <w:autoSpaceDE w:val="0"/>
              <w:autoSpaceDN w:val="0"/>
              <w:adjustRightInd w:val="0"/>
              <w:spacing w:line="276" w:lineRule="auto"/>
              <w:ind w:left="210" w:hanging="219"/>
              <w:jc w:val="both"/>
              <w:textAlignment w:val="center"/>
              <w:rPr>
                <w:rFonts w:cs="Arial"/>
                <w:color w:val="005496"/>
                <w:sz w:val="18"/>
                <w:szCs w:val="18"/>
              </w:rPr>
            </w:pPr>
            <w:r w:rsidRPr="00992026">
              <w:rPr>
                <w:rFonts w:cs="Arial"/>
                <w:color w:val="005496"/>
                <w:sz w:val="18"/>
                <w:szCs w:val="18"/>
              </w:rPr>
              <w:t>den durchschnittlichen, an das Vermögen gebundenen Anlagebestand.</w:t>
            </w:r>
          </w:p>
          <w:p w14:paraId="5ED88625" w14:textId="77777777" w:rsidR="002A1DE2" w:rsidRDefault="002A1DE2" w:rsidP="002A1DE2">
            <w:pPr>
              <w:tabs>
                <w:tab w:val="left" w:pos="210"/>
              </w:tabs>
              <w:autoSpaceDE w:val="0"/>
              <w:autoSpaceDN w:val="0"/>
              <w:adjustRightInd w:val="0"/>
              <w:spacing w:line="276" w:lineRule="auto"/>
              <w:jc w:val="both"/>
              <w:textAlignment w:val="center"/>
              <w:rPr>
                <w:rFonts w:cs="Arial"/>
                <w:color w:val="005496"/>
                <w:sz w:val="18"/>
                <w:szCs w:val="18"/>
              </w:rPr>
            </w:pPr>
          </w:p>
          <w:p w14:paraId="339F1B56" w14:textId="77777777" w:rsidR="002A1DE2" w:rsidRPr="002A1DE2" w:rsidRDefault="002A1DE2" w:rsidP="002A1DE2">
            <w:pPr>
              <w:tabs>
                <w:tab w:val="left" w:pos="210"/>
              </w:tabs>
              <w:autoSpaceDE w:val="0"/>
              <w:autoSpaceDN w:val="0"/>
              <w:adjustRightInd w:val="0"/>
              <w:spacing w:line="276" w:lineRule="auto"/>
              <w:jc w:val="both"/>
              <w:textAlignment w:val="center"/>
              <w:rPr>
                <w:rFonts w:cs="Arial"/>
                <w:color w:val="005496"/>
                <w:sz w:val="18"/>
                <w:szCs w:val="18"/>
              </w:rPr>
            </w:pPr>
            <w:r w:rsidRPr="002A1DE2">
              <w:rPr>
                <w:rFonts w:cs="Arial"/>
                <w:color w:val="005496"/>
                <w:sz w:val="18"/>
                <w:szCs w:val="18"/>
              </w:rPr>
              <w:t>Kalkulatorische Zinsen werden nicht indexiert.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E884F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1248C8A" w14:textId="77777777" w:rsidTr="00EF7917">
        <w:trPr>
          <w:trHeight w:val="398"/>
        </w:trPr>
        <w:sdt>
          <w:sdtPr>
            <w:rPr>
              <w:rFonts w:cs="Arial"/>
              <w:color w:val="000000"/>
              <w:sz w:val="18"/>
              <w:szCs w:val="18"/>
            </w:rPr>
            <w:id w:val="19381782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5FBED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287C9F"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Berücksichtigung der indirekten Steuern und Vermögenssteuern als aufwandgleiche Kosten und keine Ertragssteuern, als Kosten in der Betriebsbuchhaltung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419CA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5FCFEC5" w14:textId="77777777" w:rsidTr="00EF7917">
        <w:trPr>
          <w:trHeight w:val="593"/>
        </w:trPr>
        <w:sdt>
          <w:sdtPr>
            <w:rPr>
              <w:rFonts w:cs="Arial"/>
              <w:color w:val="000000"/>
              <w:sz w:val="18"/>
              <w:szCs w:val="18"/>
            </w:rPr>
            <w:id w:val="65951230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304EF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533D56"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bei Pauschalabgeltungssystemen: Die Abgrenzungen zu den angefangenen Arbeiten erfüllen die im Kapitel 5.6.6 Bewertung und Abgrenzung der angefangenen Arbeit erwähnten Kriterien.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650EF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4D07EE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8417A7C"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6</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4304AA68"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Kostenartenrechnung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250A3CF0"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71A0201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A15B35"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34BA5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Grundsätze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BDCD33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849931A" w14:textId="77777777" w:rsidTr="009C2396">
        <w:trPr>
          <w:trHeight w:val="117"/>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FB6819"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D54FD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364ACE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88CFBF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99D11FA"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C7933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Aufgaben der Kostenartenbuchhaltung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86868E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939770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AA5C30"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9F7F3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6E062C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FC9EE8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983D7B"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7B6DC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Gliederung der Kostenarten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2F39D2"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83B4A8B" w14:textId="77777777" w:rsidTr="009C2396">
        <w:trPr>
          <w:trHeight w:val="60"/>
        </w:trPr>
        <w:sdt>
          <w:sdtPr>
            <w:rPr>
              <w:rFonts w:cs="Arial"/>
              <w:color w:val="000000"/>
              <w:sz w:val="18"/>
              <w:szCs w:val="18"/>
            </w:rPr>
            <w:id w:val="-19292204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D17915"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1ED6C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der einheitlichen Erfassung und Bewertung der Kostenarten sowie der Gliederung nach ihrer Herkunft (Primärkosten/Sekundärkosten)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D23247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7FAD98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A7716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B5DA5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Der Kostenartenrahmen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85898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FCA1445" w14:textId="77777777" w:rsidTr="009C2396">
        <w:trPr>
          <w:trHeight w:val="60"/>
        </w:trPr>
        <w:sdt>
          <w:sdtPr>
            <w:rPr>
              <w:rFonts w:cs="Arial"/>
              <w:color w:val="000000"/>
              <w:sz w:val="18"/>
              <w:szCs w:val="18"/>
            </w:rPr>
            <w:id w:val="-97660192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D784B8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F5CC6A"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Kostenartenrahmen gemäss Gliederung REKOLE</w:t>
            </w:r>
            <w:r w:rsidRPr="00992026">
              <w:rPr>
                <w:rFonts w:cs="Arial"/>
                <w:color w:val="000000"/>
                <w:sz w:val="18"/>
                <w:szCs w:val="18"/>
                <w:vertAlign w:val="superscript"/>
              </w:rPr>
              <w:t>®</w:t>
            </w:r>
            <w:r w:rsidRPr="00992026">
              <w:rPr>
                <w:rFonts w:cs="Arial"/>
                <w:color w:val="000000"/>
                <w:sz w:val="18"/>
                <w:szCs w:val="18"/>
              </w:rPr>
              <w:t>. Wenn Kann-Kostenarten vorhanden sind, ist die Sicherstellung auf die Muss-Ebene zu gewährleisten.</w:t>
            </w:r>
          </w:p>
          <w:p w14:paraId="02AFC0AC" w14:textId="77777777" w:rsidR="00AE68C5" w:rsidRPr="00AB5529" w:rsidRDefault="00AE68C5" w:rsidP="00485188">
            <w:pPr>
              <w:autoSpaceDE w:val="0"/>
              <w:autoSpaceDN w:val="0"/>
              <w:adjustRightInd w:val="0"/>
              <w:spacing w:line="276" w:lineRule="auto"/>
              <w:textAlignment w:val="center"/>
              <w:rPr>
                <w:rFonts w:cs="Arial"/>
                <w:color w:val="1F497D" w:themeColor="text2"/>
                <w:sz w:val="18"/>
                <w:szCs w:val="18"/>
              </w:rPr>
            </w:pPr>
          </w:p>
          <w:p w14:paraId="2B7F48DF" w14:textId="77777777" w:rsidR="00AE68C5" w:rsidRPr="00992026" w:rsidRDefault="00AE68C5" w:rsidP="00485188">
            <w:pPr>
              <w:autoSpaceDE w:val="0"/>
              <w:autoSpaceDN w:val="0"/>
              <w:adjustRightInd w:val="0"/>
              <w:spacing w:line="276" w:lineRule="auto"/>
              <w:textAlignment w:val="center"/>
              <w:rPr>
                <w:rFonts w:cs="Arial"/>
                <w:color w:val="000000"/>
                <w:sz w:val="18"/>
                <w:szCs w:val="18"/>
              </w:rPr>
            </w:pPr>
            <w:r w:rsidRPr="007D7CEA">
              <w:rPr>
                <w:rFonts w:cs="Arial"/>
                <w:color w:val="005496"/>
                <w:sz w:val="18"/>
                <w:szCs w:val="18"/>
              </w:rPr>
              <w:t>Hinweis: Die Nummerierung der Kostenarten ist bindend.</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1B6A4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F2C162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785E0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BD016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Gliederung nach Art der Verrechnung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EB767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D247628" w14:textId="77777777" w:rsidTr="009C2396">
        <w:trPr>
          <w:trHeight w:val="60"/>
        </w:trPr>
        <w:sdt>
          <w:sdtPr>
            <w:rPr>
              <w:rFonts w:cs="Arial"/>
              <w:color w:val="000000"/>
              <w:sz w:val="18"/>
              <w:szCs w:val="18"/>
            </w:rPr>
            <w:id w:val="161254891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5B0175"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53A1D3" w14:textId="77777777" w:rsidR="009C2396" w:rsidRPr="00992026" w:rsidRDefault="009C2396" w:rsidP="00485188">
            <w:pPr>
              <w:autoSpaceDE w:val="0"/>
              <w:autoSpaceDN w:val="0"/>
              <w:adjustRightInd w:val="0"/>
              <w:spacing w:line="276" w:lineRule="auto"/>
              <w:textAlignment w:val="center"/>
              <w:rPr>
                <w:rFonts w:cs="Arial"/>
                <w:color w:val="000000"/>
                <w:sz w:val="18"/>
                <w:szCs w:val="18"/>
                <w:vertAlign w:val="superscript"/>
              </w:rPr>
            </w:pPr>
            <w:r w:rsidRPr="00992026">
              <w:rPr>
                <w:rFonts w:cs="Arial"/>
                <w:color w:val="000000"/>
                <w:sz w:val="18"/>
                <w:szCs w:val="18"/>
              </w:rPr>
              <w:t xml:space="preserve">Überprüfung der Identifikation der Einzelkosten </w:t>
            </w:r>
            <w:r w:rsidR="00932459">
              <w:rPr>
                <w:rFonts w:cs="Arial"/>
                <w:color w:val="000000"/>
                <w:sz w:val="18"/>
                <w:szCs w:val="18"/>
              </w:rPr>
              <w:t xml:space="preserve">(unter Berücksichtigung der ABC-Methode) </w:t>
            </w:r>
            <w:r w:rsidRPr="00992026">
              <w:rPr>
                <w:rFonts w:cs="Arial"/>
                <w:color w:val="000000"/>
                <w:sz w:val="18"/>
                <w:szCs w:val="18"/>
              </w:rPr>
              <w:t>gemäss Handbuch REKOLE</w:t>
            </w:r>
            <w:r w:rsidRPr="00992026">
              <w:rPr>
                <w:rFonts w:cs="Arial"/>
                <w:color w:val="000000"/>
                <w:sz w:val="18"/>
                <w:szCs w:val="18"/>
                <w:vertAlign w:val="superscript"/>
              </w:rPr>
              <w:t>®</w:t>
            </w:r>
          </w:p>
          <w:p w14:paraId="5A73D798"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2922C80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Hinweis: Siehe auch Kapitel 10.9 Medikamente, Implantate, Blut, Material usw.</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61486E" w14:textId="77777777" w:rsidR="009C2396" w:rsidRPr="00992026" w:rsidRDefault="009C2396" w:rsidP="00485188">
            <w:pPr>
              <w:autoSpaceDE w:val="0"/>
              <w:autoSpaceDN w:val="0"/>
              <w:adjustRightInd w:val="0"/>
              <w:spacing w:line="276" w:lineRule="auto"/>
              <w:rPr>
                <w:rFonts w:cs="Arial"/>
                <w:sz w:val="18"/>
                <w:szCs w:val="18"/>
              </w:rPr>
            </w:pPr>
          </w:p>
        </w:tc>
      </w:tr>
    </w:tbl>
    <w:p w14:paraId="16C79980" w14:textId="77777777" w:rsidR="00694E02" w:rsidRDefault="00694E02">
      <w:r>
        <w:br w:type="page"/>
      </w:r>
    </w:p>
    <w:tbl>
      <w:tblPr>
        <w:tblW w:w="12696" w:type="dxa"/>
        <w:tblInd w:w="108" w:type="dxa"/>
        <w:tblLayout w:type="fixed"/>
        <w:tblCellMar>
          <w:left w:w="0" w:type="dxa"/>
          <w:right w:w="0" w:type="dxa"/>
        </w:tblCellMar>
        <w:tblLook w:val="0000" w:firstRow="0" w:lastRow="0" w:firstColumn="0" w:lastColumn="0" w:noHBand="0" w:noVBand="0"/>
      </w:tblPr>
      <w:tblGrid>
        <w:gridCol w:w="675"/>
        <w:gridCol w:w="6401"/>
        <w:gridCol w:w="2810"/>
        <w:gridCol w:w="2810"/>
      </w:tblGrid>
      <w:tr w:rsidR="00E54C8E" w:rsidRPr="00992026" w14:paraId="209D0149" w14:textId="77777777" w:rsidTr="00694E02">
        <w:trPr>
          <w:gridAfter w:val="1"/>
          <w:wAfter w:w="2810" w:type="dxa"/>
          <w:trHeight w:val="60"/>
        </w:trPr>
        <w:sdt>
          <w:sdtPr>
            <w:rPr>
              <w:rFonts w:cs="Arial"/>
              <w:color w:val="000000"/>
              <w:sz w:val="18"/>
              <w:szCs w:val="18"/>
            </w:rPr>
            <w:id w:val="-15072832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D5C057" w14:textId="5BA652E9" w:rsidR="00E54C8E" w:rsidRPr="00992026" w:rsidRDefault="00E54C8E" w:rsidP="00AE68C5">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407AFC" w14:textId="77777777" w:rsidR="00E54C8E" w:rsidRPr="00992026" w:rsidRDefault="00E54C8E" w:rsidP="00AE68C5">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Die Einsatzgüter der Kostenartengruppe 400–404 werden periodisch </w:t>
            </w:r>
            <w:r>
              <w:rPr>
                <w:rFonts w:cs="Arial"/>
                <w:color w:val="000000"/>
                <w:sz w:val="18"/>
                <w:szCs w:val="18"/>
              </w:rPr>
              <w:t xml:space="preserve">auf Ihre Verrechnung als Einzel- oder Gemeinkosten hin </w:t>
            </w:r>
            <w:r w:rsidRPr="00992026">
              <w:rPr>
                <w:rFonts w:cs="Arial"/>
                <w:color w:val="000000"/>
                <w:sz w:val="18"/>
                <w:szCs w:val="18"/>
              </w:rPr>
              <w:t>überprüft und aktualisiert.</w:t>
            </w:r>
          </w:p>
          <w:p w14:paraId="55BAE3EC" w14:textId="77777777" w:rsidR="00E54C8E" w:rsidRPr="00992026" w:rsidRDefault="00E54C8E" w:rsidP="00AE68C5">
            <w:pPr>
              <w:autoSpaceDE w:val="0"/>
              <w:autoSpaceDN w:val="0"/>
              <w:adjustRightInd w:val="0"/>
              <w:spacing w:line="276" w:lineRule="auto"/>
              <w:textAlignment w:val="center"/>
              <w:rPr>
                <w:rFonts w:cs="Arial"/>
                <w:color w:val="000000"/>
                <w:sz w:val="18"/>
                <w:szCs w:val="18"/>
              </w:rPr>
            </w:pPr>
          </w:p>
          <w:p w14:paraId="7DC6AE6C" w14:textId="77777777" w:rsidR="00E54C8E" w:rsidRPr="00992026" w:rsidRDefault="00E54C8E" w:rsidP="00AE68C5">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 xml:space="preserve">Für </w:t>
            </w:r>
            <w:proofErr w:type="spellStart"/>
            <w:r w:rsidRPr="00992026">
              <w:rPr>
                <w:rFonts w:cs="Arial"/>
                <w:color w:val="005496"/>
                <w:sz w:val="18"/>
                <w:szCs w:val="18"/>
              </w:rPr>
              <w:t>SwissDRG</w:t>
            </w:r>
            <w:proofErr w:type="spellEnd"/>
            <w:r w:rsidRPr="00992026">
              <w:rPr>
                <w:rFonts w:cs="Arial"/>
                <w:color w:val="005496"/>
                <w:sz w:val="18"/>
                <w:szCs w:val="18"/>
              </w:rPr>
              <w:t xml:space="preserve">-Netzwerkspitäler im akutsomatischen Bereich gilt zusätzlich: </w:t>
            </w:r>
          </w:p>
          <w:p w14:paraId="4A1E4F55" w14:textId="77777777" w:rsidR="00E54C8E" w:rsidRDefault="00E54C8E" w:rsidP="00274486">
            <w:pPr>
              <w:autoSpaceDE w:val="0"/>
              <w:autoSpaceDN w:val="0"/>
              <w:adjustRightInd w:val="0"/>
              <w:rPr>
                <w:rFonts w:cs="Arial"/>
                <w:color w:val="005496"/>
                <w:sz w:val="18"/>
                <w:szCs w:val="18"/>
              </w:rPr>
            </w:pPr>
            <w:r w:rsidRPr="00992026">
              <w:rPr>
                <w:rFonts w:cs="Arial"/>
                <w:color w:val="005496"/>
                <w:sz w:val="18"/>
                <w:szCs w:val="18"/>
              </w:rPr>
              <w:t>Einsatzgüter, deren Gesamtkosten ([Einstandspreis des Einsatzgutes × bezogene Menge] + Gemeinkostenzuschlag) pro Fall Fr</w:t>
            </w:r>
            <w:r w:rsidRPr="00753883">
              <w:rPr>
                <w:rFonts w:cs="Arial"/>
                <w:color w:val="005496"/>
                <w:sz w:val="18"/>
                <w:szCs w:val="18"/>
              </w:rPr>
              <w:t xml:space="preserve">. </w:t>
            </w:r>
            <w:r w:rsidR="00274486" w:rsidRPr="00753883">
              <w:rPr>
                <w:rFonts w:cs="Arial"/>
                <w:color w:val="005496"/>
                <w:sz w:val="18"/>
                <w:szCs w:val="18"/>
              </w:rPr>
              <w:t xml:space="preserve">200.-- (ausgenommen sind Implantate, inkl. Osteosynthese-Material wo die Frankengrenze bei CHF 50 liegt), </w:t>
            </w:r>
            <w:r w:rsidRPr="00753883">
              <w:rPr>
                <w:rFonts w:cs="Arial"/>
                <w:color w:val="005496"/>
                <w:sz w:val="18"/>
                <w:szCs w:val="18"/>
              </w:rPr>
              <w:t>üb</w:t>
            </w:r>
            <w:r w:rsidRPr="00992026">
              <w:rPr>
                <w:rFonts w:cs="Arial"/>
                <w:color w:val="005496"/>
                <w:sz w:val="18"/>
                <w:szCs w:val="18"/>
              </w:rPr>
              <w:t xml:space="preserve">erschreiten, sind in jedem Fall als Einzelkosten zu führen (Minimalanforderung). </w:t>
            </w:r>
          </w:p>
          <w:p w14:paraId="07D65184" w14:textId="77777777" w:rsidR="00274486" w:rsidRDefault="00274486" w:rsidP="00AE68C5">
            <w:pPr>
              <w:autoSpaceDE w:val="0"/>
              <w:autoSpaceDN w:val="0"/>
              <w:adjustRightInd w:val="0"/>
              <w:spacing w:line="276" w:lineRule="auto"/>
              <w:textAlignment w:val="center"/>
              <w:rPr>
                <w:rFonts w:cs="Arial"/>
                <w:color w:val="005496"/>
                <w:sz w:val="18"/>
                <w:szCs w:val="18"/>
              </w:rPr>
            </w:pPr>
          </w:p>
          <w:p w14:paraId="4401DC11" w14:textId="77777777" w:rsidR="00E54C8E" w:rsidRPr="00992026" w:rsidRDefault="00E54C8E" w:rsidP="00AE68C5">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 xml:space="preserve">Einsatzgüter aus den Kostenarten 400 Arzneimittel (inkl. Blut und Blutprodukte), 401 Material, Instrumente, Utensilien, Textilien oder 404 Chemikalien, Reagenzien, die innerhalb einer Behandlung separat finanziert werden, müssen als Einzelkosten verbucht werden, unabhängig ihrer Klassifikation aus der ABC-Methode. Dies betrifft hauptsächlich Einsatzgüter, die auf der von </w:t>
            </w:r>
            <w:proofErr w:type="spellStart"/>
            <w:r w:rsidRPr="00992026">
              <w:rPr>
                <w:rFonts w:cs="Arial"/>
                <w:color w:val="005496"/>
                <w:sz w:val="18"/>
                <w:szCs w:val="18"/>
              </w:rPr>
              <w:t>SwissDRG</w:t>
            </w:r>
            <w:proofErr w:type="spellEnd"/>
            <w:r w:rsidRPr="00992026">
              <w:rPr>
                <w:rFonts w:cs="Arial"/>
                <w:color w:val="005496"/>
                <w:sz w:val="18"/>
                <w:szCs w:val="18"/>
              </w:rPr>
              <w:t xml:space="preserve"> geführten Liste aufgeführt werden (vgl. </w:t>
            </w:r>
            <w:proofErr w:type="spellStart"/>
            <w:r w:rsidRPr="00992026">
              <w:rPr>
                <w:rFonts w:cs="Arial"/>
                <w:color w:val="005496"/>
                <w:sz w:val="18"/>
                <w:szCs w:val="18"/>
              </w:rPr>
              <w:t>SwissDRG</w:t>
            </w:r>
            <w:proofErr w:type="spellEnd"/>
            <w:r w:rsidRPr="00992026">
              <w:rPr>
                <w:rFonts w:cs="Arial"/>
                <w:color w:val="005496"/>
                <w:sz w:val="18"/>
                <w:szCs w:val="18"/>
              </w:rPr>
              <w:t xml:space="preserve">, Einsatzgüterliste).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6644AF9" w14:textId="77777777" w:rsidR="00E54C8E" w:rsidRPr="00992026" w:rsidRDefault="00E54C8E" w:rsidP="00AE68C5">
            <w:pPr>
              <w:autoSpaceDE w:val="0"/>
              <w:autoSpaceDN w:val="0"/>
              <w:adjustRightInd w:val="0"/>
              <w:spacing w:line="276" w:lineRule="auto"/>
              <w:rPr>
                <w:rFonts w:cs="Arial"/>
                <w:sz w:val="18"/>
                <w:szCs w:val="18"/>
              </w:rPr>
            </w:pPr>
          </w:p>
        </w:tc>
      </w:tr>
      <w:tr w:rsidR="00E54C8E" w:rsidRPr="00992026" w14:paraId="71A24180" w14:textId="77777777" w:rsidTr="00694E02">
        <w:trPr>
          <w:gridAfter w:val="1"/>
          <w:wAfter w:w="2810" w:type="dxa"/>
          <w:trHeight w:val="60"/>
        </w:trPr>
        <w:sdt>
          <w:sdtPr>
            <w:rPr>
              <w:rFonts w:cs="Arial"/>
              <w:color w:val="000000"/>
              <w:sz w:val="18"/>
              <w:szCs w:val="18"/>
            </w:rPr>
            <w:id w:val="-157364681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47044B" w14:textId="77777777" w:rsidR="00E54C8E" w:rsidRPr="00992026" w:rsidRDefault="00E54C8E" w:rsidP="00AE68C5">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7C829E" w14:textId="77777777" w:rsidR="00E54C8E" w:rsidRPr="00992026" w:rsidRDefault="00E54C8E" w:rsidP="00AE68C5">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Bei Pflegestationen und OP-Sälen, wo Lager für A- und B-Einsatzgüter führen, ist sicherzustellen, dass diese keinen Einfluss haben auf die Bildung der Kostensätze der Muss-Kostenstellen.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8ABCB46" w14:textId="77777777" w:rsidR="00E54C8E" w:rsidRPr="00992026" w:rsidRDefault="00E54C8E" w:rsidP="00AE68C5">
            <w:pPr>
              <w:autoSpaceDE w:val="0"/>
              <w:autoSpaceDN w:val="0"/>
              <w:adjustRightInd w:val="0"/>
              <w:spacing w:line="276" w:lineRule="auto"/>
              <w:rPr>
                <w:rFonts w:cs="Arial"/>
                <w:sz w:val="18"/>
                <w:szCs w:val="18"/>
              </w:rPr>
            </w:pPr>
          </w:p>
        </w:tc>
      </w:tr>
      <w:tr w:rsidR="009C2396" w:rsidRPr="00992026" w14:paraId="5E8CF5B3" w14:textId="77777777" w:rsidTr="00694E02">
        <w:trPr>
          <w:gridAfter w:val="1"/>
          <w:wAfter w:w="2810" w:type="dxa"/>
          <w:trHeight w:val="60"/>
        </w:trPr>
        <w:sdt>
          <w:sdtPr>
            <w:rPr>
              <w:rFonts w:cs="Arial"/>
              <w:color w:val="000000"/>
              <w:sz w:val="18"/>
              <w:szCs w:val="18"/>
            </w:rPr>
            <w:id w:val="204786370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8B7BC1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B8A50A"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der Verrechnung der verursachungsgerechten Personalkosten, Anlagenutzungskosten und übrigen Sachkosten auf die 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A037E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D9EF24D" w14:textId="77777777" w:rsidTr="00694E02">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0BAC5F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6.6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84A85A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Kontierungsrichtlinien für die Gemeinkosten- und Erlösarten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DF726F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ECD1F02" w14:textId="77777777" w:rsidTr="00694E02">
        <w:trPr>
          <w:gridAfter w:val="1"/>
          <w:wAfter w:w="2810" w:type="dxa"/>
          <w:trHeight w:val="60"/>
        </w:trPr>
        <w:sdt>
          <w:sdtPr>
            <w:rPr>
              <w:rFonts w:cs="Arial"/>
              <w:color w:val="000000"/>
              <w:sz w:val="18"/>
              <w:szCs w:val="18"/>
            </w:rPr>
            <w:id w:val="122726053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C257A2"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A88572" w14:textId="77777777" w:rsidR="009C2396" w:rsidRPr="00992026" w:rsidRDefault="009C2396" w:rsidP="00E54C8E">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der betriebsspezifischen, aktualisierten </w:t>
            </w:r>
            <w:r w:rsidR="00E54C8E">
              <w:rPr>
                <w:rFonts w:cs="Arial"/>
                <w:color w:val="000000"/>
                <w:sz w:val="18"/>
                <w:szCs w:val="18"/>
              </w:rPr>
              <w:t>Kontierungsrichtlinien (z.B. in Form einer Kontierungsmatrix)</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B14249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9DE2599" w14:textId="77777777" w:rsidTr="00694E02">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3058AA0D"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7</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54807B9B"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Anlagenbuchhaltung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6012BCB4"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0D840D3C" w14:textId="77777777" w:rsidTr="00694E02">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55411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AFC9E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Bilanzielle und kalkulatorische Abschreibungen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E190FC"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4717D6B" w14:textId="77777777" w:rsidTr="00694E02">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FC69AD"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6ED222"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1805CB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EE03F56" w14:textId="77777777" w:rsidTr="00694E02">
        <w:trPr>
          <w:gridAfter w:val="1"/>
          <w:wAfter w:w="2810" w:type="dxa"/>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0E560D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C0F25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Definitionen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71D01F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F6109A7" w14:textId="77777777" w:rsidTr="00694E02">
        <w:trPr>
          <w:gridAfter w:val="1"/>
          <w:wAfter w:w="2810" w:type="dxa"/>
          <w:trHeight w:val="60"/>
        </w:trPr>
        <w:sdt>
          <w:sdtPr>
            <w:rPr>
              <w:rFonts w:cs="Arial"/>
              <w:color w:val="000000"/>
              <w:sz w:val="18"/>
              <w:szCs w:val="18"/>
            </w:rPr>
            <w:id w:val="2702178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EA9657"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96681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der Anlagen in der Anlagenbuchhaltung nach den im Handbuch </w:t>
            </w:r>
            <w:r w:rsidRPr="00992026">
              <w:rPr>
                <w:rFonts w:cs="Arial"/>
                <w:color w:val="000000"/>
                <w:sz w:val="18"/>
                <w:szCs w:val="18"/>
              </w:rPr>
              <w:br/>
              <w:t>REKOLE</w:t>
            </w:r>
            <w:r w:rsidRPr="00992026">
              <w:rPr>
                <w:rFonts w:cs="Arial"/>
                <w:color w:val="000000"/>
                <w:sz w:val="18"/>
                <w:szCs w:val="18"/>
                <w:vertAlign w:val="superscript"/>
              </w:rPr>
              <w:t>®</w:t>
            </w:r>
            <w:r w:rsidRPr="00992026">
              <w:rPr>
                <w:rFonts w:cs="Arial"/>
                <w:color w:val="000000"/>
                <w:sz w:val="18"/>
                <w:szCs w:val="18"/>
              </w:rPr>
              <w:t xml:space="preserve"> definierten Kriterien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224F893" w14:textId="77777777" w:rsidR="009C2396" w:rsidRPr="00992026" w:rsidRDefault="009C2396" w:rsidP="00485188">
            <w:pPr>
              <w:autoSpaceDE w:val="0"/>
              <w:autoSpaceDN w:val="0"/>
              <w:adjustRightInd w:val="0"/>
              <w:spacing w:line="276" w:lineRule="auto"/>
              <w:rPr>
                <w:rFonts w:cs="Arial"/>
                <w:sz w:val="18"/>
                <w:szCs w:val="18"/>
              </w:rPr>
            </w:pPr>
          </w:p>
        </w:tc>
      </w:tr>
      <w:tr w:rsidR="004061F1" w:rsidRPr="00992026" w14:paraId="3AA46EC9" w14:textId="77777777" w:rsidTr="00694E02">
        <w:trPr>
          <w:trHeight w:val="60"/>
        </w:trPr>
        <w:sdt>
          <w:sdtPr>
            <w:rPr>
              <w:rFonts w:cs="Arial"/>
              <w:color w:val="000000"/>
              <w:sz w:val="18"/>
              <w:szCs w:val="18"/>
            </w:rPr>
            <w:id w:val="-207958931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BC1507"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7F5A5B" w14:textId="77777777" w:rsidR="004061F1" w:rsidRPr="00992026" w:rsidRDefault="004061F1" w:rsidP="004061F1">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Vorliegen der Abschreibungstabelle beinhaltend im Minimum:</w:t>
            </w:r>
          </w:p>
          <w:p w14:paraId="6AB9F9FF" w14:textId="77777777" w:rsidR="004061F1" w:rsidRPr="00992026" w:rsidRDefault="004061F1" w:rsidP="004061F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Die Abschreibungsmethode (linear)</w:t>
            </w:r>
          </w:p>
          <w:p w14:paraId="7BB89A88" w14:textId="77777777" w:rsidR="004061F1" w:rsidRDefault="004061F1" w:rsidP="004061F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Die Abschreibungssätze</w:t>
            </w:r>
          </w:p>
          <w:p w14:paraId="740D3DA7" w14:textId="77777777" w:rsidR="004061F1" w:rsidRPr="00992026" w:rsidRDefault="004061F1" w:rsidP="004061F1">
            <w:pPr>
              <w:pStyle w:val="Listenabsatz"/>
              <w:numPr>
                <w:ilvl w:val="0"/>
                <w:numId w:val="22"/>
              </w:numPr>
              <w:tabs>
                <w:tab w:val="left" w:pos="210"/>
              </w:tabs>
              <w:autoSpaceDE w:val="0"/>
              <w:autoSpaceDN w:val="0"/>
              <w:adjustRightInd w:val="0"/>
              <w:spacing w:line="276" w:lineRule="auto"/>
              <w:ind w:left="210" w:hanging="210"/>
              <w:jc w:val="both"/>
              <w:textAlignment w:val="center"/>
              <w:rPr>
                <w:rFonts w:cs="Arial"/>
                <w:color w:val="000000"/>
                <w:sz w:val="18"/>
                <w:szCs w:val="18"/>
              </w:rPr>
            </w:pPr>
            <w:r>
              <w:rPr>
                <w:rFonts w:cs="Arial"/>
                <w:color w:val="000000"/>
                <w:sz w:val="18"/>
                <w:szCs w:val="18"/>
              </w:rPr>
              <w:t>Der Abschreibungsbetrag</w:t>
            </w:r>
          </w:p>
          <w:p w14:paraId="3B031F63" w14:textId="77777777" w:rsidR="004061F1" w:rsidRPr="00992026" w:rsidRDefault="004061F1" w:rsidP="004061F1">
            <w:pPr>
              <w:autoSpaceDE w:val="0"/>
              <w:autoSpaceDN w:val="0"/>
              <w:adjustRightInd w:val="0"/>
              <w:spacing w:line="276" w:lineRule="auto"/>
              <w:textAlignment w:val="center"/>
              <w:rPr>
                <w:rFonts w:cs="Arial"/>
                <w:color w:val="005496"/>
                <w:sz w:val="18"/>
                <w:szCs w:val="18"/>
              </w:rPr>
            </w:pPr>
          </w:p>
          <w:p w14:paraId="01D7EC37" w14:textId="77777777" w:rsidR="004061F1" w:rsidRPr="00992026" w:rsidRDefault="004061F1" w:rsidP="004061F1">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 xml:space="preserve">Hinweis: Die kalkulatorischen Abschreibungen werden mittels der normativen durchschnittlichen wirtschaftlichen Nutzungsdauer ermittelt und fallen linear an, solange eine Anlage genutzt wird (im Sinne von betriebsnotwendig [REK 10_015]). Es gibt keine bilanzmässigen Sonderabschreibungen oder bilanzmässigen </w:t>
            </w:r>
            <w:proofErr w:type="spellStart"/>
            <w:r w:rsidRPr="00992026">
              <w:rPr>
                <w:rFonts w:cs="Arial"/>
                <w:color w:val="005496"/>
                <w:sz w:val="18"/>
                <w:szCs w:val="18"/>
              </w:rPr>
              <w:t>a.o</w:t>
            </w:r>
            <w:proofErr w:type="spellEnd"/>
            <w:r w:rsidRPr="00992026">
              <w:rPr>
                <w:rFonts w:cs="Arial"/>
                <w:color w:val="005496"/>
                <w:sz w:val="18"/>
                <w:szCs w:val="18"/>
              </w:rPr>
              <w:t>. Abschreibungen.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8DA5E3" w14:textId="77777777" w:rsidR="004061F1" w:rsidRPr="00992026" w:rsidRDefault="004061F1" w:rsidP="00485188">
            <w:pPr>
              <w:autoSpaceDE w:val="0"/>
              <w:autoSpaceDN w:val="0"/>
              <w:adjustRightInd w:val="0"/>
              <w:spacing w:line="276" w:lineRule="auto"/>
              <w:rPr>
                <w:rFonts w:cs="Arial"/>
                <w:sz w:val="18"/>
                <w:szCs w:val="18"/>
              </w:rPr>
            </w:pPr>
          </w:p>
        </w:tc>
        <w:tc>
          <w:tcPr>
            <w:tcW w:w="2810" w:type="dxa"/>
          </w:tcPr>
          <w:p w14:paraId="7C21E03D" w14:textId="77777777" w:rsidR="004061F1" w:rsidRPr="00992026" w:rsidRDefault="004061F1"/>
        </w:tc>
      </w:tr>
      <w:tr w:rsidR="004061F1" w:rsidRPr="00992026" w14:paraId="325FCF8F" w14:textId="77777777" w:rsidTr="00694E02">
        <w:trPr>
          <w:gridAfter w:val="1"/>
          <w:wAfter w:w="2810" w:type="dxa"/>
          <w:trHeight w:val="60"/>
        </w:trPr>
        <w:sdt>
          <w:sdtPr>
            <w:rPr>
              <w:rFonts w:cs="Arial"/>
              <w:color w:val="000000"/>
              <w:sz w:val="18"/>
              <w:szCs w:val="18"/>
            </w:rPr>
            <w:id w:val="14580714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3ADAC7"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9E7E240"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Wenn Leasingobjekte vorhanden: Überprüfung, ob Anforderungen an das operative und finanzielle Leasing mit den Vorgaben übereinstimmen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DFA8E9"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4912A210" w14:textId="77777777" w:rsidTr="00694E02">
        <w:trPr>
          <w:gridAfter w:val="1"/>
          <w:wAfter w:w="2810" w:type="dxa"/>
          <w:trHeight w:val="60"/>
        </w:trPr>
        <w:sdt>
          <w:sdtPr>
            <w:rPr>
              <w:rFonts w:cs="Arial"/>
              <w:color w:val="000000"/>
              <w:sz w:val="18"/>
              <w:szCs w:val="18"/>
            </w:rPr>
            <w:id w:val="-129359361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AA5D6B" w14:textId="77777777" w:rsidR="004061F1" w:rsidRPr="00992026" w:rsidRDefault="0006085A"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CE9BC0"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Anlagen werden</w:t>
            </w:r>
            <w:r w:rsidR="00DF34FB">
              <w:rPr>
                <w:rFonts w:cs="Arial"/>
                <w:color w:val="000000"/>
                <w:sz w:val="18"/>
                <w:szCs w:val="18"/>
              </w:rPr>
              <w:t xml:space="preserve"> mindestens</w:t>
            </w:r>
            <w:r w:rsidRPr="00992026">
              <w:rPr>
                <w:rFonts w:cs="Arial"/>
                <w:color w:val="000000"/>
                <w:sz w:val="18"/>
                <w:szCs w:val="18"/>
              </w:rPr>
              <w:t xml:space="preserve"> ab dem Ersten des Monats der Inbetriebnahme der Anlage abgeschrieben. Bei gestaffelter Inbetriebnahme wird gestaffelt abgeschrieben.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B39F257" w14:textId="77777777" w:rsidR="004061F1" w:rsidRPr="00992026" w:rsidRDefault="004061F1" w:rsidP="00485188">
            <w:pPr>
              <w:autoSpaceDE w:val="0"/>
              <w:autoSpaceDN w:val="0"/>
              <w:adjustRightInd w:val="0"/>
              <w:spacing w:line="276" w:lineRule="auto"/>
              <w:rPr>
                <w:rFonts w:cs="Arial"/>
                <w:sz w:val="18"/>
                <w:szCs w:val="18"/>
              </w:rPr>
            </w:pPr>
          </w:p>
        </w:tc>
      </w:tr>
    </w:tbl>
    <w:p w14:paraId="5469F1D5" w14:textId="77777777" w:rsidR="00694E02" w:rsidRDefault="00694E02">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4061F1" w:rsidRPr="00992026" w14:paraId="72D58BDC" w14:textId="77777777" w:rsidTr="00694E0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AE00AF7" w14:textId="19A7C62A"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1186B0" w14:textId="77777777"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Anlagenabgrenzung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68E994"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5FCF5BE1" w14:textId="77777777" w:rsidTr="00694E02">
        <w:trPr>
          <w:trHeight w:val="60"/>
        </w:trPr>
        <w:sdt>
          <w:sdtPr>
            <w:rPr>
              <w:rFonts w:cs="Arial"/>
              <w:color w:val="000000"/>
              <w:sz w:val="18"/>
              <w:szCs w:val="18"/>
            </w:rPr>
            <w:id w:val="-467448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636080"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79BF6D"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Anlagen, die aus mehreren Teilen bestehen, sind nur dann als einzelne Anlage in der Anlagenbuchhaltung aufgenommen, wenn die Anlageteile nur gemeinsam genutzt und in der Regel nur gemeinsam ersetzt werden können.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9B1A9E3"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1B729469" w14:textId="77777777" w:rsidTr="00694E02">
        <w:trPr>
          <w:trHeight w:val="60"/>
        </w:trPr>
        <w:sdt>
          <w:sdtPr>
            <w:rPr>
              <w:rFonts w:cs="Arial"/>
              <w:color w:val="000000"/>
              <w:sz w:val="18"/>
              <w:szCs w:val="18"/>
            </w:rPr>
            <w:id w:val="-79097323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04AE97"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AAA742"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Investitionen in bestehende Sachanlagen, die den Markt- oder den Nutzwert nachhaltig erhöhen oder die Lebensdauer wesentlich verlängern, werden in der Anlagenbuchhaltung als eigenständige Anlagen geführt und separat abgeschrieben.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CDF3EA1"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229EA65F" w14:textId="77777777" w:rsidTr="00694E0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B4459B" w14:textId="77777777"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DF0D65" w14:textId="77777777"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Stammdatensatz pro Anlage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B11BD78"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62D897FE" w14:textId="77777777" w:rsidTr="00694E02">
        <w:trPr>
          <w:trHeight w:val="60"/>
        </w:trPr>
        <w:sdt>
          <w:sdtPr>
            <w:rPr>
              <w:rFonts w:cs="Arial"/>
              <w:color w:val="000000"/>
              <w:sz w:val="18"/>
              <w:szCs w:val="18"/>
            </w:rPr>
            <w:id w:val="151734648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B615511"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093CC0"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Stammdatensatz entspricht den Minimalanforderungen gemäss </w:t>
            </w:r>
            <w:r w:rsidRPr="00992026">
              <w:rPr>
                <w:rFonts w:cs="Arial"/>
                <w:color w:val="000000"/>
                <w:sz w:val="18"/>
                <w:szCs w:val="18"/>
              </w:rPr>
              <w:br/>
              <w:t>REKOLE</w:t>
            </w:r>
            <w:r w:rsidRPr="00992026">
              <w:rPr>
                <w:rFonts w:cs="Arial"/>
                <w:color w:val="000000"/>
                <w:sz w:val="18"/>
                <w:szCs w:val="18"/>
                <w:vertAlign w:val="superscript"/>
              </w:rPr>
              <w:t>®</w:t>
            </w:r>
            <w:r w:rsidRPr="00992026">
              <w:rPr>
                <w:rFonts w:cs="Arial"/>
                <w:color w:val="000000"/>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6C67D8"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0D67627B" w14:textId="77777777" w:rsidTr="00694E02">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4BD2E7" w14:textId="77777777"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E6A369" w14:textId="77777777" w:rsidR="004061F1" w:rsidRPr="00992026" w:rsidRDefault="004061F1"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Anlagekategorien und Ermittlung der Abschreibungsbasen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017D586"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5ABF95A2" w14:textId="77777777" w:rsidTr="00694E02">
        <w:trPr>
          <w:trHeight w:val="60"/>
        </w:trPr>
        <w:sdt>
          <w:sdtPr>
            <w:rPr>
              <w:rFonts w:cs="Arial"/>
              <w:color w:val="000000"/>
              <w:sz w:val="18"/>
              <w:szCs w:val="18"/>
            </w:rPr>
            <w:id w:val="-120772051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39B245"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A78D3A4"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Anlagen sind in die von REKOLE</w:t>
            </w:r>
            <w:r w:rsidRPr="00992026">
              <w:rPr>
                <w:rFonts w:cs="Arial"/>
                <w:color w:val="000000"/>
                <w:sz w:val="18"/>
                <w:szCs w:val="18"/>
                <w:vertAlign w:val="superscript"/>
              </w:rPr>
              <w:t>®</w:t>
            </w:r>
            <w:r w:rsidRPr="00992026">
              <w:rPr>
                <w:rFonts w:cs="Arial"/>
                <w:color w:val="000000"/>
                <w:sz w:val="18"/>
                <w:szCs w:val="18"/>
              </w:rPr>
              <w:t xml:space="preserve"> vorgesehenen Anlagekategorien gegliedert.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85BF47F"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5B2830EC" w14:textId="77777777" w:rsidTr="00694E02">
        <w:trPr>
          <w:trHeight w:val="60"/>
        </w:trPr>
        <w:sdt>
          <w:sdtPr>
            <w:rPr>
              <w:rFonts w:cs="Arial"/>
              <w:color w:val="000000"/>
              <w:sz w:val="18"/>
              <w:szCs w:val="18"/>
            </w:rPr>
            <w:id w:val="10878292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DC5E78"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20C34F"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Keine Anlagen unter dem VKL-Wert in der Anlagekategorie berücksichtigt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2F1A3DE" w14:textId="77777777" w:rsidR="004061F1" w:rsidRPr="00992026" w:rsidRDefault="004061F1" w:rsidP="00485188">
            <w:pPr>
              <w:autoSpaceDE w:val="0"/>
              <w:autoSpaceDN w:val="0"/>
              <w:adjustRightInd w:val="0"/>
              <w:spacing w:line="276" w:lineRule="auto"/>
              <w:rPr>
                <w:rFonts w:cs="Arial"/>
                <w:sz w:val="18"/>
                <w:szCs w:val="18"/>
              </w:rPr>
            </w:pPr>
          </w:p>
        </w:tc>
      </w:tr>
      <w:tr w:rsidR="004061F1" w:rsidRPr="00992026" w14:paraId="3E9BA614" w14:textId="77777777" w:rsidTr="00694E02">
        <w:trPr>
          <w:trHeight w:val="60"/>
        </w:trPr>
        <w:sdt>
          <w:sdtPr>
            <w:rPr>
              <w:rFonts w:cs="Arial"/>
              <w:color w:val="000000"/>
              <w:sz w:val="18"/>
              <w:szCs w:val="18"/>
            </w:rPr>
            <w:id w:val="-128812161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FE9AD32"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A61A60"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Aus der Abschreibungstabelle ist die Abschreibungsbasis für die kalkulatorischen Abschreibungen gemäss den im Handbuch REKOLE</w:t>
            </w:r>
            <w:r w:rsidRPr="00992026">
              <w:rPr>
                <w:rFonts w:cs="Arial"/>
                <w:color w:val="000000"/>
                <w:sz w:val="18"/>
                <w:szCs w:val="18"/>
                <w:vertAlign w:val="superscript"/>
              </w:rPr>
              <w:t>®</w:t>
            </w:r>
            <w:r w:rsidRPr="00992026">
              <w:rPr>
                <w:rFonts w:cs="Arial"/>
                <w:color w:val="000000"/>
                <w:sz w:val="18"/>
                <w:szCs w:val="18"/>
              </w:rPr>
              <w:t xml:space="preserve"> definierten Grundsätzen je Anlagekategorie ersichtlich und umgesetzt.</w:t>
            </w:r>
          </w:p>
          <w:p w14:paraId="294EAC18" w14:textId="77777777" w:rsidR="004061F1" w:rsidRPr="00992026" w:rsidRDefault="004061F1" w:rsidP="00485188">
            <w:pPr>
              <w:autoSpaceDE w:val="0"/>
              <w:autoSpaceDN w:val="0"/>
              <w:adjustRightInd w:val="0"/>
              <w:spacing w:line="276" w:lineRule="auto"/>
              <w:textAlignment w:val="center"/>
              <w:rPr>
                <w:rFonts w:cs="Arial"/>
                <w:color w:val="005496"/>
                <w:sz w:val="18"/>
                <w:szCs w:val="18"/>
              </w:rPr>
            </w:pPr>
          </w:p>
          <w:p w14:paraId="4A2CD8AE"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Hinweis: Der Nachweis der kalkulatorischen Abschreibungen für Anlagen der Anlagekategorie A1 – An, C1 und C2 muss zwingend nach REKOLE</w:t>
            </w:r>
            <w:r w:rsidRPr="00992026">
              <w:rPr>
                <w:rFonts w:cs="Arial"/>
                <w:caps/>
                <w:color w:val="005496"/>
                <w:sz w:val="18"/>
                <w:szCs w:val="18"/>
                <w:vertAlign w:val="superscript"/>
              </w:rPr>
              <w:t>®</w:t>
            </w:r>
            <w:r w:rsidRPr="00992026">
              <w:rPr>
                <w:rFonts w:cs="Arial"/>
                <w:color w:val="005496"/>
                <w:sz w:val="18"/>
                <w:szCs w:val="18"/>
              </w:rPr>
              <w:t xml:space="preserve"> und VKL vorhanden sein.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815B63" w14:textId="77777777" w:rsidR="004061F1" w:rsidRPr="00992026" w:rsidRDefault="004061F1" w:rsidP="00485188">
            <w:pPr>
              <w:autoSpaceDE w:val="0"/>
              <w:autoSpaceDN w:val="0"/>
              <w:adjustRightInd w:val="0"/>
              <w:spacing w:line="276" w:lineRule="auto"/>
              <w:rPr>
                <w:rFonts w:cs="Arial"/>
                <w:sz w:val="18"/>
                <w:szCs w:val="18"/>
              </w:rPr>
            </w:pPr>
          </w:p>
        </w:tc>
      </w:tr>
      <w:tr w:rsidR="009C2396" w:rsidRPr="00992026" w14:paraId="4C230C7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E8F2B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B382C9"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Ermittlung der Abschreibungsbasen für die kalkulatorischen Abschreibungen (Zusammenfassung)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CAD36F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9DA4AB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A2A7AB"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0734E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86077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49F652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671DF9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99BA721"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Ermittlung der kalkulatorischen Zinsen auf dem Anlagevermögen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3677FD1" w14:textId="77777777" w:rsidR="009C2396" w:rsidRPr="00992026" w:rsidRDefault="009C2396" w:rsidP="00485188">
            <w:pPr>
              <w:autoSpaceDE w:val="0"/>
              <w:autoSpaceDN w:val="0"/>
              <w:adjustRightInd w:val="0"/>
              <w:spacing w:line="276" w:lineRule="auto"/>
              <w:rPr>
                <w:rFonts w:cs="Arial"/>
                <w:sz w:val="18"/>
                <w:szCs w:val="18"/>
              </w:rPr>
            </w:pPr>
          </w:p>
        </w:tc>
      </w:tr>
      <w:tr w:rsidR="007D7CEA" w:rsidRPr="00992026" w14:paraId="3E08A47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F9005B" w14:textId="77777777" w:rsidR="007D7CEA" w:rsidRPr="00992026" w:rsidRDefault="007D7CEA" w:rsidP="00485188">
            <w:pPr>
              <w:autoSpaceDE w:val="0"/>
              <w:autoSpaceDN w:val="0"/>
              <w:adjustRightInd w:val="0"/>
              <w:spacing w:line="276" w:lineRule="auto"/>
              <w:textAlignment w:val="center"/>
              <w:rPr>
                <w:rFonts w:cs="Arial"/>
                <w:b/>
                <w:bCs/>
                <w:color w:val="000000"/>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8F85D0" w14:textId="77777777" w:rsidR="007D7CEA" w:rsidRPr="007D7CEA" w:rsidRDefault="007D7CEA" w:rsidP="00485188">
            <w:pPr>
              <w:autoSpaceDE w:val="0"/>
              <w:autoSpaceDN w:val="0"/>
              <w:adjustRightInd w:val="0"/>
              <w:spacing w:line="276" w:lineRule="auto"/>
              <w:textAlignment w:val="center"/>
              <w:rPr>
                <w:rFonts w:cs="Arial"/>
                <w:bCs/>
                <w:color w:val="000000"/>
                <w:sz w:val="18"/>
                <w:szCs w:val="18"/>
              </w:rPr>
            </w:pPr>
            <w:r w:rsidRPr="007D7CEA">
              <w:rPr>
                <w:rFonts w:cs="Arial"/>
                <w:bCs/>
                <w:color w:val="000000"/>
                <w:sz w:val="18"/>
                <w:szCs w:val="18"/>
              </w:rPr>
              <w:t>Siehe Kapitel 5 ff.</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0D65D7" w14:textId="77777777" w:rsidR="007D7CEA" w:rsidRPr="00992026" w:rsidRDefault="007D7CEA" w:rsidP="00485188">
            <w:pPr>
              <w:autoSpaceDE w:val="0"/>
              <w:autoSpaceDN w:val="0"/>
              <w:adjustRightInd w:val="0"/>
              <w:spacing w:line="276" w:lineRule="auto"/>
              <w:rPr>
                <w:rFonts w:cs="Arial"/>
                <w:sz w:val="18"/>
                <w:szCs w:val="18"/>
              </w:rPr>
            </w:pPr>
          </w:p>
        </w:tc>
      </w:tr>
      <w:tr w:rsidR="009C2396" w:rsidRPr="00992026" w14:paraId="497A2CD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C99A43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D3DED61"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VKL-relevante Anlagenutzungskosten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C897F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F46BCB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169BE7"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67D36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7269C4C"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BEFEB4C"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C29FA9"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73CE71"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Ermittlung der stationären OKP-relevanten Anlagenutzungskosten (ANK), als Teil der OKP-relevanten Kosten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C399CC"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3F3B87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E228154"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C82844"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5BD8DC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163F9A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F7C20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7.10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DAA35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Einbezug der Anlagenutzungskosten in die Relativgewichte (</w:t>
            </w:r>
            <w:proofErr w:type="spellStart"/>
            <w:r w:rsidRPr="00992026">
              <w:rPr>
                <w:rFonts w:cs="Arial"/>
                <w:b/>
                <w:bCs/>
                <w:color w:val="000000"/>
                <w:sz w:val="18"/>
                <w:szCs w:val="18"/>
              </w:rPr>
              <w:t>SwissDRG</w:t>
            </w:r>
            <w:proofErr w:type="spellEnd"/>
            <w:r w:rsidRPr="00992026">
              <w:rPr>
                <w:rFonts w:cs="Arial"/>
                <w:b/>
                <w:bCs/>
                <w:color w:val="000000"/>
                <w:sz w:val="18"/>
                <w:szCs w:val="18"/>
              </w:rPr>
              <w:t xml:space="preserve"> </w:t>
            </w:r>
            <w:proofErr w:type="spellStart"/>
            <w:r w:rsidRPr="00992026">
              <w:rPr>
                <w:rFonts w:cs="Arial"/>
                <w:b/>
                <w:bCs/>
                <w:color w:val="000000"/>
                <w:sz w:val="18"/>
                <w:szCs w:val="18"/>
              </w:rPr>
              <w:t>Grouper</w:t>
            </w:r>
            <w:proofErr w:type="spellEnd"/>
            <w:r w:rsidRPr="00992026">
              <w:rPr>
                <w:rFonts w:cs="Arial"/>
                <w:b/>
                <w:bCs/>
                <w:color w:val="000000"/>
                <w:sz w:val="18"/>
                <w:szCs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CB9079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AF74C1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6E3DEF"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4ADCB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E02C2C8" w14:textId="77777777" w:rsidR="009C2396" w:rsidRPr="00992026" w:rsidRDefault="009C2396" w:rsidP="00485188">
            <w:pPr>
              <w:autoSpaceDE w:val="0"/>
              <w:autoSpaceDN w:val="0"/>
              <w:adjustRightInd w:val="0"/>
              <w:spacing w:line="276" w:lineRule="auto"/>
              <w:rPr>
                <w:rFonts w:cs="Arial"/>
                <w:sz w:val="18"/>
                <w:szCs w:val="18"/>
              </w:rPr>
            </w:pPr>
          </w:p>
        </w:tc>
      </w:tr>
    </w:tbl>
    <w:p w14:paraId="3C301675" w14:textId="77777777" w:rsidR="009C2396" w:rsidRPr="00992026" w:rsidRDefault="009C2396" w:rsidP="00485188">
      <w:pPr>
        <w:spacing w:line="276" w:lineRule="auto"/>
      </w:pPr>
      <w:r w:rsidRPr="00992026">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63CDBC0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BDA4E23"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lastRenderedPageBreak/>
              <w:t>8</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0F46112"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Kostenstellenrechnung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5A3CA689"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0AB4185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6B3EFE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06443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Definitionen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B738B4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C0AD7F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157AE5"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18881E"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2ADA6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F878EF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0C4AD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9FFCC9"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Grundsätze der Kostenstellenstruktur</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DB18D5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6F3ECF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E850740"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741AD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355B1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A82A85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D7089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70C12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Verdichtungsmöglichkeiten der Kann-Kostenstellen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AEAF2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9522CD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181DAEA"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B828C3"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D008DF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4DE81F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90241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4C4EE8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Der Kostenstellenrahmen H+ als Muss-Ebene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1FF940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83AB890" w14:textId="77777777" w:rsidTr="009C2396">
        <w:trPr>
          <w:trHeight w:val="60"/>
        </w:trPr>
        <w:sdt>
          <w:sdtPr>
            <w:rPr>
              <w:rFonts w:cs="Arial"/>
              <w:color w:val="000000"/>
              <w:sz w:val="18"/>
              <w:szCs w:val="18"/>
            </w:rPr>
            <w:id w:val="-122551588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2DE8F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4FBAC1" w14:textId="77777777" w:rsidR="009C2396" w:rsidRPr="00992026" w:rsidRDefault="009C2396" w:rsidP="00485188">
            <w:pPr>
              <w:autoSpaceDE w:val="0"/>
              <w:autoSpaceDN w:val="0"/>
              <w:adjustRightInd w:val="0"/>
              <w:spacing w:line="276" w:lineRule="auto"/>
              <w:textAlignment w:val="center"/>
              <w:rPr>
                <w:rFonts w:cs="Arial"/>
                <w:color w:val="000000"/>
                <w:sz w:val="18"/>
                <w:szCs w:val="18"/>
                <w:vertAlign w:val="superscript"/>
              </w:rPr>
            </w:pPr>
            <w:r w:rsidRPr="00992026">
              <w:rPr>
                <w:rFonts w:cs="Arial"/>
                <w:color w:val="000000"/>
                <w:sz w:val="18"/>
                <w:szCs w:val="18"/>
              </w:rPr>
              <w:t>Überprüfung der minimalen Kostenstellengliederung gemäss REKOLE</w:t>
            </w:r>
            <w:r w:rsidRPr="00992026">
              <w:rPr>
                <w:rFonts w:cs="Arial"/>
                <w:color w:val="000000"/>
                <w:sz w:val="18"/>
                <w:szCs w:val="18"/>
                <w:vertAlign w:val="superscript"/>
              </w:rPr>
              <w:t>®</w:t>
            </w:r>
          </w:p>
          <w:p w14:paraId="68BC4239"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194562D2"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Hinweis: Von der Muss-Kostenstellenstruktur gemäss REKOLE</w:t>
            </w:r>
            <w:r w:rsidRPr="00992026">
              <w:rPr>
                <w:rFonts w:cs="Arial"/>
                <w:color w:val="005496"/>
                <w:sz w:val="18"/>
                <w:szCs w:val="18"/>
                <w:vertAlign w:val="superscript"/>
              </w:rPr>
              <w:t>®</w:t>
            </w:r>
            <w:r w:rsidRPr="00992026">
              <w:rPr>
                <w:rFonts w:cs="Arial"/>
                <w:color w:val="005496"/>
                <w:sz w:val="18"/>
                <w:szCs w:val="18"/>
              </w:rPr>
              <w:t xml:space="preserve"> darf nur abgewichen werden, wenn der beschriebene Inhalt der Muss-Kostenstellengruppe betrieblich nicht vorhanden ist (z. B. OP-Saal in einer psychiatrischen Klinik) bzw. die in dieser Muss-Kostenstelle umschriebene Leistung nicht erbracht wird (REK 05_021)</w:t>
            </w:r>
            <w:r w:rsidRPr="00992026">
              <w:rPr>
                <w:rFonts w:cs="Arial"/>
                <w:color w:val="000000"/>
                <w:sz w:val="18"/>
                <w:szCs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5ECCB2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6C5CCB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FC74FE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C50C70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Die Kostenstruktur einer Kostenstelle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F0324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99D9386" w14:textId="77777777" w:rsidTr="009C2396">
        <w:trPr>
          <w:trHeight w:val="60"/>
        </w:trPr>
        <w:sdt>
          <w:sdtPr>
            <w:rPr>
              <w:rFonts w:cs="Arial"/>
              <w:color w:val="000000"/>
              <w:sz w:val="18"/>
              <w:szCs w:val="18"/>
            </w:rPr>
            <w:id w:val="76719639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D4BA382"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CC84F3"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der minimalen Kostenstellenstruktur gemäss REKOLE</w:t>
            </w:r>
            <w:r w:rsidRPr="00992026">
              <w:rPr>
                <w:rFonts w:cs="Arial"/>
                <w:color w:val="000000"/>
                <w:sz w:val="18"/>
                <w:szCs w:val="18"/>
                <w:vertAlign w:val="superscript"/>
              </w:rPr>
              <w:t>®</w:t>
            </w:r>
            <w:r w:rsidRPr="00992026">
              <w:rPr>
                <w:rFonts w:cs="Arial"/>
                <w:color w:val="000000"/>
                <w:sz w:val="18"/>
                <w:szCs w:val="18"/>
              </w:rPr>
              <w:t xml:space="preserve"> (direkte, indirekte Kostenstellenkosten, Sekundärkosten)</w:t>
            </w:r>
          </w:p>
          <w:p w14:paraId="56152622" w14:textId="77777777" w:rsidR="00932459" w:rsidRDefault="00932459" w:rsidP="00485188">
            <w:pPr>
              <w:autoSpaceDE w:val="0"/>
              <w:autoSpaceDN w:val="0"/>
              <w:adjustRightInd w:val="0"/>
              <w:spacing w:line="276" w:lineRule="auto"/>
              <w:textAlignment w:val="center"/>
              <w:rPr>
                <w:rFonts w:cs="Arial"/>
                <w:color w:val="000000"/>
                <w:sz w:val="18"/>
                <w:szCs w:val="18"/>
              </w:rPr>
            </w:pPr>
          </w:p>
          <w:p w14:paraId="0464C79D" w14:textId="77777777" w:rsidR="00932459" w:rsidRPr="00992026" w:rsidRDefault="00932459" w:rsidP="00485188">
            <w:pPr>
              <w:autoSpaceDE w:val="0"/>
              <w:autoSpaceDN w:val="0"/>
              <w:adjustRightInd w:val="0"/>
              <w:spacing w:line="276" w:lineRule="auto"/>
              <w:textAlignment w:val="center"/>
              <w:rPr>
                <w:rFonts w:cs="Arial"/>
                <w:color w:val="000000"/>
                <w:sz w:val="18"/>
                <w:szCs w:val="18"/>
              </w:rPr>
            </w:pPr>
            <w:r w:rsidRPr="007D7CEA">
              <w:rPr>
                <w:rFonts w:cs="Arial"/>
                <w:color w:val="005496"/>
                <w:sz w:val="18"/>
                <w:szCs w:val="18"/>
              </w:rPr>
              <w:t>Hinweis: Personalvergünstigungen sind mindestens periodisch ermittelt und die Differenz zum Marktpreis wird verursachergerecht den entsprechenden Kostenstellen belastet.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94A7CAC"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44CEC52" w14:textId="77777777" w:rsidTr="009C2396">
        <w:trPr>
          <w:trHeight w:val="60"/>
        </w:trPr>
        <w:sdt>
          <w:sdtPr>
            <w:rPr>
              <w:rFonts w:cs="Arial"/>
              <w:color w:val="000000"/>
              <w:sz w:val="18"/>
              <w:szCs w:val="18"/>
            </w:rPr>
            <w:id w:val="26056665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D3148A2"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BC373C" w14:textId="77777777" w:rsidR="009C2396" w:rsidRPr="00AB5529" w:rsidRDefault="009C2396" w:rsidP="00AB5529">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der innerbetrieblichen Leistungen hinsichtlich</w:t>
            </w:r>
            <w:r w:rsidR="00932459">
              <w:rPr>
                <w:rFonts w:cs="Arial"/>
                <w:color w:val="000000"/>
                <w:sz w:val="18"/>
                <w:szCs w:val="18"/>
              </w:rPr>
              <w:t xml:space="preserve"> </w:t>
            </w:r>
            <w:r w:rsidRPr="00992026">
              <w:rPr>
                <w:rFonts w:cs="Arial"/>
                <w:color w:val="000000"/>
                <w:sz w:val="18"/>
                <w:szCs w:val="18"/>
              </w:rPr>
              <w:t>verursachergerechter Verteilung auf die hergestellten und verkauften Dienstleistungen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9FBE1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79E777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12EFD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86D94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Inhalt und Form der Muss-Kostenstellen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4B378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64DDC28" w14:textId="77777777" w:rsidTr="009C2396">
        <w:trPr>
          <w:trHeight w:val="60"/>
        </w:trPr>
        <w:sdt>
          <w:sdtPr>
            <w:rPr>
              <w:rFonts w:cs="Arial"/>
              <w:color w:val="000000"/>
              <w:sz w:val="18"/>
              <w:szCs w:val="18"/>
            </w:rPr>
            <w:id w:val="-183352353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58B00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66843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Dokumentation der Inhalte der Muss-Kostenstellen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5EB133C"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2384E5D" w14:textId="77777777" w:rsidTr="009C2396">
        <w:trPr>
          <w:trHeight w:val="60"/>
        </w:trPr>
        <w:sdt>
          <w:sdtPr>
            <w:rPr>
              <w:rFonts w:cs="Arial"/>
              <w:color w:val="000000"/>
              <w:sz w:val="18"/>
              <w:szCs w:val="18"/>
            </w:rPr>
            <w:id w:val="32424398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03D20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19C6AA6"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Sicherstellung der Verdichtung der Kann-Kostenstellen auf die Muss-Kostenstellen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8B4269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EF00281" w14:textId="77777777" w:rsidTr="009C2396">
        <w:trPr>
          <w:trHeight w:val="60"/>
        </w:trPr>
        <w:sdt>
          <w:sdtPr>
            <w:rPr>
              <w:rFonts w:cs="Arial"/>
              <w:color w:val="000000"/>
              <w:sz w:val="18"/>
              <w:szCs w:val="18"/>
            </w:rPr>
            <w:id w:val="-177777947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522F66A"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5415E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Korrekte Zuordnung der Kosten auf die jeweiligen Kostenblöcke (</w:t>
            </w:r>
            <w:r w:rsidRPr="00992026">
              <w:rPr>
                <w:rFonts w:cs="Arial"/>
                <w:color w:val="000000"/>
                <w:sz w:val="18"/>
                <w:szCs w:val="18"/>
              </w:rPr>
              <w:sym w:font="Wingdings" w:char="F0E0"/>
            </w:r>
            <w:r w:rsidRPr="00992026">
              <w:rPr>
                <w:rFonts w:cs="Arial"/>
                <w:color w:val="000000"/>
                <w:sz w:val="18"/>
                <w:szCs w:val="18"/>
              </w:rPr>
              <w:t xml:space="preserve"> separater Ausweis der Anlagenutzungskosten)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9DA18A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B8BBDF8" w14:textId="77777777" w:rsidTr="009C2396">
        <w:trPr>
          <w:trHeight w:val="60"/>
        </w:trPr>
        <w:sdt>
          <w:sdtPr>
            <w:rPr>
              <w:rFonts w:cs="Arial"/>
              <w:color w:val="000000"/>
              <w:sz w:val="18"/>
              <w:szCs w:val="18"/>
            </w:rPr>
            <w:id w:val="-107358522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89CC7CE"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AA2BD6"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Leistungen sind den korrekten Leistungsblöcken zugeteilt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60904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92389E9" w14:textId="77777777" w:rsidTr="009C2396">
        <w:trPr>
          <w:trHeight w:val="60"/>
        </w:trPr>
        <w:sdt>
          <w:sdtPr>
            <w:rPr>
              <w:rFonts w:cs="Arial"/>
              <w:color w:val="000000"/>
              <w:sz w:val="18"/>
              <w:szCs w:val="18"/>
            </w:rPr>
            <w:id w:val="181559472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03CC8E"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CB27E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Verrechnung der Kosten und Leistungen entsprechen mindestens der Minimalvariante gemäss REKOLE</w:t>
            </w:r>
            <w:r w:rsidRPr="00992026">
              <w:rPr>
                <w:rFonts w:cs="Arial"/>
                <w:color w:val="000000"/>
                <w:sz w:val="18"/>
                <w:szCs w:val="18"/>
                <w:vertAlign w:val="superscript"/>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C7556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49302EE" w14:textId="77777777" w:rsidTr="009C2396">
        <w:trPr>
          <w:trHeight w:val="60"/>
        </w:trPr>
        <w:sdt>
          <w:sdtPr>
            <w:rPr>
              <w:rFonts w:cs="Arial"/>
              <w:color w:val="000000"/>
              <w:sz w:val="18"/>
              <w:szCs w:val="18"/>
            </w:rPr>
            <w:id w:val="153662642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6E8C69"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0D46AE"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Bezugsgrössen und Leistungsmengen sind aktualisiert und korrekt im System hinterlegt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F5D2CF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B1E60DC" w14:textId="77777777" w:rsidTr="009C2396">
        <w:trPr>
          <w:trHeight w:val="60"/>
        </w:trPr>
        <w:sdt>
          <w:sdtPr>
            <w:rPr>
              <w:rFonts w:cs="Arial"/>
              <w:color w:val="000000"/>
              <w:sz w:val="18"/>
              <w:szCs w:val="18"/>
            </w:rPr>
            <w:id w:val="-26577339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E44067"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D875E05"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Kostensatzabrechnung wird korrekt mindestens gemäss der Minimalvariante angewendet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D2EE54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1BDADD0" w14:textId="77777777" w:rsidTr="009C2396">
        <w:trPr>
          <w:trHeight w:val="60"/>
        </w:trPr>
        <w:sdt>
          <w:sdtPr>
            <w:rPr>
              <w:rFonts w:cs="Arial"/>
              <w:color w:val="000000"/>
              <w:sz w:val="18"/>
              <w:szCs w:val="18"/>
            </w:rPr>
            <w:id w:val="175986917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77694C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35E99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Empfänger der Verrechnung stimmen mit den Minimalvorgaben der Muss-Kostenstellen überein.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E4E025D" w14:textId="77777777" w:rsidR="009C2396" w:rsidRPr="00992026" w:rsidRDefault="009C2396" w:rsidP="00485188">
            <w:pPr>
              <w:autoSpaceDE w:val="0"/>
              <w:autoSpaceDN w:val="0"/>
              <w:adjustRightInd w:val="0"/>
              <w:spacing w:line="276" w:lineRule="auto"/>
              <w:rPr>
                <w:rFonts w:cs="Arial"/>
                <w:sz w:val="18"/>
                <w:szCs w:val="18"/>
              </w:rPr>
            </w:pPr>
          </w:p>
        </w:tc>
      </w:tr>
    </w:tbl>
    <w:p w14:paraId="34C1BA23" w14:textId="77777777" w:rsidR="00AB5529" w:rsidRDefault="00AB5529">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535F2331" w14:textId="77777777" w:rsidTr="00992026">
        <w:trPr>
          <w:trHeight w:val="191"/>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70EA5B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lastRenderedPageBreak/>
              <w:t>8.7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F703AA"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Eigenständige Betriebe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54697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ACB150D" w14:textId="77777777" w:rsidTr="009C2396">
        <w:trPr>
          <w:trHeight w:val="60"/>
        </w:trPr>
        <w:sdt>
          <w:sdtPr>
            <w:rPr>
              <w:rFonts w:cs="Arial"/>
              <w:color w:val="000000"/>
              <w:sz w:val="18"/>
              <w:szCs w:val="18"/>
            </w:rPr>
            <w:id w:val="-42743458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3D5FFA6"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BD258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Wenn die Institution eigenständige Betriebe führt: </w:t>
            </w:r>
            <w:r w:rsidRPr="00992026">
              <w:rPr>
                <w:rFonts w:cs="Arial"/>
                <w:color w:val="000000"/>
                <w:sz w:val="18"/>
                <w:szCs w:val="18"/>
              </w:rPr>
              <w:br/>
              <w:t>Überprüfung: Diese definierten Leistungsbereiche werden in der Kostenrechnung als eigenständige Betriebe geführt.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A56461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3A01209"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F37EE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57014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Zusammenfassung der Verrechnungsmethodik</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FD82F6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05273F9" w14:textId="77777777" w:rsidTr="009C2396">
        <w:trPr>
          <w:trHeight w:val="17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EE0A7FA"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B991151"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A3A0EB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99EBF9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637B87F"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ADE45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Handhabung der Deckungsdifferenzen der Kostenstellen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1CA2C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4DE375F" w14:textId="77777777" w:rsidTr="009C2396">
        <w:trPr>
          <w:trHeight w:val="60"/>
        </w:trPr>
        <w:sdt>
          <w:sdtPr>
            <w:rPr>
              <w:rFonts w:cs="Arial"/>
              <w:color w:val="000000"/>
              <w:sz w:val="18"/>
              <w:szCs w:val="18"/>
            </w:rPr>
            <w:id w:val="122071123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A279B34"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79F3F4"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Sofern das Spital eine Normalkostenrechnung führt: Die Deckungsdifferenzen werden mindestens pro Kostenstelle ermittelt.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D90BE3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F2905F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BFF06D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8.10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B70D7A"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Der Kostenstellenausweis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8CB5D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CC170D5" w14:textId="77777777" w:rsidTr="009C2396">
        <w:trPr>
          <w:trHeight w:val="60"/>
        </w:trPr>
        <w:sdt>
          <w:sdtPr>
            <w:rPr>
              <w:rFonts w:cs="Arial"/>
              <w:color w:val="000000"/>
              <w:sz w:val="18"/>
              <w:szCs w:val="18"/>
            </w:rPr>
            <w:id w:val="75802487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D6E783"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7C866D"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Der Kostenstellenausweis enthält mindestens die im Handbuch </w:t>
            </w:r>
            <w:r w:rsidRPr="00992026">
              <w:rPr>
                <w:rFonts w:cs="Arial"/>
                <w:color w:val="000000"/>
                <w:sz w:val="18"/>
                <w:szCs w:val="18"/>
              </w:rPr>
              <w:br/>
              <w:t>REKOLE</w:t>
            </w:r>
            <w:r w:rsidRPr="00992026">
              <w:rPr>
                <w:rFonts w:cs="Arial"/>
                <w:color w:val="000000"/>
                <w:sz w:val="18"/>
                <w:szCs w:val="18"/>
                <w:vertAlign w:val="superscript"/>
              </w:rPr>
              <w:t>®</w:t>
            </w:r>
            <w:r w:rsidRPr="00992026">
              <w:rPr>
                <w:rFonts w:cs="Arial"/>
                <w:color w:val="000000"/>
                <w:sz w:val="18"/>
                <w:szCs w:val="18"/>
              </w:rPr>
              <w:t xml:space="preserve"> geforderten Elemente.</w:t>
            </w:r>
          </w:p>
          <w:p w14:paraId="423DC490"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56AA8E4B" w14:textId="77777777" w:rsidR="009C2396" w:rsidRDefault="009C2396" w:rsidP="00485188">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Hinweis: Bestehen die Muss-Kostenstellen aus einer Aggregation bzw. Verdichtung von Kann-Kostenstellen mit unterschiedlichen Bezugsgrössen, so sind im Kostenstellen- und Kostenträgerausweis die entsprechenden Felder «Kostensatz» und «Menge» leer zu lassen (REK 10_011).</w:t>
            </w:r>
          </w:p>
          <w:p w14:paraId="6821C61C" w14:textId="77777777" w:rsidR="007D7CEA" w:rsidRDefault="007D7CEA" w:rsidP="00485188">
            <w:pPr>
              <w:autoSpaceDE w:val="0"/>
              <w:autoSpaceDN w:val="0"/>
              <w:adjustRightInd w:val="0"/>
              <w:spacing w:line="276" w:lineRule="auto"/>
              <w:textAlignment w:val="center"/>
              <w:rPr>
                <w:rFonts w:cs="Arial"/>
                <w:color w:val="005496"/>
                <w:sz w:val="18"/>
                <w:szCs w:val="18"/>
              </w:rPr>
            </w:pPr>
          </w:p>
          <w:p w14:paraId="72BA0B77" w14:textId="77777777" w:rsidR="007D7CEA" w:rsidRPr="00992026" w:rsidRDefault="007D7CEA" w:rsidP="007D7CEA">
            <w:pPr>
              <w:autoSpaceDE w:val="0"/>
              <w:autoSpaceDN w:val="0"/>
              <w:adjustRightInd w:val="0"/>
              <w:spacing w:line="276" w:lineRule="auto"/>
              <w:textAlignment w:val="center"/>
              <w:rPr>
                <w:rFonts w:cs="Arial"/>
                <w:color w:val="000000"/>
                <w:sz w:val="18"/>
                <w:szCs w:val="18"/>
              </w:rPr>
            </w:pPr>
            <w:r w:rsidRPr="007D7CEA">
              <w:rPr>
                <w:rFonts w:cs="Arial"/>
                <w:color w:val="005496"/>
                <w:sz w:val="18"/>
                <w:szCs w:val="18"/>
              </w:rPr>
              <w:t>Die Informationen können auch aus mehreren Quellen zusammengetragen werden.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56D8A0" w14:textId="77777777" w:rsidR="009C2396" w:rsidRPr="00992026" w:rsidRDefault="009C2396" w:rsidP="00485188">
            <w:pPr>
              <w:autoSpaceDE w:val="0"/>
              <w:autoSpaceDN w:val="0"/>
              <w:adjustRightInd w:val="0"/>
              <w:spacing w:line="276" w:lineRule="auto"/>
              <w:rPr>
                <w:rFonts w:cs="Arial"/>
                <w:sz w:val="18"/>
                <w:szCs w:val="18"/>
              </w:rPr>
            </w:pPr>
          </w:p>
        </w:tc>
      </w:tr>
      <w:tr w:rsidR="004061F1" w:rsidRPr="00992026" w14:paraId="6FA06F5B" w14:textId="77777777" w:rsidTr="009C2396">
        <w:trPr>
          <w:trHeight w:val="60"/>
        </w:trPr>
        <w:sdt>
          <w:sdtPr>
            <w:rPr>
              <w:rFonts w:cs="Arial"/>
              <w:color w:val="000000"/>
              <w:sz w:val="18"/>
              <w:szCs w:val="18"/>
            </w:rPr>
            <w:id w:val="-163763648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41254C7" w14:textId="77777777" w:rsidR="004061F1" w:rsidRDefault="004061F1" w:rsidP="00485188">
                <w:pPr>
                  <w:autoSpaceDE w:val="0"/>
                  <w:autoSpaceDN w:val="0"/>
                  <w:adjustRightInd w:val="0"/>
                  <w:spacing w:line="276" w:lineRule="auto"/>
                  <w:textAlignment w:val="center"/>
                  <w:rPr>
                    <w:rFonts w:ascii="MS Gothic" w:eastAsia="MS Gothic" w:hAnsi="MS Gothic"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E4B0F04" w14:textId="77777777" w:rsidR="004061F1" w:rsidRDefault="004061F1" w:rsidP="00485188">
            <w:pPr>
              <w:autoSpaceDE w:val="0"/>
              <w:autoSpaceDN w:val="0"/>
              <w:adjustRightInd w:val="0"/>
              <w:spacing w:line="276" w:lineRule="auto"/>
              <w:textAlignment w:val="center"/>
              <w:rPr>
                <w:rFonts w:cs="Arial"/>
                <w:color w:val="000000"/>
                <w:sz w:val="18"/>
                <w:szCs w:val="18"/>
              </w:rPr>
            </w:pPr>
            <w:r>
              <w:rPr>
                <w:rFonts w:cs="Arial"/>
                <w:color w:val="000000"/>
                <w:sz w:val="18"/>
                <w:szCs w:val="18"/>
              </w:rPr>
              <w:t xml:space="preserve">Überprüfung: Das Bruttoprinzip auf KST-Basis (dienstleistende und leistungserbringende KST) wird eingehalten. </w:t>
            </w:r>
          </w:p>
          <w:p w14:paraId="408BD330" w14:textId="77777777" w:rsidR="007D7CEA" w:rsidRDefault="007D7CEA" w:rsidP="00485188">
            <w:pPr>
              <w:autoSpaceDE w:val="0"/>
              <w:autoSpaceDN w:val="0"/>
              <w:adjustRightInd w:val="0"/>
              <w:spacing w:line="276" w:lineRule="auto"/>
              <w:textAlignment w:val="center"/>
              <w:rPr>
                <w:rFonts w:eastAsia="TheMix-HP3Lig" w:cs="Arial"/>
                <w:sz w:val="18"/>
                <w:szCs w:val="18"/>
              </w:rPr>
            </w:pPr>
          </w:p>
          <w:p w14:paraId="4F319DE5" w14:textId="77777777" w:rsidR="004061F1" w:rsidRPr="00992026" w:rsidRDefault="004061F1" w:rsidP="00485188">
            <w:pPr>
              <w:autoSpaceDE w:val="0"/>
              <w:autoSpaceDN w:val="0"/>
              <w:adjustRightInd w:val="0"/>
              <w:spacing w:line="276" w:lineRule="auto"/>
              <w:textAlignment w:val="center"/>
              <w:rPr>
                <w:rFonts w:cs="Arial"/>
                <w:color w:val="000000"/>
                <w:sz w:val="18"/>
                <w:szCs w:val="18"/>
              </w:rPr>
            </w:pPr>
            <w:r w:rsidRPr="007D7CEA">
              <w:rPr>
                <w:rFonts w:cs="Arial"/>
                <w:color w:val="005496"/>
                <w:sz w:val="18"/>
                <w:szCs w:val="18"/>
              </w:rPr>
              <w:t>Hinweis: Das Bruttoprinz</w:t>
            </w:r>
            <w:r w:rsidR="00CB20BA">
              <w:rPr>
                <w:rFonts w:cs="Arial"/>
                <w:color w:val="005496"/>
                <w:sz w:val="18"/>
                <w:szCs w:val="18"/>
              </w:rPr>
              <w:t xml:space="preserve">ip ist eingehalten, wenn keine </w:t>
            </w:r>
            <w:r w:rsidRPr="007D7CEA">
              <w:rPr>
                <w:rFonts w:cs="Arial"/>
                <w:color w:val="005496"/>
                <w:sz w:val="18"/>
                <w:szCs w:val="18"/>
              </w:rPr>
              <w:t>Ertragsbuchungen aus Margengeschäften auf KST-Basis erfolgen. Ausgenommen davon sind die Nebenbetriebe und als KST geführte Aufträge.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D8342A4" w14:textId="77777777" w:rsidR="004061F1" w:rsidRPr="00992026" w:rsidRDefault="004061F1" w:rsidP="00485188">
            <w:pPr>
              <w:autoSpaceDE w:val="0"/>
              <w:autoSpaceDN w:val="0"/>
              <w:adjustRightInd w:val="0"/>
              <w:spacing w:line="276" w:lineRule="auto"/>
              <w:rPr>
                <w:rFonts w:cs="Arial"/>
                <w:sz w:val="18"/>
                <w:szCs w:val="18"/>
              </w:rPr>
            </w:pPr>
          </w:p>
        </w:tc>
      </w:tr>
      <w:tr w:rsidR="009C2396" w:rsidRPr="00992026" w14:paraId="5F26652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501C974C"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9</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3E50E41"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Kostenträgerrechnung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3560D70A"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230A753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04B20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2DF32F"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Fallabhängige Leistungsgruppe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7D7209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289FDC3" w14:textId="77777777" w:rsidTr="009C2396">
        <w:trPr>
          <w:trHeight w:val="60"/>
        </w:trPr>
        <w:sdt>
          <w:sdtPr>
            <w:rPr>
              <w:rFonts w:cs="Arial"/>
              <w:color w:val="000000"/>
              <w:sz w:val="18"/>
              <w:szCs w:val="18"/>
            </w:rPr>
            <w:id w:val="-117841931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3F541C"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F8A988E"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fallabhängigen Leistungen (einzelne Bewertung jedes einzelnen administrativen Falls) werden allesamt mit einem Behandlungsbeginn und einem Behandlungsende einer Leistungsgruppe zugeordnet.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0B460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6B6EDEE"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2D91AC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DE4FE5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Fallunabhängige Leistungsgruppe (FUL)</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4FF06D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4FA583A" w14:textId="77777777" w:rsidTr="009C2396">
        <w:trPr>
          <w:trHeight w:val="60"/>
        </w:trPr>
        <w:sdt>
          <w:sdtPr>
            <w:rPr>
              <w:rFonts w:cs="Arial"/>
              <w:color w:val="000000"/>
              <w:sz w:val="18"/>
              <w:szCs w:val="18"/>
            </w:rPr>
            <w:id w:val="-176768421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D28C4A"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5CE20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fallunabhängigen Leistungen werden allesamt einer Leistungsgruppe zugeordnet.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057022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0E9811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177C9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14812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Der administrative Fall</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8AC9C0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09F13FB" w14:textId="77777777" w:rsidTr="009C2396">
        <w:trPr>
          <w:trHeight w:val="60"/>
        </w:trPr>
        <w:sdt>
          <w:sdtPr>
            <w:rPr>
              <w:rFonts w:cs="Arial"/>
              <w:color w:val="000000"/>
              <w:sz w:val="18"/>
              <w:szCs w:val="18"/>
            </w:rPr>
            <w:id w:val="-138771066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0B42E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134E93"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Der administrative Fall ist die kleinste </w:t>
            </w:r>
            <w:proofErr w:type="spellStart"/>
            <w:r w:rsidRPr="00992026">
              <w:rPr>
                <w:rFonts w:cs="Arial"/>
                <w:color w:val="000000"/>
                <w:sz w:val="18"/>
                <w:szCs w:val="18"/>
              </w:rPr>
              <w:t>bebuchbare</w:t>
            </w:r>
            <w:proofErr w:type="spellEnd"/>
            <w:r w:rsidRPr="00992026">
              <w:rPr>
                <w:rFonts w:cs="Arial"/>
                <w:color w:val="000000"/>
                <w:sz w:val="18"/>
                <w:szCs w:val="18"/>
              </w:rPr>
              <w:t xml:space="preserve"> Einheit.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FBA140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A9170B0" w14:textId="77777777" w:rsidTr="009C2396">
        <w:trPr>
          <w:trHeight w:val="124"/>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CE57BB"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0868B7"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Aufgaben des administrativen Falls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1A60EC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6BD005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9CD099"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2FB746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3AE09D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8E0CD9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C38F2F"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858B5A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Abgrenzung des administrativen Falls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3E58C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87AF741"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33B1681"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DB431B"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2AA408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D1999D2" w14:textId="77777777" w:rsidTr="009C2396">
        <w:trPr>
          <w:trHeight w:val="132"/>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6C3B8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334656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Beziehungen zwischen den Fallarten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C225B6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5880A75"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A2EDC7D"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CD810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0DBA65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471752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F05E83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0AB8623"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Regelwerk des administrativen Falls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F45D10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34ED2F0" w14:textId="77777777" w:rsidTr="009C2396">
        <w:trPr>
          <w:trHeight w:val="60"/>
        </w:trPr>
        <w:sdt>
          <w:sdtPr>
            <w:rPr>
              <w:rFonts w:cs="Arial"/>
              <w:color w:val="000000"/>
              <w:sz w:val="18"/>
              <w:szCs w:val="18"/>
            </w:rPr>
            <w:id w:val="1378585366"/>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FA8310F"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26EE8C3"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angewendete Falldefinition entspricht dem Regelwerk des administrativen Falls, insbesondere</w:t>
            </w:r>
          </w:p>
          <w:p w14:paraId="03E4524A"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entsprechen Behandlungsbeginn und Behandlungsende im stationären Bereich dem physischen Ein- und Austritt</w:t>
            </w:r>
          </w:p>
          <w:p w14:paraId="6935A55D"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wird für Neugeborene (bis 1. Monat) und Säuglinge (ab 1. Monat bis 1. Jahr) – gesund oder krank – ein separater Fall eröffnet</w:t>
            </w:r>
          </w:p>
          <w:p w14:paraId="4A15E1BD"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 xml:space="preserve">entsprechen Behandlungsbeginn und Behandlungsende im ambulanten Bereich </w:t>
            </w:r>
            <w:r w:rsidR="00CE64F3">
              <w:rPr>
                <w:rFonts w:cs="Arial"/>
                <w:color w:val="000000"/>
                <w:sz w:val="18"/>
                <w:szCs w:val="18"/>
              </w:rPr>
              <w:t xml:space="preserve">(inkl. telefonische Beratungen) </w:t>
            </w:r>
            <w:r w:rsidRPr="00992026">
              <w:rPr>
                <w:rFonts w:cs="Arial"/>
                <w:color w:val="000000"/>
                <w:sz w:val="18"/>
                <w:szCs w:val="18"/>
              </w:rPr>
              <w:t>den Vorgaben gemäss REKOLE</w:t>
            </w:r>
            <w:r w:rsidRPr="00992026">
              <w:rPr>
                <w:rFonts w:cs="Arial"/>
                <w:color w:val="000000"/>
                <w:sz w:val="18"/>
                <w:szCs w:val="18"/>
                <w:vertAlign w:val="superscript"/>
              </w:rPr>
              <w:t>®</w:t>
            </w:r>
          </w:p>
          <w:p w14:paraId="4481DA4A"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ist sichergestellt, dass ein Wechsel der Versicherungsart während eines Spitalaufenthalts nicht zu einem neuen administrativen Fall führt</w:t>
            </w:r>
          </w:p>
          <w:p w14:paraId="44A01F6D"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ist sichergestellt, dass eine interne Verlegung aus organisatorischen oder aus diagnosebezogenen Gründen in eine andere Abteilung nicht zu einem neuen administrativen Fall führt</w:t>
            </w:r>
          </w:p>
          <w:p w14:paraId="4DE26A92"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ist sichergestellt, dass am Ende des Betriebsjahres keine noch nicht abgeschlossenen Fälle geschlossen und anfangs Jahr neu eröffnet werden</w:t>
            </w:r>
          </w:p>
          <w:p w14:paraId="1C2D07C6" w14:textId="5EAF74F2" w:rsidR="00184E8B" w:rsidRPr="00184E8B" w:rsidRDefault="00184E8B"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sz w:val="18"/>
                <w:szCs w:val="18"/>
              </w:rPr>
            </w:pPr>
            <w:r>
              <w:rPr>
                <w:rFonts w:cs="Arial"/>
                <w:color w:val="000000"/>
                <w:sz w:val="18"/>
                <w:szCs w:val="18"/>
              </w:rPr>
              <w:t>w</w:t>
            </w:r>
            <w:r w:rsidRPr="00184E8B">
              <w:rPr>
                <w:rFonts w:cs="Arial"/>
                <w:color w:val="000000"/>
                <w:sz w:val="18"/>
                <w:szCs w:val="18"/>
              </w:rPr>
              <w:t xml:space="preserve">erden bei einem Wiedereintritt wegen Verlegung innert 24 Stunden ohne Bettenbelegung um Mitternacht im Verlegungsspital (für die Rehabilitationskliniken: innerhalb von 14 Tagen bis zum 31.12.2021 und von 18 Tagen ab dem 1.1.2022)? die Leistungen, Kosten und Erlöse auf dem gleichen administrativen Fall weitergeführt? </w:t>
            </w:r>
          </w:p>
          <w:p w14:paraId="35D161C0" w14:textId="5A5A4FFC" w:rsidR="00184E8B" w:rsidRDefault="00184E8B"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Pr>
                <w:rFonts w:cs="Arial"/>
                <w:color w:val="000000"/>
                <w:sz w:val="18"/>
                <w:szCs w:val="18"/>
              </w:rPr>
              <w:t>w</w:t>
            </w:r>
            <w:r w:rsidRPr="00184E8B">
              <w:rPr>
                <w:rFonts w:cs="Arial"/>
                <w:color w:val="000000"/>
                <w:sz w:val="18"/>
                <w:szCs w:val="18"/>
              </w:rPr>
              <w:t xml:space="preserve">ird ein neuer administrativer Fall eröffnet, wenn der Patient erst nach einer Zeitspanne von 24 Stunden oder innerhalb von 24 Stunden, jedoch mit Bettenbelegung um Mitternacht im Verlegungsspital zurück kehrt (für die Rehabilitationskliniken: innerhalb von 14 Tagen bis zum 31.12.2021 und von 18 Tagen ab dem 1.1.2022)? </w:t>
            </w:r>
          </w:p>
          <w:p w14:paraId="7D04127F" w14:textId="33F0BEB8"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 xml:space="preserve">wird ein neuer administrativer Fall eröffnet, wenn der Patient </w:t>
            </w:r>
            <w:proofErr w:type="spellStart"/>
            <w:r w:rsidRPr="00992026">
              <w:rPr>
                <w:rFonts w:cs="Arial"/>
                <w:color w:val="000000"/>
                <w:sz w:val="18"/>
                <w:szCs w:val="18"/>
              </w:rPr>
              <w:t>rehospitalisiert</w:t>
            </w:r>
            <w:proofErr w:type="spellEnd"/>
            <w:r w:rsidRPr="00992026">
              <w:rPr>
                <w:rFonts w:cs="Arial"/>
                <w:color w:val="000000"/>
                <w:sz w:val="18"/>
                <w:szCs w:val="18"/>
              </w:rPr>
              <w:t xml:space="preserve"> wird, nachdem er das Spital verlassen hat</w:t>
            </w:r>
          </w:p>
          <w:p w14:paraId="20468D64"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ist sichergestellt, dass für einen sich in Urlaub befindenden Patienten kein neuer administrativer Fall eröffnet wird</w:t>
            </w:r>
          </w:p>
          <w:p w14:paraId="4DAAFFE2" w14:textId="77777777" w:rsidR="009C2396" w:rsidRPr="00992026" w:rsidRDefault="009C2396" w:rsidP="00485188">
            <w:pPr>
              <w:pStyle w:val="Listenabsatz"/>
              <w:numPr>
                <w:ilvl w:val="0"/>
                <w:numId w:val="24"/>
              </w:numPr>
              <w:tabs>
                <w:tab w:val="left" w:pos="210"/>
              </w:tabs>
              <w:autoSpaceDE w:val="0"/>
              <w:autoSpaceDN w:val="0"/>
              <w:adjustRightInd w:val="0"/>
              <w:spacing w:line="276" w:lineRule="auto"/>
              <w:ind w:left="210" w:hanging="219"/>
              <w:jc w:val="both"/>
              <w:textAlignment w:val="center"/>
              <w:rPr>
                <w:rFonts w:cs="Arial"/>
                <w:color w:val="000000"/>
                <w:sz w:val="18"/>
                <w:szCs w:val="18"/>
              </w:rPr>
            </w:pPr>
            <w:r w:rsidRPr="00992026">
              <w:rPr>
                <w:rFonts w:cs="Arial"/>
                <w:color w:val="000000"/>
                <w:sz w:val="18"/>
                <w:szCs w:val="18"/>
              </w:rPr>
              <w:t xml:space="preserve">wird für Patienten ein neuer administrativer Fall eröffnet, wenn die Akutbedürftigkeit eines Patienten nicht mehr gegeben ist und er beispielsweise in </w:t>
            </w:r>
            <w:r w:rsidRPr="00992026">
              <w:rPr>
                <w:rFonts w:cs="Arial"/>
                <w:color w:val="000000"/>
                <w:sz w:val="18"/>
                <w:szCs w:val="18"/>
              </w:rPr>
              <w:lastRenderedPageBreak/>
              <w:t>eine Langzeitabteilung oder ein Pflegeheim verlegt wird</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42750A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AA8E4B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CA5E8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C9942E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Kostenträgerausweis des administrativen Falls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A853E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2CAD6FF" w14:textId="77777777" w:rsidTr="009C2396">
        <w:trPr>
          <w:trHeight w:val="60"/>
        </w:trPr>
        <w:sdt>
          <w:sdtPr>
            <w:rPr>
              <w:rFonts w:cs="Arial"/>
              <w:color w:val="000000"/>
              <w:sz w:val="18"/>
              <w:szCs w:val="18"/>
            </w:rPr>
            <w:id w:val="43794987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5A5795"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DEBD95"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Der Kostenträgerausweis enthält mindestens die im Handbuch </w:t>
            </w:r>
            <w:r w:rsidRPr="00992026">
              <w:rPr>
                <w:rFonts w:cs="Arial"/>
                <w:color w:val="000000"/>
                <w:sz w:val="18"/>
                <w:szCs w:val="18"/>
              </w:rPr>
              <w:br/>
              <w:t>REKOLE</w:t>
            </w:r>
            <w:r w:rsidRPr="00992026">
              <w:rPr>
                <w:rFonts w:cs="Arial"/>
                <w:color w:val="000000"/>
                <w:sz w:val="18"/>
                <w:szCs w:val="18"/>
                <w:vertAlign w:val="superscript"/>
              </w:rPr>
              <w:t>®</w:t>
            </w:r>
            <w:r w:rsidRPr="00992026">
              <w:rPr>
                <w:rFonts w:cs="Arial"/>
                <w:color w:val="000000"/>
                <w:sz w:val="18"/>
                <w:szCs w:val="18"/>
              </w:rPr>
              <w:t xml:space="preserve"> geforderten Elemente.</w:t>
            </w:r>
          </w:p>
          <w:p w14:paraId="1C1BB76D"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6E589036"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 xml:space="preserve">Hinweis: Entspricht der administrative Fall nicht dem tarifarischen Fall und werden zwei oder mehrere administrative Fälle verdichtet, um den tarifarischen Fall zu bilden, so werden den administrativen </w:t>
            </w:r>
            <w:proofErr w:type="spellStart"/>
            <w:r w:rsidRPr="00992026">
              <w:rPr>
                <w:rFonts w:cs="Arial"/>
                <w:color w:val="005496"/>
                <w:sz w:val="18"/>
                <w:szCs w:val="18"/>
              </w:rPr>
              <w:t>Urfällen</w:t>
            </w:r>
            <w:proofErr w:type="spellEnd"/>
            <w:r w:rsidRPr="00992026">
              <w:rPr>
                <w:rFonts w:cs="Arial"/>
                <w:color w:val="005496"/>
                <w:sz w:val="18"/>
                <w:szCs w:val="18"/>
              </w:rPr>
              <w:t xml:space="preserve"> (administrative Fälle vor Verdichtung) keine Erlöse verrechnet. Die kalkulatorische Verrechnung von Erlösen auf administrativen </w:t>
            </w:r>
            <w:proofErr w:type="spellStart"/>
            <w:r w:rsidRPr="00992026">
              <w:rPr>
                <w:rFonts w:cs="Arial"/>
                <w:color w:val="005496"/>
                <w:sz w:val="18"/>
                <w:szCs w:val="18"/>
              </w:rPr>
              <w:t>Urfällen</w:t>
            </w:r>
            <w:proofErr w:type="spellEnd"/>
            <w:r w:rsidRPr="00992026">
              <w:rPr>
                <w:rFonts w:cs="Arial"/>
                <w:color w:val="005496"/>
                <w:sz w:val="18"/>
                <w:szCs w:val="18"/>
              </w:rPr>
              <w:t xml:space="preserve"> ist ein betriebsinterner Führungsentscheid (REK 11_005).</w:t>
            </w:r>
          </w:p>
          <w:p w14:paraId="56A1499F"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04924915" w14:textId="77777777" w:rsidR="009C2396" w:rsidRDefault="009C2396" w:rsidP="00485188">
            <w:pPr>
              <w:autoSpaceDE w:val="0"/>
              <w:autoSpaceDN w:val="0"/>
              <w:adjustRightInd w:val="0"/>
              <w:spacing w:line="276" w:lineRule="auto"/>
              <w:textAlignment w:val="center"/>
              <w:rPr>
                <w:rFonts w:cs="Arial"/>
                <w:color w:val="005496"/>
                <w:sz w:val="18"/>
                <w:szCs w:val="18"/>
              </w:rPr>
            </w:pPr>
            <w:r w:rsidRPr="00992026">
              <w:rPr>
                <w:rFonts w:cs="Arial"/>
                <w:color w:val="005496"/>
                <w:sz w:val="18"/>
                <w:szCs w:val="18"/>
              </w:rPr>
              <w:t>Bestehen die Muss-Kostenstellen aus einer Aggregation bzw. Verdichtung von Kann-Kostenstellen mit unterschiedlichen Bezugsgrössen, so sind im Kostenstellen- und Kostenträgerausweis die entsprechenden Felder «Kostensatz» und «Menge» nicht ausfüllbar und sind daher leer zu lassen (REK 10_011).</w:t>
            </w:r>
          </w:p>
          <w:p w14:paraId="7B0A68D1" w14:textId="77777777" w:rsidR="00CE64F3" w:rsidRDefault="00CE64F3" w:rsidP="00485188">
            <w:pPr>
              <w:autoSpaceDE w:val="0"/>
              <w:autoSpaceDN w:val="0"/>
              <w:adjustRightInd w:val="0"/>
              <w:spacing w:line="276" w:lineRule="auto"/>
              <w:textAlignment w:val="center"/>
              <w:rPr>
                <w:rFonts w:cs="Arial"/>
                <w:color w:val="005496"/>
                <w:sz w:val="18"/>
                <w:szCs w:val="18"/>
              </w:rPr>
            </w:pPr>
          </w:p>
          <w:p w14:paraId="596410FC" w14:textId="77777777" w:rsidR="00CE64F3" w:rsidRPr="00992026" w:rsidRDefault="00CE64F3" w:rsidP="00485188">
            <w:pPr>
              <w:autoSpaceDE w:val="0"/>
              <w:autoSpaceDN w:val="0"/>
              <w:adjustRightInd w:val="0"/>
              <w:spacing w:line="276" w:lineRule="auto"/>
              <w:textAlignment w:val="center"/>
              <w:rPr>
                <w:rFonts w:cs="Arial"/>
                <w:color w:val="000000"/>
                <w:sz w:val="18"/>
                <w:szCs w:val="18"/>
              </w:rPr>
            </w:pPr>
            <w:r w:rsidRPr="007D7CEA">
              <w:rPr>
                <w:rFonts w:cs="Arial"/>
                <w:color w:val="005496"/>
                <w:sz w:val="18"/>
                <w:szCs w:val="18"/>
              </w:rPr>
              <w:t>Die Informationen können auch aus mehreren Quellen zusammengetragen werden.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EEC858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EEE8DD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AA6B76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D697D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Tarifarischer Fall</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B8B6D5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E1CF35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0C3D515"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D26304"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92D68DE" w14:textId="77777777" w:rsidR="009C2396" w:rsidRPr="00992026" w:rsidRDefault="009C2396" w:rsidP="00485188">
            <w:pPr>
              <w:autoSpaceDE w:val="0"/>
              <w:autoSpaceDN w:val="0"/>
              <w:adjustRightInd w:val="0"/>
              <w:spacing w:line="276" w:lineRule="auto"/>
              <w:rPr>
                <w:rFonts w:cs="Arial"/>
                <w:sz w:val="18"/>
                <w:szCs w:val="18"/>
              </w:rPr>
            </w:pPr>
          </w:p>
        </w:tc>
      </w:tr>
    </w:tbl>
    <w:p w14:paraId="14F3B6CB" w14:textId="77777777" w:rsidR="00694E02" w:rsidRDefault="00694E02">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3D664CF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B184D6" w14:textId="68C2D1B3"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041F35D"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Der Auftrag</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2206A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9BA1694" w14:textId="77777777" w:rsidTr="009C2396">
        <w:trPr>
          <w:trHeight w:val="60"/>
        </w:trPr>
        <w:sdt>
          <w:sdtPr>
            <w:rPr>
              <w:rFonts w:cs="Arial"/>
              <w:color w:val="000000"/>
              <w:sz w:val="18"/>
              <w:szCs w:val="18"/>
            </w:rPr>
            <w:id w:val="-18598227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A4B70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20EE3C3"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Der Auftrag ist nebst </w:t>
            </w:r>
            <w:r w:rsidR="00CF5985" w:rsidRPr="00992026">
              <w:rPr>
                <w:rFonts w:cs="Arial"/>
                <w:color w:val="000000"/>
                <w:sz w:val="18"/>
                <w:szCs w:val="18"/>
              </w:rPr>
              <w:t>dem administrativen Fall</w:t>
            </w:r>
            <w:r w:rsidRPr="00992026">
              <w:rPr>
                <w:rFonts w:cs="Arial"/>
                <w:color w:val="000000"/>
                <w:sz w:val="18"/>
                <w:szCs w:val="18"/>
              </w:rPr>
              <w:t xml:space="preserve"> die kleinste </w:t>
            </w:r>
            <w:proofErr w:type="spellStart"/>
            <w:r w:rsidRPr="00992026">
              <w:rPr>
                <w:rFonts w:cs="Arial"/>
                <w:color w:val="000000"/>
                <w:sz w:val="18"/>
                <w:szCs w:val="18"/>
              </w:rPr>
              <w:t>bebuchbare</w:t>
            </w:r>
            <w:proofErr w:type="spellEnd"/>
            <w:r w:rsidRPr="00992026">
              <w:rPr>
                <w:rFonts w:cs="Arial"/>
                <w:color w:val="000000"/>
                <w:sz w:val="18"/>
                <w:szCs w:val="18"/>
              </w:rPr>
              <w:t xml:space="preserve"> Einheit.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0445D4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EC60825" w14:textId="77777777" w:rsidTr="009C2396">
        <w:trPr>
          <w:trHeight w:val="60"/>
        </w:trPr>
        <w:sdt>
          <w:sdtPr>
            <w:rPr>
              <w:rFonts w:cs="Arial"/>
              <w:color w:val="000000"/>
              <w:sz w:val="18"/>
              <w:szCs w:val="18"/>
            </w:rPr>
            <w:id w:val="-185602725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00EA54"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52A8C0E" w14:textId="77777777" w:rsidR="001005FB" w:rsidRDefault="009C2396" w:rsidP="00485188">
            <w:pPr>
              <w:autoSpaceDE w:val="0"/>
              <w:autoSpaceDN w:val="0"/>
              <w:adjustRightInd w:val="0"/>
              <w:spacing w:line="276" w:lineRule="auto"/>
              <w:rPr>
                <w:rFonts w:cs="Arial"/>
                <w:color w:val="000000"/>
                <w:sz w:val="18"/>
                <w:szCs w:val="18"/>
              </w:rPr>
            </w:pPr>
            <w:r w:rsidRPr="00992026">
              <w:rPr>
                <w:rFonts w:cs="Arial"/>
                <w:color w:val="000000"/>
                <w:sz w:val="18"/>
                <w:szCs w:val="18"/>
              </w:rPr>
              <w:t xml:space="preserve">Überprüfung: Der Auftrag ist inhaltlich und zeitlich klar abgegrenzt. </w:t>
            </w:r>
          </w:p>
          <w:p w14:paraId="3C4BD25F" w14:textId="77777777" w:rsidR="001005FB" w:rsidRDefault="001005FB" w:rsidP="00485188">
            <w:pPr>
              <w:autoSpaceDE w:val="0"/>
              <w:autoSpaceDN w:val="0"/>
              <w:adjustRightInd w:val="0"/>
              <w:spacing w:line="276" w:lineRule="auto"/>
              <w:rPr>
                <w:rFonts w:cs="Arial"/>
                <w:color w:val="000000"/>
                <w:sz w:val="18"/>
                <w:szCs w:val="18"/>
              </w:rPr>
            </w:pPr>
          </w:p>
          <w:p w14:paraId="43D265D2" w14:textId="77777777" w:rsidR="001005FB" w:rsidRPr="00CE64F3" w:rsidRDefault="001005FB" w:rsidP="00485188">
            <w:pPr>
              <w:autoSpaceDE w:val="0"/>
              <w:autoSpaceDN w:val="0"/>
              <w:adjustRightInd w:val="0"/>
              <w:spacing w:line="276" w:lineRule="auto"/>
              <w:rPr>
                <w:rFonts w:cs="Arial"/>
                <w:color w:val="005496"/>
                <w:sz w:val="18"/>
                <w:szCs w:val="18"/>
              </w:rPr>
            </w:pPr>
            <w:r w:rsidRPr="00CE64F3">
              <w:rPr>
                <w:rFonts w:cs="Arial"/>
                <w:color w:val="005496"/>
                <w:sz w:val="18"/>
                <w:szCs w:val="18"/>
              </w:rPr>
              <w:t xml:space="preserve">Hinweis: Universitätsspitäler und </w:t>
            </w:r>
            <w:r w:rsidR="00994E46" w:rsidRPr="008704D5">
              <w:rPr>
                <w:rFonts w:cs="Arial"/>
                <w:color w:val="005496"/>
                <w:sz w:val="18"/>
                <w:szCs w:val="18"/>
              </w:rPr>
              <w:t>Spitäler</w:t>
            </w:r>
            <w:r w:rsidRPr="008704D5">
              <w:rPr>
                <w:rFonts w:cs="Arial"/>
                <w:color w:val="005496"/>
                <w:sz w:val="18"/>
                <w:szCs w:val="18"/>
              </w:rPr>
              <w:t xml:space="preserve"> </w:t>
            </w:r>
            <w:r w:rsidRPr="00CE64F3">
              <w:rPr>
                <w:rFonts w:cs="Arial"/>
                <w:color w:val="005496"/>
                <w:sz w:val="18"/>
                <w:szCs w:val="18"/>
              </w:rPr>
              <w:t>mit universitären Aufträgen und/oder Forschungsaufträgen von Dritten müssen</w:t>
            </w:r>
            <w:r w:rsidR="00932459" w:rsidRPr="00CE64F3">
              <w:rPr>
                <w:rFonts w:cs="Arial"/>
                <w:color w:val="005496"/>
                <w:sz w:val="18"/>
                <w:szCs w:val="18"/>
              </w:rPr>
              <w:t xml:space="preserve"> </w:t>
            </w:r>
            <w:r w:rsidRPr="00CE64F3">
              <w:rPr>
                <w:rFonts w:cs="Arial"/>
                <w:color w:val="005496"/>
                <w:sz w:val="18"/>
                <w:szCs w:val="18"/>
              </w:rPr>
              <w:t xml:space="preserve">mindestens folgende Aufträge für die Aktivitäten der </w:t>
            </w:r>
            <w:r w:rsidR="00997388" w:rsidRPr="00CE64F3">
              <w:rPr>
                <w:rFonts w:cs="Arial"/>
                <w:color w:val="005496"/>
                <w:sz w:val="18"/>
                <w:szCs w:val="18"/>
              </w:rPr>
              <w:t xml:space="preserve">Forschung und </w:t>
            </w:r>
            <w:r w:rsidRPr="00CE64F3">
              <w:rPr>
                <w:rFonts w:cs="Arial"/>
                <w:color w:val="005496"/>
                <w:sz w:val="18"/>
                <w:szCs w:val="18"/>
              </w:rPr>
              <w:t>universitären Lehre führen:</w:t>
            </w:r>
          </w:p>
          <w:p w14:paraId="799904EC" w14:textId="77777777" w:rsidR="009F4072" w:rsidRDefault="009F4072" w:rsidP="00021DE4">
            <w:pPr>
              <w:pStyle w:val="Listenabsatz"/>
              <w:numPr>
                <w:ilvl w:val="0"/>
                <w:numId w:val="31"/>
              </w:numPr>
              <w:tabs>
                <w:tab w:val="left" w:pos="210"/>
              </w:tabs>
              <w:autoSpaceDE w:val="0"/>
              <w:autoSpaceDN w:val="0"/>
              <w:adjustRightInd w:val="0"/>
              <w:spacing w:line="276" w:lineRule="auto"/>
              <w:ind w:left="210" w:hanging="219"/>
              <w:rPr>
                <w:rFonts w:cs="Arial"/>
                <w:color w:val="005496"/>
                <w:sz w:val="18"/>
                <w:szCs w:val="18"/>
              </w:rPr>
            </w:pPr>
            <w:r w:rsidRPr="009F4072">
              <w:rPr>
                <w:rFonts w:cs="Arial"/>
                <w:color w:val="005496"/>
                <w:sz w:val="18"/>
                <w:szCs w:val="18"/>
              </w:rPr>
              <w:t>Erteilte und erhaltene u</w:t>
            </w:r>
            <w:r w:rsidR="00994E46" w:rsidRPr="009F4072">
              <w:rPr>
                <w:rFonts w:cs="Arial"/>
                <w:color w:val="005496"/>
                <w:sz w:val="18"/>
                <w:szCs w:val="18"/>
              </w:rPr>
              <w:t xml:space="preserve">niversitäre Ausbildung </w:t>
            </w:r>
          </w:p>
          <w:p w14:paraId="7E5ED78E" w14:textId="77777777" w:rsidR="00994E46" w:rsidRPr="009F4072" w:rsidRDefault="009F4072" w:rsidP="00021DE4">
            <w:pPr>
              <w:pStyle w:val="Listenabsatz"/>
              <w:numPr>
                <w:ilvl w:val="0"/>
                <w:numId w:val="31"/>
              </w:numPr>
              <w:tabs>
                <w:tab w:val="left" w:pos="210"/>
              </w:tabs>
              <w:autoSpaceDE w:val="0"/>
              <w:autoSpaceDN w:val="0"/>
              <w:adjustRightInd w:val="0"/>
              <w:spacing w:line="276" w:lineRule="auto"/>
              <w:ind w:left="210" w:hanging="219"/>
              <w:rPr>
                <w:rFonts w:cs="Arial"/>
                <w:color w:val="005496"/>
                <w:sz w:val="18"/>
                <w:szCs w:val="18"/>
              </w:rPr>
            </w:pPr>
            <w:r>
              <w:rPr>
                <w:rFonts w:cs="Arial"/>
                <w:color w:val="005496"/>
                <w:sz w:val="18"/>
                <w:szCs w:val="18"/>
              </w:rPr>
              <w:t>Erteilte b</w:t>
            </w:r>
            <w:r w:rsidR="00994E46" w:rsidRPr="009F4072">
              <w:rPr>
                <w:rFonts w:cs="Arial"/>
                <w:color w:val="005496"/>
                <w:sz w:val="18"/>
                <w:szCs w:val="18"/>
              </w:rPr>
              <w:t xml:space="preserve">erufliche Weiterbildung </w:t>
            </w:r>
          </w:p>
          <w:p w14:paraId="17804C50" w14:textId="77777777" w:rsidR="00107772" w:rsidRPr="00107772" w:rsidRDefault="00994E46" w:rsidP="00B611BF">
            <w:pPr>
              <w:pStyle w:val="Listenabsatz"/>
              <w:numPr>
                <w:ilvl w:val="0"/>
                <w:numId w:val="31"/>
              </w:numPr>
              <w:autoSpaceDE w:val="0"/>
              <w:autoSpaceDN w:val="0"/>
              <w:adjustRightInd w:val="0"/>
              <w:spacing w:line="276" w:lineRule="auto"/>
              <w:ind w:left="210" w:hanging="219"/>
              <w:textAlignment w:val="center"/>
              <w:rPr>
                <w:rFonts w:cs="Arial"/>
                <w:color w:val="000000"/>
                <w:sz w:val="18"/>
                <w:szCs w:val="18"/>
              </w:rPr>
            </w:pPr>
            <w:r w:rsidRPr="008704D5">
              <w:rPr>
                <w:rFonts w:cs="Arial"/>
                <w:color w:val="005496"/>
                <w:sz w:val="18"/>
                <w:szCs w:val="18"/>
              </w:rPr>
              <w:t>Forschung, inkl. Doktorat (</w:t>
            </w:r>
            <w:r w:rsidR="009F4072">
              <w:rPr>
                <w:rFonts w:cs="Arial"/>
                <w:color w:val="005496"/>
                <w:sz w:val="18"/>
                <w:szCs w:val="18"/>
              </w:rPr>
              <w:t xml:space="preserve">MD und </w:t>
            </w:r>
            <w:r w:rsidRPr="008704D5">
              <w:rPr>
                <w:rFonts w:cs="Arial"/>
                <w:color w:val="005496"/>
                <w:sz w:val="18"/>
                <w:szCs w:val="18"/>
              </w:rPr>
              <w:t>PhD)</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FFC57E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CEE4C6F" w14:textId="77777777" w:rsidTr="009C2396">
        <w:trPr>
          <w:trHeight w:val="60"/>
        </w:trPr>
        <w:sdt>
          <w:sdtPr>
            <w:rPr>
              <w:rFonts w:cs="Arial"/>
              <w:color w:val="000000"/>
              <w:sz w:val="18"/>
              <w:szCs w:val="18"/>
            </w:rPr>
            <w:id w:val="69319463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E33669C"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4F42930" w14:textId="77777777" w:rsidR="001005FB" w:rsidRPr="001005FB"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Der Kostenträgerausweis des Auftrags enthält mindestens die im Handbuch REKOLE</w:t>
            </w:r>
            <w:r w:rsidRPr="00992026">
              <w:rPr>
                <w:rFonts w:cs="Arial"/>
                <w:color w:val="000000"/>
                <w:sz w:val="18"/>
                <w:szCs w:val="18"/>
                <w:vertAlign w:val="superscript"/>
              </w:rPr>
              <w:t>®</w:t>
            </w:r>
            <w:r w:rsidRPr="00992026">
              <w:rPr>
                <w:rFonts w:cs="Arial"/>
                <w:color w:val="000000"/>
                <w:sz w:val="18"/>
                <w:szCs w:val="18"/>
              </w:rPr>
              <w:t xml:space="preserve"> geforderten Elemente.</w:t>
            </w:r>
            <w:r w:rsidR="001005FB">
              <w:rPr>
                <w:rFonts w:cs="Arial"/>
                <w:color w:val="000000"/>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5DD1153" w14:textId="77777777" w:rsidR="009C2396" w:rsidRPr="00992026" w:rsidRDefault="009C2396" w:rsidP="00485188">
            <w:pPr>
              <w:autoSpaceDE w:val="0"/>
              <w:autoSpaceDN w:val="0"/>
              <w:adjustRightInd w:val="0"/>
              <w:spacing w:line="276" w:lineRule="auto"/>
              <w:rPr>
                <w:rFonts w:cs="Arial"/>
                <w:sz w:val="18"/>
                <w:szCs w:val="18"/>
              </w:rPr>
            </w:pPr>
          </w:p>
        </w:tc>
      </w:tr>
    </w:tbl>
    <w:p w14:paraId="0A7EEBFA" w14:textId="77777777" w:rsidR="00694E02" w:rsidRDefault="00694E02">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1AC5CC7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F70967" w14:textId="64B83966"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9.11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C308E69"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Forschung und universitäre Lehre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DD40B65" w14:textId="77777777" w:rsidR="009C2396" w:rsidRPr="00992026" w:rsidRDefault="009C2396" w:rsidP="00485188">
            <w:pPr>
              <w:autoSpaceDE w:val="0"/>
              <w:autoSpaceDN w:val="0"/>
              <w:adjustRightInd w:val="0"/>
              <w:spacing w:line="276" w:lineRule="auto"/>
              <w:rPr>
                <w:rFonts w:cs="Arial"/>
                <w:sz w:val="18"/>
                <w:szCs w:val="18"/>
              </w:rPr>
            </w:pPr>
          </w:p>
        </w:tc>
      </w:tr>
      <w:tr w:rsidR="001005FB" w:rsidRPr="00992026" w14:paraId="569A0D00" w14:textId="77777777" w:rsidTr="001005FB">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42334C" w14:textId="77777777" w:rsidR="001005FB" w:rsidRPr="00992026" w:rsidRDefault="001005FB"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3B6AF51" w14:textId="77777777" w:rsidR="001005FB" w:rsidRPr="00AB5529" w:rsidRDefault="001005FB" w:rsidP="00994E46">
            <w:pPr>
              <w:autoSpaceDE w:val="0"/>
              <w:autoSpaceDN w:val="0"/>
              <w:adjustRightInd w:val="0"/>
              <w:spacing w:line="276" w:lineRule="auto"/>
              <w:textAlignment w:val="center"/>
              <w:rPr>
                <w:rFonts w:cs="Arial"/>
                <w:sz w:val="18"/>
                <w:szCs w:val="18"/>
              </w:rPr>
            </w:pPr>
            <w:r w:rsidRPr="00AB5529">
              <w:rPr>
                <w:rFonts w:cs="Arial"/>
                <w:sz w:val="18"/>
                <w:szCs w:val="18"/>
              </w:rPr>
              <w:t xml:space="preserve">Nachstehende </w:t>
            </w:r>
            <w:r w:rsidR="00107772" w:rsidRPr="00AB5529">
              <w:rPr>
                <w:rFonts w:cs="Arial"/>
                <w:sz w:val="18"/>
                <w:szCs w:val="18"/>
              </w:rPr>
              <w:t>Anforderungen</w:t>
            </w:r>
            <w:r w:rsidRPr="00AB5529">
              <w:rPr>
                <w:rFonts w:cs="Arial"/>
                <w:sz w:val="18"/>
                <w:szCs w:val="18"/>
              </w:rPr>
              <w:t xml:space="preserve"> gelten für </w:t>
            </w:r>
            <w:r w:rsidRPr="008704D5">
              <w:rPr>
                <w:rFonts w:cs="Arial"/>
                <w:sz w:val="18"/>
                <w:szCs w:val="18"/>
              </w:rPr>
              <w:t xml:space="preserve">Universitätsspitäler und </w:t>
            </w:r>
            <w:r w:rsidR="00994E46" w:rsidRPr="008704D5">
              <w:rPr>
                <w:rFonts w:cs="Arial"/>
                <w:sz w:val="18"/>
                <w:szCs w:val="18"/>
              </w:rPr>
              <w:t>Spitäler</w:t>
            </w:r>
            <w:r w:rsidRPr="008704D5">
              <w:rPr>
                <w:rFonts w:cs="Arial"/>
                <w:sz w:val="18"/>
                <w:szCs w:val="18"/>
              </w:rPr>
              <w:t xml:space="preserve"> </w:t>
            </w:r>
            <w:r w:rsidRPr="00AB5529">
              <w:rPr>
                <w:rFonts w:cs="Arial"/>
                <w:sz w:val="18"/>
                <w:szCs w:val="18"/>
              </w:rPr>
              <w:t>mit universitären Aufträgen und/oder Forschungsaufträgen von Dritten: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270A5EC"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2530EAD7" w14:textId="77777777" w:rsidTr="001005FB">
        <w:trPr>
          <w:trHeight w:val="60"/>
        </w:trPr>
        <w:sdt>
          <w:sdtPr>
            <w:rPr>
              <w:rFonts w:cs="Arial"/>
              <w:sz w:val="18"/>
              <w:szCs w:val="18"/>
            </w:rPr>
            <w:id w:val="893781801"/>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EF190AA" w14:textId="77777777"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447B787" w14:textId="77777777" w:rsidR="00994E46" w:rsidRPr="008704D5" w:rsidRDefault="00B63379" w:rsidP="00994E46">
            <w:pPr>
              <w:autoSpaceDE w:val="0"/>
              <w:autoSpaceDN w:val="0"/>
              <w:adjustRightInd w:val="0"/>
              <w:spacing w:line="276" w:lineRule="auto"/>
              <w:rPr>
                <w:rFonts w:cs="Arial"/>
                <w:sz w:val="18"/>
                <w:szCs w:val="18"/>
              </w:rPr>
            </w:pPr>
            <w:r w:rsidRPr="00AB5529">
              <w:rPr>
                <w:rFonts w:cs="Arial"/>
                <w:sz w:val="18"/>
                <w:szCs w:val="18"/>
              </w:rPr>
              <w:t xml:space="preserve">Dokumentation der durchgeführten Tätigkeitsanalyse. Diese darf nicht älter sein als 4 Jahre. </w:t>
            </w:r>
            <w:r w:rsidR="00994E46" w:rsidRPr="008704D5">
              <w:rPr>
                <w:rFonts w:cs="Arial"/>
                <w:sz w:val="18"/>
                <w:szCs w:val="18"/>
              </w:rPr>
              <w:t xml:space="preserve">Die Tätigkeitserhebung der universitären Lehre nach Art. 7 VKL, betrifft alle Berufskategorien des Spitalpersonals im Rahmen der theoretischen und praktischen Ausbildung sowie Weiterbildung, der im </w:t>
            </w:r>
            <w:proofErr w:type="spellStart"/>
            <w:r w:rsidR="00994E46" w:rsidRPr="008704D5">
              <w:rPr>
                <w:rFonts w:cs="Arial"/>
                <w:sz w:val="18"/>
                <w:szCs w:val="18"/>
              </w:rPr>
              <w:t>MedBG</w:t>
            </w:r>
            <w:proofErr w:type="spellEnd"/>
            <w:r w:rsidR="00F75DE8" w:rsidRPr="008704D5">
              <w:rPr>
                <w:rFonts w:cs="Arial"/>
                <w:sz w:val="18"/>
                <w:szCs w:val="18"/>
              </w:rPr>
              <w:t xml:space="preserve"> definierten universitären </w:t>
            </w:r>
            <w:proofErr w:type="spellStart"/>
            <w:r w:rsidR="00F75DE8" w:rsidRPr="008704D5">
              <w:rPr>
                <w:rFonts w:cs="Arial"/>
                <w:sz w:val="18"/>
                <w:szCs w:val="18"/>
              </w:rPr>
              <w:t>Medi</w:t>
            </w:r>
            <w:r w:rsidR="00994E46" w:rsidRPr="008704D5">
              <w:rPr>
                <w:rFonts w:cs="Arial"/>
                <w:sz w:val="18"/>
                <w:szCs w:val="18"/>
              </w:rPr>
              <w:t>zinalberufe</w:t>
            </w:r>
            <w:proofErr w:type="spellEnd"/>
            <w:r w:rsidR="00994E46" w:rsidRPr="008704D5">
              <w:rPr>
                <w:rStyle w:val="Funotenzeichen"/>
                <w:rFonts w:cs="Arial"/>
                <w:sz w:val="18"/>
                <w:szCs w:val="18"/>
              </w:rPr>
              <w:footnoteReference w:id="1"/>
            </w:r>
          </w:p>
          <w:p w14:paraId="0E5893EE" w14:textId="77777777" w:rsidR="00994E46" w:rsidRPr="008704D5" w:rsidRDefault="00994E46" w:rsidP="00994E46">
            <w:pPr>
              <w:pStyle w:val="Listenabsatz"/>
              <w:numPr>
                <w:ilvl w:val="0"/>
                <w:numId w:val="39"/>
              </w:numPr>
              <w:autoSpaceDE w:val="0"/>
              <w:autoSpaceDN w:val="0"/>
              <w:adjustRightInd w:val="0"/>
              <w:spacing w:line="276" w:lineRule="auto"/>
              <w:ind w:left="263" w:hanging="263"/>
              <w:rPr>
                <w:rFonts w:cs="Arial"/>
                <w:sz w:val="18"/>
                <w:szCs w:val="18"/>
              </w:rPr>
            </w:pPr>
            <w:r w:rsidRPr="008704D5">
              <w:rPr>
                <w:rFonts w:cs="Arial"/>
                <w:sz w:val="18"/>
                <w:szCs w:val="18"/>
              </w:rPr>
              <w:t>die eine Lehrtätigkeit wahrnehmen (erteilte Lehre, Sicht des Lehrers)  und</w:t>
            </w:r>
          </w:p>
          <w:p w14:paraId="772FDBC9" w14:textId="77777777" w:rsidR="00994E46" w:rsidRPr="008704D5" w:rsidRDefault="00994E46" w:rsidP="00994E46">
            <w:pPr>
              <w:pStyle w:val="Listenabsatz"/>
              <w:numPr>
                <w:ilvl w:val="0"/>
                <w:numId w:val="39"/>
              </w:numPr>
              <w:autoSpaceDE w:val="0"/>
              <w:autoSpaceDN w:val="0"/>
              <w:adjustRightInd w:val="0"/>
              <w:spacing w:line="276" w:lineRule="auto"/>
              <w:ind w:left="263" w:hanging="263"/>
              <w:rPr>
                <w:rFonts w:cs="Arial"/>
                <w:sz w:val="18"/>
                <w:szCs w:val="18"/>
              </w:rPr>
            </w:pPr>
            <w:r w:rsidRPr="008704D5">
              <w:rPr>
                <w:rFonts w:cs="Arial"/>
                <w:sz w:val="18"/>
                <w:szCs w:val="18"/>
              </w:rPr>
              <w:t xml:space="preserve">Studierende (erhaltene Lehre, Sicht des Studenten) </w:t>
            </w:r>
          </w:p>
          <w:p w14:paraId="020FB56B" w14:textId="77777777" w:rsidR="00994E46" w:rsidRPr="008704D5" w:rsidRDefault="00994E46" w:rsidP="00994E46">
            <w:pPr>
              <w:autoSpaceDE w:val="0"/>
              <w:autoSpaceDN w:val="0"/>
              <w:adjustRightInd w:val="0"/>
              <w:spacing w:line="276" w:lineRule="auto"/>
              <w:rPr>
                <w:rFonts w:cs="Arial"/>
                <w:sz w:val="18"/>
                <w:szCs w:val="18"/>
              </w:rPr>
            </w:pPr>
            <w:r w:rsidRPr="008704D5">
              <w:rPr>
                <w:rFonts w:cs="Arial"/>
                <w:sz w:val="18"/>
                <w:szCs w:val="18"/>
              </w:rPr>
              <w:lastRenderedPageBreak/>
              <w:t xml:space="preserve">Die Analyse der Kuppelproduktion muss in der Tätigkeitserhebung zwecks der Ermittlung der OKP relevanten Betriebskosten bzw. Ermittlung der Kosten für Forschung und universitäre Lehre lückenlos durchgeführt werden. </w:t>
            </w:r>
          </w:p>
          <w:p w14:paraId="2FAF860A" w14:textId="77777777" w:rsidR="00107772" w:rsidRPr="008704D5" w:rsidRDefault="00107772" w:rsidP="00485188">
            <w:pPr>
              <w:autoSpaceDE w:val="0"/>
              <w:autoSpaceDN w:val="0"/>
              <w:adjustRightInd w:val="0"/>
              <w:spacing w:line="276" w:lineRule="auto"/>
              <w:rPr>
                <w:rFonts w:cs="Arial"/>
                <w:sz w:val="18"/>
                <w:szCs w:val="18"/>
              </w:rPr>
            </w:pPr>
          </w:p>
          <w:p w14:paraId="7BB60200" w14:textId="77777777" w:rsidR="00107772" w:rsidRPr="008704D5" w:rsidRDefault="00485188" w:rsidP="00485188">
            <w:pPr>
              <w:autoSpaceDE w:val="0"/>
              <w:autoSpaceDN w:val="0"/>
              <w:adjustRightInd w:val="0"/>
              <w:spacing w:line="276" w:lineRule="auto"/>
              <w:rPr>
                <w:rFonts w:cs="Arial"/>
                <w:sz w:val="18"/>
                <w:szCs w:val="18"/>
              </w:rPr>
            </w:pPr>
            <w:r w:rsidRPr="008704D5">
              <w:rPr>
                <w:rFonts w:cs="Arial"/>
                <w:sz w:val="18"/>
                <w:szCs w:val="18"/>
              </w:rPr>
              <w:t>Sie</w:t>
            </w:r>
            <w:r w:rsidR="00107772" w:rsidRPr="008704D5">
              <w:rPr>
                <w:rFonts w:cs="Arial"/>
                <w:sz w:val="18"/>
                <w:szCs w:val="18"/>
              </w:rPr>
              <w:t xml:space="preserve"> </w:t>
            </w:r>
            <w:r w:rsidRPr="008704D5">
              <w:rPr>
                <w:rFonts w:cs="Arial"/>
                <w:sz w:val="18"/>
                <w:szCs w:val="18"/>
              </w:rPr>
              <w:t>muss</w:t>
            </w:r>
            <w:r w:rsidR="00107772" w:rsidRPr="008704D5">
              <w:rPr>
                <w:rFonts w:cs="Arial"/>
                <w:sz w:val="18"/>
                <w:szCs w:val="18"/>
              </w:rPr>
              <w:t xml:space="preserve"> mindestens unterteilt </w:t>
            </w:r>
            <w:r w:rsidRPr="008704D5">
              <w:rPr>
                <w:rFonts w:cs="Arial"/>
                <w:sz w:val="18"/>
                <w:szCs w:val="18"/>
              </w:rPr>
              <w:t xml:space="preserve">sein </w:t>
            </w:r>
            <w:r w:rsidR="00107772" w:rsidRPr="008704D5">
              <w:rPr>
                <w:rFonts w:cs="Arial"/>
                <w:sz w:val="18"/>
                <w:szCs w:val="18"/>
              </w:rPr>
              <w:t>in</w:t>
            </w:r>
            <w:r w:rsidR="00BA46E4" w:rsidRPr="008704D5">
              <w:rPr>
                <w:rFonts w:cs="Arial"/>
                <w:sz w:val="18"/>
                <w:szCs w:val="18"/>
              </w:rPr>
              <w:t xml:space="preserve"> (erteilt und erhalten)</w:t>
            </w:r>
            <w:r w:rsidR="00107772" w:rsidRPr="008704D5">
              <w:rPr>
                <w:rFonts w:cs="Arial"/>
                <w:sz w:val="18"/>
                <w:szCs w:val="18"/>
              </w:rPr>
              <w:t xml:space="preserve">: </w:t>
            </w:r>
          </w:p>
          <w:p w14:paraId="1077BF13" w14:textId="77777777" w:rsidR="00107772" w:rsidRPr="008704D5" w:rsidRDefault="00107772" w:rsidP="008704D5">
            <w:pPr>
              <w:pStyle w:val="Listenabsatz"/>
              <w:numPr>
                <w:ilvl w:val="0"/>
                <w:numId w:val="40"/>
              </w:numPr>
              <w:autoSpaceDE w:val="0"/>
              <w:autoSpaceDN w:val="0"/>
              <w:adjustRightInd w:val="0"/>
              <w:spacing w:line="276" w:lineRule="auto"/>
              <w:ind w:left="210" w:hanging="219"/>
              <w:rPr>
                <w:rFonts w:cs="Arial"/>
                <w:sz w:val="18"/>
                <w:szCs w:val="18"/>
              </w:rPr>
            </w:pPr>
            <w:r w:rsidRPr="008704D5">
              <w:rPr>
                <w:rFonts w:cs="Arial"/>
                <w:sz w:val="18"/>
                <w:szCs w:val="18"/>
              </w:rPr>
              <w:t>Ausbildung</w:t>
            </w:r>
            <w:r w:rsidR="00BA46E4" w:rsidRPr="008704D5">
              <w:rPr>
                <w:rFonts w:cs="Arial"/>
                <w:sz w:val="18"/>
                <w:szCs w:val="18"/>
              </w:rPr>
              <w:t xml:space="preserve"> </w:t>
            </w:r>
          </w:p>
          <w:p w14:paraId="5CEA0628" w14:textId="77777777" w:rsidR="00107772" w:rsidRPr="008704D5" w:rsidRDefault="00107772" w:rsidP="008704D5">
            <w:pPr>
              <w:numPr>
                <w:ilvl w:val="0"/>
                <w:numId w:val="40"/>
              </w:numPr>
              <w:autoSpaceDE w:val="0"/>
              <w:autoSpaceDN w:val="0"/>
              <w:adjustRightInd w:val="0"/>
              <w:spacing w:line="276" w:lineRule="auto"/>
              <w:ind w:left="210" w:hanging="219"/>
              <w:rPr>
                <w:rFonts w:cs="Arial"/>
                <w:sz w:val="18"/>
                <w:szCs w:val="18"/>
              </w:rPr>
            </w:pPr>
            <w:r w:rsidRPr="008704D5">
              <w:rPr>
                <w:rFonts w:cs="Arial"/>
                <w:sz w:val="18"/>
                <w:szCs w:val="18"/>
              </w:rPr>
              <w:t xml:space="preserve">Weiterbildung </w:t>
            </w:r>
            <w:r w:rsidR="00DF34FB" w:rsidRPr="008704D5">
              <w:rPr>
                <w:rFonts w:cs="Arial"/>
                <w:sz w:val="18"/>
                <w:szCs w:val="18"/>
              </w:rPr>
              <w:t xml:space="preserve"> </w:t>
            </w:r>
            <w:r w:rsidRPr="008704D5">
              <w:rPr>
                <w:rFonts w:cs="Arial"/>
                <w:sz w:val="18"/>
                <w:szCs w:val="18"/>
              </w:rPr>
              <w:t xml:space="preserve">und </w:t>
            </w:r>
          </w:p>
          <w:p w14:paraId="18FB0699" w14:textId="77777777" w:rsidR="00107772" w:rsidRPr="008704D5" w:rsidRDefault="00107772" w:rsidP="008704D5">
            <w:pPr>
              <w:numPr>
                <w:ilvl w:val="0"/>
                <w:numId w:val="40"/>
              </w:numPr>
              <w:autoSpaceDE w:val="0"/>
              <w:autoSpaceDN w:val="0"/>
              <w:adjustRightInd w:val="0"/>
              <w:spacing w:line="276" w:lineRule="auto"/>
              <w:ind w:left="210" w:hanging="219"/>
              <w:rPr>
                <w:rFonts w:cs="Arial"/>
                <w:sz w:val="18"/>
                <w:szCs w:val="18"/>
              </w:rPr>
            </w:pPr>
            <w:r w:rsidRPr="008704D5">
              <w:rPr>
                <w:rFonts w:cs="Arial"/>
                <w:sz w:val="18"/>
                <w:szCs w:val="18"/>
              </w:rPr>
              <w:t>Forschung</w:t>
            </w:r>
          </w:p>
          <w:p w14:paraId="7138DBCB" w14:textId="77777777" w:rsidR="00994E46" w:rsidRPr="008704D5" w:rsidRDefault="00994E46" w:rsidP="00994E46">
            <w:pPr>
              <w:autoSpaceDE w:val="0"/>
              <w:autoSpaceDN w:val="0"/>
              <w:adjustRightInd w:val="0"/>
              <w:spacing w:line="276" w:lineRule="auto"/>
              <w:rPr>
                <w:rFonts w:cs="Arial"/>
                <w:sz w:val="18"/>
                <w:szCs w:val="18"/>
              </w:rPr>
            </w:pPr>
            <w:r w:rsidRPr="008704D5">
              <w:rPr>
                <w:rFonts w:cs="Arial"/>
                <w:sz w:val="18"/>
                <w:szCs w:val="18"/>
              </w:rPr>
              <w:t xml:space="preserve">Fortbildungsaktivitäten und ihre entsprechenden Kosten sind OKP-relevante Kosten und fallen daher nicht unter die Aktivitäten der Forschung und universitären Lehre nach KVG. Die Tätigkeitserhebung der Fortbildung bleibt daher optional, da kein separater Ausweis dieser Tätigkeit von Gesetzes wegen erforderlich ist. Fortbildungsaktivitäten sind auf die administrativen Fälle zu verrechnen. </w:t>
            </w:r>
          </w:p>
          <w:p w14:paraId="2D54EE23" w14:textId="77777777" w:rsidR="00107772" w:rsidRPr="00AB5529" w:rsidRDefault="00107772" w:rsidP="00485188">
            <w:pPr>
              <w:autoSpaceDE w:val="0"/>
              <w:autoSpaceDN w:val="0"/>
              <w:adjustRightInd w:val="0"/>
              <w:spacing w:line="276" w:lineRule="auto"/>
              <w:rPr>
                <w:rFonts w:cs="Arial"/>
                <w:sz w:val="18"/>
                <w:szCs w:val="18"/>
              </w:rPr>
            </w:pPr>
          </w:p>
          <w:p w14:paraId="2E408411" w14:textId="77777777" w:rsidR="00FE75D7" w:rsidRPr="00CE64F3" w:rsidRDefault="00FE75D7" w:rsidP="00485188">
            <w:pPr>
              <w:autoSpaceDE w:val="0"/>
              <w:autoSpaceDN w:val="0"/>
              <w:adjustRightInd w:val="0"/>
              <w:spacing w:line="276" w:lineRule="auto"/>
              <w:rPr>
                <w:rFonts w:cs="Arial"/>
                <w:color w:val="005496"/>
                <w:sz w:val="18"/>
                <w:szCs w:val="18"/>
              </w:rPr>
            </w:pPr>
            <w:r w:rsidRPr="00CE64F3">
              <w:rPr>
                <w:rFonts w:cs="Arial"/>
                <w:color w:val="005496"/>
                <w:sz w:val="18"/>
                <w:szCs w:val="18"/>
              </w:rPr>
              <w:t xml:space="preserve">Hinweis: </w:t>
            </w:r>
            <w:r w:rsidR="00932459" w:rsidRPr="00CE64F3">
              <w:rPr>
                <w:rFonts w:cs="Arial"/>
                <w:color w:val="005496"/>
                <w:sz w:val="18"/>
                <w:szCs w:val="18"/>
              </w:rPr>
              <w:t>Die Tätigkeitsgruppen gemäss Handbuch Kapitel 10.3 wurden für die ärztlichen Berufskategorien beispielhaft zugeschnitten. Erstellt ein Spital eine noch feinere Tätigkeitserhebung, so ist sicherzustellen, dass die erhaltenen Informationen (z. B. prozentuale Anteile des Beschäftigungsgrads) richtig verdichtet werden. Eventuelle fehlende und für die übrigen Berufskategorien spezifische Tätigkeitsgruppen sind zu bilden.</w:t>
            </w:r>
          </w:p>
          <w:p w14:paraId="7C17415C" w14:textId="77777777" w:rsidR="00FE75D7" w:rsidRPr="00CE64F3" w:rsidRDefault="00FE75D7" w:rsidP="00485188">
            <w:pPr>
              <w:autoSpaceDE w:val="0"/>
              <w:autoSpaceDN w:val="0"/>
              <w:adjustRightInd w:val="0"/>
              <w:spacing w:line="276" w:lineRule="auto"/>
              <w:rPr>
                <w:rFonts w:cs="Arial"/>
                <w:color w:val="005496"/>
                <w:sz w:val="18"/>
                <w:szCs w:val="18"/>
              </w:rPr>
            </w:pPr>
          </w:p>
          <w:p w14:paraId="233367AD" w14:textId="77777777" w:rsidR="00B63379" w:rsidRPr="00AB5529" w:rsidRDefault="00B63379" w:rsidP="00E9405D">
            <w:pPr>
              <w:autoSpaceDE w:val="0"/>
              <w:autoSpaceDN w:val="0"/>
              <w:adjustRightInd w:val="0"/>
              <w:spacing w:line="276" w:lineRule="auto"/>
              <w:rPr>
                <w:rFonts w:cs="Arial"/>
                <w:sz w:val="18"/>
                <w:szCs w:val="18"/>
              </w:rPr>
            </w:pPr>
            <w:r w:rsidRPr="00CE64F3">
              <w:rPr>
                <w:rFonts w:cs="Arial"/>
                <w:color w:val="005496"/>
                <w:sz w:val="18"/>
                <w:szCs w:val="18"/>
              </w:rPr>
              <w:t>Weitere Details sind dem Handbuch REKOLE</w:t>
            </w:r>
            <w:r w:rsidRPr="00CE64F3">
              <w:rPr>
                <w:rFonts w:cs="Arial"/>
                <w:color w:val="005496"/>
                <w:sz w:val="18"/>
                <w:szCs w:val="18"/>
                <w:vertAlign w:val="superscript"/>
              </w:rPr>
              <w:t>®</w:t>
            </w:r>
            <w:r w:rsidRPr="00CE64F3">
              <w:rPr>
                <w:rFonts w:cs="Arial"/>
                <w:color w:val="005496"/>
                <w:sz w:val="18"/>
                <w:szCs w:val="18"/>
              </w:rPr>
              <w:t>, Betriebliches Rechnungswesen, 4. Ausgabe 2013, Kapitel 9.11.6 Voraussetzungen innerhalb von REKOLE</w:t>
            </w:r>
            <w:r w:rsidRPr="00CE64F3">
              <w:rPr>
                <w:rFonts w:cs="Arial"/>
                <w:color w:val="005496"/>
                <w:sz w:val="18"/>
                <w:szCs w:val="18"/>
                <w:vertAlign w:val="superscript"/>
              </w:rPr>
              <w:t>®</w:t>
            </w:r>
            <w:r w:rsidR="00FE75D7" w:rsidRPr="00CE64F3">
              <w:rPr>
                <w:rFonts w:cs="Arial"/>
                <w:color w:val="005496"/>
                <w:sz w:val="18"/>
                <w:szCs w:val="18"/>
              </w:rPr>
              <w:t xml:space="preserve"> und  Kapitel 10.3 Bildung von Tätigkeitsgruppen zwecks Erfassung der Aktivitäten der Forschung und universitären Lehre</w:t>
            </w:r>
            <w:r w:rsidRPr="00CE64F3">
              <w:rPr>
                <w:rFonts w:cs="Arial"/>
                <w:color w:val="005496"/>
                <w:sz w:val="18"/>
                <w:szCs w:val="18"/>
              </w:rPr>
              <w:t xml:space="preserve"> zu entnehmen.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61D1811" w14:textId="77777777" w:rsidR="001005FB" w:rsidRPr="00992026" w:rsidRDefault="001005FB" w:rsidP="00485188">
            <w:pPr>
              <w:autoSpaceDE w:val="0"/>
              <w:autoSpaceDN w:val="0"/>
              <w:adjustRightInd w:val="0"/>
              <w:spacing w:line="276" w:lineRule="auto"/>
              <w:rPr>
                <w:rFonts w:cs="Arial"/>
                <w:sz w:val="18"/>
                <w:szCs w:val="18"/>
              </w:rPr>
            </w:pPr>
          </w:p>
        </w:tc>
      </w:tr>
      <w:tr w:rsidR="00485188" w:rsidRPr="00992026" w14:paraId="1DB98D25" w14:textId="77777777" w:rsidTr="00D022AC">
        <w:trPr>
          <w:trHeight w:val="60"/>
        </w:trPr>
        <w:sdt>
          <w:sdtPr>
            <w:rPr>
              <w:rFonts w:cs="Arial"/>
              <w:sz w:val="18"/>
              <w:szCs w:val="18"/>
            </w:rPr>
            <w:id w:val="11572701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0AE0974" w14:textId="77777777" w:rsidR="00485188"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FAD8EB2" w14:textId="77777777" w:rsidR="00485188" w:rsidRPr="00AB5529" w:rsidRDefault="00485188" w:rsidP="00485188">
            <w:pPr>
              <w:autoSpaceDE w:val="0"/>
              <w:autoSpaceDN w:val="0"/>
              <w:adjustRightInd w:val="0"/>
              <w:spacing w:line="276" w:lineRule="auto"/>
              <w:rPr>
                <w:rFonts w:eastAsia="TheMix-HP3Lig" w:cs="Arial"/>
                <w:sz w:val="18"/>
                <w:szCs w:val="18"/>
              </w:rPr>
            </w:pPr>
            <w:r w:rsidRPr="00AB5529">
              <w:rPr>
                <w:rFonts w:eastAsia="TheMix-HP3Lig" w:cs="Arial"/>
                <w:sz w:val="18"/>
                <w:szCs w:val="18"/>
              </w:rPr>
              <w:t>Dokumentation der  Vorkehrungen, die getroffen wurden, um die indirekten Kosten der Kuppelproduktion verursachergerecht auf die Muss-Kostenstelle Forschung und universitäre Lehre umzubuchen (Personalkosten) bzw. umzu</w:t>
            </w:r>
            <w:r w:rsidR="00F5373E">
              <w:rPr>
                <w:rFonts w:eastAsia="TheMix-HP3Lig" w:cs="Arial"/>
                <w:sz w:val="18"/>
                <w:szCs w:val="18"/>
              </w:rPr>
              <w:t>legen (Sachkosten)</w:t>
            </w:r>
          </w:p>
          <w:p w14:paraId="1047F731" w14:textId="77777777" w:rsidR="00485188" w:rsidRPr="00AB5529" w:rsidRDefault="00485188" w:rsidP="00485188">
            <w:pPr>
              <w:autoSpaceDE w:val="0"/>
              <w:autoSpaceDN w:val="0"/>
              <w:adjustRightInd w:val="0"/>
              <w:spacing w:line="276" w:lineRule="auto"/>
              <w:rPr>
                <w:rFonts w:eastAsia="TheMix-HP3Lig" w:cs="Arial"/>
                <w:sz w:val="18"/>
                <w:szCs w:val="18"/>
              </w:rPr>
            </w:pPr>
          </w:p>
          <w:p w14:paraId="33E2D2F1" w14:textId="77777777" w:rsidR="00485188" w:rsidRPr="00AB5529" w:rsidRDefault="00485188" w:rsidP="00485188">
            <w:pPr>
              <w:autoSpaceDE w:val="0"/>
              <w:autoSpaceDN w:val="0"/>
              <w:adjustRightInd w:val="0"/>
              <w:spacing w:line="276" w:lineRule="auto"/>
              <w:rPr>
                <w:rFonts w:eastAsia="TheMix-HP3Lig" w:cs="Arial"/>
                <w:sz w:val="18"/>
                <w:szCs w:val="18"/>
              </w:rPr>
            </w:pPr>
            <w:r w:rsidRPr="00CE64F3">
              <w:rPr>
                <w:rFonts w:cs="Arial"/>
                <w:color w:val="005496"/>
                <w:sz w:val="18"/>
                <w:szCs w:val="18"/>
              </w:rPr>
              <w:t>Hinweis: Bei der Ermittlung der indirekten Kosten ist ein ausgewogenes Kos</w:t>
            </w:r>
            <w:r w:rsidR="00C63A25">
              <w:rPr>
                <w:rFonts w:cs="Arial"/>
                <w:color w:val="005496"/>
                <w:sz w:val="18"/>
                <w:szCs w:val="18"/>
              </w:rPr>
              <w:t>ten/</w:t>
            </w:r>
            <w:r w:rsidRPr="00CE64F3">
              <w:rPr>
                <w:rFonts w:cs="Arial"/>
                <w:color w:val="005496"/>
                <w:sz w:val="18"/>
                <w:szCs w:val="18"/>
              </w:rPr>
              <w:t>Nutzenverhältnis zu wahren.</w:t>
            </w:r>
            <w:r w:rsidRPr="00AB5529">
              <w:rPr>
                <w:rFonts w:eastAsia="TheMix-HP3Lig" w:cs="Arial"/>
                <w:color w:val="1F497D" w:themeColor="text2"/>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FC32D9C" w14:textId="77777777" w:rsidR="00485188" w:rsidRPr="00992026" w:rsidRDefault="00485188" w:rsidP="00485188">
            <w:pPr>
              <w:autoSpaceDE w:val="0"/>
              <w:autoSpaceDN w:val="0"/>
              <w:adjustRightInd w:val="0"/>
              <w:spacing w:line="276" w:lineRule="auto"/>
              <w:rPr>
                <w:rFonts w:cs="Arial"/>
                <w:sz w:val="18"/>
                <w:szCs w:val="18"/>
              </w:rPr>
            </w:pPr>
          </w:p>
        </w:tc>
      </w:tr>
    </w:tbl>
    <w:p w14:paraId="3761FB60" w14:textId="77777777" w:rsidR="00694E02" w:rsidRDefault="00694E02">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1005FB" w:rsidRPr="00992026" w14:paraId="55A7EF48" w14:textId="77777777" w:rsidTr="001005FB">
        <w:trPr>
          <w:trHeight w:val="60"/>
        </w:trPr>
        <w:sdt>
          <w:sdtPr>
            <w:rPr>
              <w:rFonts w:cs="Arial"/>
              <w:sz w:val="18"/>
              <w:szCs w:val="18"/>
            </w:rPr>
            <w:id w:val="183418078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2688540" w14:textId="422F9B34"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CCED06" w14:textId="34D5019D" w:rsidR="001005FB" w:rsidRPr="00AB5529" w:rsidRDefault="00257B0D" w:rsidP="00B611BF">
            <w:pPr>
              <w:autoSpaceDE w:val="0"/>
              <w:autoSpaceDN w:val="0"/>
              <w:adjustRightInd w:val="0"/>
              <w:spacing w:line="276" w:lineRule="auto"/>
              <w:rPr>
                <w:rFonts w:cs="Arial"/>
                <w:sz w:val="18"/>
                <w:szCs w:val="18"/>
                <w:highlight w:val="yellow"/>
              </w:rPr>
            </w:pPr>
            <w:r w:rsidRPr="00257B0D">
              <w:rPr>
                <w:rFonts w:cs="Arial"/>
                <w:sz w:val="18"/>
                <w:szCs w:val="18"/>
              </w:rPr>
              <w:t>Vorausgesetzt, das Spital verfügt über diese Information</w:t>
            </w:r>
            <w:r>
              <w:rPr>
                <w:rFonts w:cs="Arial"/>
                <w:sz w:val="18"/>
                <w:szCs w:val="18"/>
              </w:rPr>
              <w:t>, w</w:t>
            </w:r>
            <w:r w:rsidR="00B63379" w:rsidRPr="00AB5529">
              <w:rPr>
                <w:rFonts w:cs="Arial"/>
                <w:sz w:val="18"/>
                <w:szCs w:val="18"/>
              </w:rPr>
              <w:t xml:space="preserve">enn </w:t>
            </w:r>
            <w:r w:rsidR="00B63379" w:rsidRPr="008704D5">
              <w:rPr>
                <w:rFonts w:cs="Arial"/>
                <w:sz w:val="18"/>
                <w:szCs w:val="18"/>
              </w:rPr>
              <w:t xml:space="preserve">die </w:t>
            </w:r>
            <w:r w:rsidR="00B611BF" w:rsidRPr="008704D5">
              <w:rPr>
                <w:rFonts w:cs="Arial"/>
                <w:sz w:val="18"/>
                <w:szCs w:val="18"/>
              </w:rPr>
              <w:t xml:space="preserve">Forschung und </w:t>
            </w:r>
            <w:r w:rsidR="001005FB" w:rsidRPr="008704D5">
              <w:rPr>
                <w:rFonts w:cs="Arial"/>
                <w:sz w:val="18"/>
                <w:szCs w:val="18"/>
              </w:rPr>
              <w:t>universitäre Lehre nebst dem Spital durch Dritte (Erziehungsdirektionen, Kantone, Staat, Industrien, Forschungsinstitute</w:t>
            </w:r>
            <w:r w:rsidR="001005FB" w:rsidRPr="00AB5529">
              <w:rPr>
                <w:rFonts w:cs="Arial"/>
                <w:sz w:val="18"/>
                <w:szCs w:val="18"/>
              </w:rPr>
              <w:t>, Berufsverbände, Fachgesellschaften, Stiftungen, etc.) finanziert</w:t>
            </w:r>
            <w:r w:rsidR="00B63379" w:rsidRPr="00AB5529">
              <w:rPr>
                <w:rFonts w:cs="Arial"/>
                <w:sz w:val="18"/>
                <w:szCs w:val="18"/>
              </w:rPr>
              <w:t xml:space="preserve"> wird: sind die von Dritten finanzierten Kosten und Erlöse bekannt und wurden sie als Zusatzkosten/-erlöse in der Abgrenzungsrechnung berücksichtigt [vgl. Kapitel 5.6.2 Kalkulatorische Kosten (Ermittlung der Anders- und Zusatzkosten)]?</w:t>
            </w:r>
            <w:r w:rsidR="00D52936" w:rsidRPr="00AB5529">
              <w:rPr>
                <w:rFonts w:cs="Arial"/>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6ADD3ED"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6B81970B" w14:textId="77777777" w:rsidTr="001005FB">
        <w:trPr>
          <w:trHeight w:val="60"/>
        </w:trPr>
        <w:sdt>
          <w:sdtPr>
            <w:rPr>
              <w:rFonts w:cs="Arial"/>
              <w:sz w:val="18"/>
              <w:szCs w:val="18"/>
            </w:rPr>
            <w:id w:val="171639116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93823D" w14:textId="77777777"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3F812EA" w14:textId="77777777" w:rsidR="001005FB" w:rsidRPr="00AB5529" w:rsidRDefault="00485188" w:rsidP="00485188">
            <w:pPr>
              <w:autoSpaceDE w:val="0"/>
              <w:autoSpaceDN w:val="0"/>
              <w:adjustRightInd w:val="0"/>
              <w:spacing w:line="276" w:lineRule="auto"/>
              <w:rPr>
                <w:rFonts w:eastAsia="TheMix-HP3Lig" w:cs="Arial"/>
                <w:sz w:val="18"/>
                <w:szCs w:val="18"/>
              </w:rPr>
            </w:pPr>
            <w:r w:rsidRPr="00AB5529">
              <w:rPr>
                <w:rFonts w:eastAsia="TheMix-HP3Lig" w:cs="Arial"/>
                <w:sz w:val="18"/>
                <w:szCs w:val="18"/>
              </w:rPr>
              <w:t xml:space="preserve">Überprüfung: </w:t>
            </w:r>
            <w:r w:rsidR="001005FB" w:rsidRPr="00AB5529">
              <w:rPr>
                <w:rFonts w:eastAsia="TheMix-HP3Lig" w:cs="Arial"/>
                <w:sz w:val="18"/>
                <w:szCs w:val="18"/>
              </w:rPr>
              <w:t>die Lohnkostenanteile</w:t>
            </w:r>
            <w:r w:rsidRPr="00AB5529">
              <w:rPr>
                <w:rFonts w:eastAsia="TheMix-HP3Lig" w:cs="Arial"/>
                <w:sz w:val="18"/>
                <w:szCs w:val="18"/>
              </w:rPr>
              <w:t xml:space="preserve"> werden</w:t>
            </w:r>
            <w:r w:rsidR="001005FB" w:rsidRPr="00AB5529">
              <w:rPr>
                <w:rFonts w:eastAsia="TheMix-HP3Lig" w:cs="Arial"/>
                <w:sz w:val="18"/>
                <w:szCs w:val="18"/>
              </w:rPr>
              <w:t xml:space="preserve"> direkt oder indirekt auf die Muss-Kostenstelle Forschung </w:t>
            </w:r>
            <w:r w:rsidRPr="00AB5529">
              <w:rPr>
                <w:rFonts w:eastAsia="TheMix-HP3Lig" w:cs="Arial"/>
                <w:sz w:val="18"/>
                <w:szCs w:val="18"/>
              </w:rPr>
              <w:t>und universitäre Lehre verbucht.</w:t>
            </w:r>
            <w:r w:rsidR="001005FB" w:rsidRPr="00AB5529">
              <w:rPr>
                <w:rFonts w:eastAsia="TheMix-HP3Lig" w:cs="Arial"/>
                <w:sz w:val="18"/>
                <w:szCs w:val="18"/>
              </w:rPr>
              <w:t xml:space="preserve"> </w:t>
            </w:r>
          </w:p>
          <w:p w14:paraId="5EFA49B0" w14:textId="77777777" w:rsidR="00B63379" w:rsidRPr="00AB5529" w:rsidRDefault="00B63379" w:rsidP="00485188">
            <w:pPr>
              <w:autoSpaceDE w:val="0"/>
              <w:autoSpaceDN w:val="0"/>
              <w:adjustRightInd w:val="0"/>
              <w:spacing w:line="276" w:lineRule="auto"/>
              <w:rPr>
                <w:rFonts w:eastAsia="TheMix-HP3Lig" w:cs="Arial"/>
                <w:sz w:val="18"/>
                <w:szCs w:val="18"/>
              </w:rPr>
            </w:pPr>
          </w:p>
          <w:p w14:paraId="42E9C4FF" w14:textId="77777777" w:rsidR="001005FB" w:rsidRPr="00AB5529" w:rsidRDefault="001005FB" w:rsidP="00FE75D7">
            <w:pPr>
              <w:autoSpaceDE w:val="0"/>
              <w:autoSpaceDN w:val="0"/>
              <w:adjustRightInd w:val="0"/>
              <w:spacing w:line="276" w:lineRule="auto"/>
              <w:rPr>
                <w:rFonts w:eastAsia="TheMix-HP3Lig" w:cs="Arial"/>
                <w:sz w:val="18"/>
                <w:szCs w:val="18"/>
                <w:highlight w:val="yellow"/>
              </w:rPr>
            </w:pPr>
            <w:r w:rsidRPr="00CE64F3">
              <w:rPr>
                <w:rFonts w:cs="Arial"/>
                <w:color w:val="005496"/>
                <w:sz w:val="18"/>
                <w:szCs w:val="18"/>
              </w:rPr>
              <w:t xml:space="preserve">Hinweis: Eine Verrechnung mittels ILV oder der Bildung von Sekundärkosten ist in diesem Zusammenhang nicht zulässig, da dadurch </w:t>
            </w:r>
            <w:r w:rsidR="00994E46" w:rsidRPr="008704D5">
              <w:rPr>
                <w:rFonts w:cs="Arial"/>
                <w:color w:val="005496"/>
                <w:sz w:val="18"/>
                <w:szCs w:val="18"/>
              </w:rPr>
              <w:t>ein zu tiefer Ausweis der Primärkosten der Muss-Kostenstelle 47 Forschung und universitäre Lehre erfolgt, was zu einer Unterbewertung der gesamten Kosten der Forschung und universitären Lehre führt.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D373F3C"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19DC52B8" w14:textId="77777777" w:rsidTr="001005FB">
        <w:trPr>
          <w:trHeight w:val="60"/>
        </w:trPr>
        <w:sdt>
          <w:sdtPr>
            <w:rPr>
              <w:rFonts w:cs="Arial"/>
              <w:sz w:val="18"/>
              <w:szCs w:val="18"/>
            </w:rPr>
            <w:id w:val="266119454"/>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8C6E51" w14:textId="77777777"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770F3DD" w14:textId="77777777" w:rsidR="00994E46" w:rsidRPr="008704D5" w:rsidRDefault="00994E46" w:rsidP="00994E46">
            <w:pPr>
              <w:autoSpaceDE w:val="0"/>
              <w:autoSpaceDN w:val="0"/>
              <w:adjustRightInd w:val="0"/>
              <w:spacing w:line="276" w:lineRule="auto"/>
              <w:rPr>
                <w:rFonts w:eastAsia="TheMix-HP3Lig" w:cs="Arial"/>
                <w:b/>
                <w:sz w:val="18"/>
                <w:szCs w:val="18"/>
              </w:rPr>
            </w:pPr>
            <w:r w:rsidRPr="008704D5">
              <w:rPr>
                <w:rFonts w:eastAsia="TheMix-HP3Lig" w:cs="Arial"/>
                <w:b/>
                <w:sz w:val="18"/>
                <w:szCs w:val="18"/>
              </w:rPr>
              <w:t>Verursachergerechte Umlage der administrativen Bereiche</w:t>
            </w:r>
          </w:p>
          <w:p w14:paraId="23484858" w14:textId="77777777" w:rsidR="00107772" w:rsidRPr="00AB5529" w:rsidRDefault="00107772" w:rsidP="00485188">
            <w:pPr>
              <w:autoSpaceDE w:val="0"/>
              <w:autoSpaceDN w:val="0"/>
              <w:adjustRightInd w:val="0"/>
              <w:spacing w:line="276" w:lineRule="auto"/>
              <w:rPr>
                <w:rFonts w:eastAsia="TheMix-HP3Lig" w:cs="Arial"/>
                <w:sz w:val="18"/>
                <w:szCs w:val="18"/>
              </w:rPr>
            </w:pPr>
            <w:r w:rsidRPr="00AB5529">
              <w:rPr>
                <w:rFonts w:eastAsia="TheMix-HP3Lig" w:cs="Arial"/>
                <w:sz w:val="18"/>
                <w:szCs w:val="18"/>
              </w:rPr>
              <w:t>Überprüfung: S</w:t>
            </w:r>
            <w:r w:rsidR="001005FB" w:rsidRPr="00AB5529">
              <w:rPr>
                <w:rFonts w:eastAsia="TheMix-HP3Lig" w:cs="Arial"/>
                <w:sz w:val="18"/>
                <w:szCs w:val="18"/>
              </w:rPr>
              <w:t xml:space="preserve">ämtliche Besoldungen des im Spital arbeitenden Personals </w:t>
            </w:r>
            <w:r w:rsidRPr="00AB5529">
              <w:rPr>
                <w:rFonts w:eastAsia="TheMix-HP3Lig" w:cs="Arial"/>
                <w:sz w:val="18"/>
                <w:szCs w:val="18"/>
              </w:rPr>
              <w:t xml:space="preserve">sind </w:t>
            </w:r>
            <w:r w:rsidR="001005FB" w:rsidRPr="00AB5529">
              <w:rPr>
                <w:rFonts w:eastAsia="TheMix-HP3Lig" w:cs="Arial"/>
                <w:sz w:val="18"/>
                <w:szCs w:val="18"/>
              </w:rPr>
              <w:t>in der Kostenartenrechnung berücksichtigt (als Aufwand oder Zusatz</w:t>
            </w:r>
            <w:r w:rsidRPr="00AB5529">
              <w:rPr>
                <w:rFonts w:eastAsia="TheMix-HP3Lig" w:cs="Arial"/>
                <w:sz w:val="18"/>
                <w:szCs w:val="18"/>
              </w:rPr>
              <w:t xml:space="preserve">kosten). Wenn </w:t>
            </w:r>
            <w:r w:rsidR="00485188" w:rsidRPr="00AB5529">
              <w:rPr>
                <w:rFonts w:eastAsia="TheMix-HP3Lig" w:cs="Arial"/>
                <w:sz w:val="18"/>
                <w:szCs w:val="18"/>
              </w:rPr>
              <w:t>nicht,</w:t>
            </w:r>
            <w:r w:rsidRPr="00AB5529">
              <w:rPr>
                <w:rFonts w:eastAsia="TheMix-HP3Lig" w:cs="Arial"/>
                <w:sz w:val="18"/>
                <w:szCs w:val="18"/>
              </w:rPr>
              <w:t xml:space="preserve"> ist sicherzustellen, dass </w:t>
            </w:r>
            <w:r w:rsidR="001005FB" w:rsidRPr="00AB5529">
              <w:rPr>
                <w:rFonts w:eastAsia="TheMix-HP3Lig" w:cs="Arial"/>
                <w:sz w:val="18"/>
                <w:szCs w:val="18"/>
              </w:rPr>
              <w:t xml:space="preserve"> </w:t>
            </w:r>
            <w:r w:rsidRPr="00AB5529">
              <w:rPr>
                <w:rFonts w:eastAsia="TheMix-HP3Lig" w:cs="Arial"/>
                <w:sz w:val="18"/>
                <w:szCs w:val="18"/>
              </w:rPr>
              <w:t xml:space="preserve">bei folgenden </w:t>
            </w:r>
            <w:r w:rsidR="009315CB" w:rsidRPr="00AB5529">
              <w:rPr>
                <w:rFonts w:eastAsia="TheMix-HP3Lig" w:cs="Arial"/>
                <w:sz w:val="18"/>
                <w:szCs w:val="18"/>
              </w:rPr>
              <w:t xml:space="preserve">dienstleistenden </w:t>
            </w:r>
            <w:r w:rsidRPr="00AB5529">
              <w:rPr>
                <w:rFonts w:eastAsia="TheMix-HP3Lig" w:cs="Arial"/>
                <w:sz w:val="18"/>
                <w:szCs w:val="18"/>
              </w:rPr>
              <w:t xml:space="preserve">Muss-Kostenstellen die Bezugsgrösse Anzahl der 100 % Stellen als Minimalvariante verwendet worden ist: </w:t>
            </w:r>
          </w:p>
          <w:p w14:paraId="270C1064" w14:textId="77777777" w:rsidR="00107772" w:rsidRPr="00AB5529" w:rsidRDefault="00107772" w:rsidP="00BF020C">
            <w:pPr>
              <w:numPr>
                <w:ilvl w:val="0"/>
                <w:numId w:val="37"/>
              </w:numPr>
              <w:autoSpaceDE w:val="0"/>
              <w:autoSpaceDN w:val="0"/>
              <w:adjustRightInd w:val="0"/>
              <w:spacing w:line="276" w:lineRule="auto"/>
              <w:ind w:left="210" w:hanging="210"/>
              <w:rPr>
                <w:rFonts w:eastAsia="TheMix-HP3Lig" w:cs="Arial"/>
                <w:sz w:val="18"/>
                <w:szCs w:val="18"/>
              </w:rPr>
            </w:pPr>
            <w:r w:rsidRPr="00AB5529">
              <w:rPr>
                <w:rFonts w:eastAsia="TheMix-HP3Lig" w:cs="Arial"/>
                <w:sz w:val="18"/>
                <w:szCs w:val="18"/>
              </w:rPr>
              <w:t>Direktion</w:t>
            </w:r>
          </w:p>
          <w:p w14:paraId="14DD9D8E" w14:textId="77777777" w:rsidR="00107772" w:rsidRPr="00AB5529" w:rsidRDefault="00107772" w:rsidP="00BF020C">
            <w:pPr>
              <w:numPr>
                <w:ilvl w:val="0"/>
                <w:numId w:val="37"/>
              </w:numPr>
              <w:autoSpaceDE w:val="0"/>
              <w:autoSpaceDN w:val="0"/>
              <w:adjustRightInd w:val="0"/>
              <w:spacing w:line="276" w:lineRule="auto"/>
              <w:ind w:left="210" w:hanging="210"/>
              <w:rPr>
                <w:rFonts w:eastAsia="TheMix-HP3Lig" w:cs="Arial"/>
                <w:sz w:val="18"/>
                <w:szCs w:val="18"/>
              </w:rPr>
            </w:pPr>
            <w:r w:rsidRPr="00AB5529">
              <w:rPr>
                <w:rFonts w:eastAsia="TheMix-HP3Lig" w:cs="Arial"/>
                <w:sz w:val="18"/>
                <w:szCs w:val="18"/>
              </w:rPr>
              <w:t>Dezentrale Führungs- und Koordinationsbereiche</w:t>
            </w:r>
          </w:p>
          <w:p w14:paraId="14F2002B" w14:textId="77777777" w:rsidR="00FE75D7" w:rsidRPr="00AB5529" w:rsidRDefault="00107772" w:rsidP="00BF020C">
            <w:pPr>
              <w:numPr>
                <w:ilvl w:val="0"/>
                <w:numId w:val="37"/>
              </w:numPr>
              <w:autoSpaceDE w:val="0"/>
              <w:autoSpaceDN w:val="0"/>
              <w:adjustRightInd w:val="0"/>
              <w:spacing w:line="276" w:lineRule="auto"/>
              <w:ind w:left="210" w:hanging="210"/>
              <w:rPr>
                <w:rFonts w:eastAsia="TheMix-HP3Lig" w:cs="Arial"/>
                <w:sz w:val="18"/>
                <w:szCs w:val="18"/>
              </w:rPr>
            </w:pPr>
            <w:r w:rsidRPr="00AB5529">
              <w:rPr>
                <w:rFonts w:eastAsia="TheMix-HP3Lig" w:cs="Arial"/>
                <w:sz w:val="18"/>
                <w:szCs w:val="18"/>
              </w:rPr>
              <w:lastRenderedPageBreak/>
              <w:t>Personalwesen</w:t>
            </w:r>
          </w:p>
          <w:p w14:paraId="22FD3236" w14:textId="77777777" w:rsidR="00FE75D7" w:rsidRPr="00AB5529" w:rsidRDefault="00107772" w:rsidP="00BF020C">
            <w:pPr>
              <w:numPr>
                <w:ilvl w:val="0"/>
                <w:numId w:val="37"/>
              </w:numPr>
              <w:autoSpaceDE w:val="0"/>
              <w:autoSpaceDN w:val="0"/>
              <w:adjustRightInd w:val="0"/>
              <w:spacing w:line="276" w:lineRule="auto"/>
              <w:ind w:left="210" w:hanging="210"/>
              <w:rPr>
                <w:rFonts w:eastAsia="TheMix-HP3Lig" w:cs="Arial"/>
                <w:sz w:val="18"/>
                <w:szCs w:val="18"/>
              </w:rPr>
            </w:pPr>
            <w:r w:rsidRPr="00AB5529">
              <w:rPr>
                <w:rFonts w:eastAsia="TheMix-HP3Lig" w:cs="Arial"/>
                <w:sz w:val="18"/>
                <w:szCs w:val="18"/>
              </w:rPr>
              <w:t>Rechnungswesen</w:t>
            </w:r>
          </w:p>
          <w:p w14:paraId="667C0B1F" w14:textId="77777777" w:rsidR="00FE75D7" w:rsidRPr="00AB5529" w:rsidRDefault="00FE75D7" w:rsidP="00FE75D7">
            <w:pPr>
              <w:autoSpaceDE w:val="0"/>
              <w:autoSpaceDN w:val="0"/>
              <w:adjustRightInd w:val="0"/>
              <w:spacing w:line="276" w:lineRule="auto"/>
              <w:ind w:left="21"/>
              <w:rPr>
                <w:rFonts w:eastAsia="TheMix-HP3Lig" w:cs="Arial"/>
                <w:sz w:val="18"/>
                <w:szCs w:val="18"/>
              </w:rPr>
            </w:pPr>
          </w:p>
          <w:p w14:paraId="3FC3855E" w14:textId="77777777" w:rsidR="00D763F1" w:rsidRPr="00AB5529" w:rsidRDefault="00D763F1" w:rsidP="00FE75D7">
            <w:pPr>
              <w:autoSpaceDE w:val="0"/>
              <w:autoSpaceDN w:val="0"/>
              <w:adjustRightInd w:val="0"/>
              <w:spacing w:line="276" w:lineRule="auto"/>
              <w:ind w:left="21"/>
              <w:rPr>
                <w:rFonts w:eastAsia="TheMix-HP3Lig" w:cs="Arial"/>
                <w:sz w:val="18"/>
                <w:szCs w:val="18"/>
              </w:rPr>
            </w:pPr>
            <w:r w:rsidRPr="00AB5529">
              <w:rPr>
                <w:rFonts w:eastAsia="TheMix-HP3Lig" w:cs="Arial"/>
                <w:sz w:val="18"/>
                <w:szCs w:val="18"/>
              </w:rPr>
              <w:t xml:space="preserve">Somit entsteht keine </w:t>
            </w:r>
            <w:r w:rsidR="00FE75D7" w:rsidRPr="00AB5529">
              <w:rPr>
                <w:rFonts w:eastAsia="TheMix-HP3Lig" w:cs="Arial"/>
                <w:sz w:val="18"/>
                <w:szCs w:val="18"/>
              </w:rPr>
              <w:t xml:space="preserve">Verzerrung </w:t>
            </w:r>
            <w:r w:rsidR="00783B2B" w:rsidRPr="00AB5529">
              <w:rPr>
                <w:rFonts w:eastAsia="TheMix-HP3Lig" w:cs="Arial"/>
                <w:sz w:val="18"/>
                <w:szCs w:val="18"/>
              </w:rPr>
              <w:t>aufgrund eines in diesem Fall nicht zweckmässigen</w:t>
            </w:r>
            <w:r w:rsidRPr="00AB5529">
              <w:rPr>
                <w:rFonts w:eastAsia="TheMix-HP3Lig" w:cs="Arial"/>
                <w:sz w:val="18"/>
                <w:szCs w:val="18"/>
              </w:rPr>
              <w:t xml:space="preserve"> Umlageschlüssel</w:t>
            </w:r>
            <w:r w:rsidR="00FE75D7" w:rsidRPr="00AB5529">
              <w:rPr>
                <w:rFonts w:eastAsia="TheMix-HP3Lig" w:cs="Arial"/>
                <w:sz w:val="18"/>
                <w:szCs w:val="18"/>
              </w:rPr>
              <w:t>s</w:t>
            </w:r>
            <w:r w:rsidR="00783B2B" w:rsidRPr="00AB5529">
              <w:rPr>
                <w:rFonts w:eastAsia="TheMix-HP3Lig" w:cs="Arial"/>
                <w:sz w:val="18"/>
                <w:szCs w:val="18"/>
              </w:rPr>
              <w:t>.</w:t>
            </w:r>
          </w:p>
          <w:p w14:paraId="4AE05092" w14:textId="77777777" w:rsidR="00994E46" w:rsidRDefault="00994E46" w:rsidP="00485188">
            <w:pPr>
              <w:autoSpaceDE w:val="0"/>
              <w:autoSpaceDN w:val="0"/>
              <w:adjustRightInd w:val="0"/>
              <w:spacing w:line="276" w:lineRule="auto"/>
              <w:rPr>
                <w:rFonts w:cs="Arial"/>
                <w:color w:val="005496"/>
                <w:sz w:val="18"/>
                <w:szCs w:val="18"/>
              </w:rPr>
            </w:pPr>
          </w:p>
          <w:p w14:paraId="1A7FE0AF" w14:textId="77777777" w:rsidR="001005FB" w:rsidRPr="00AB5529" w:rsidRDefault="00107772" w:rsidP="00485188">
            <w:pPr>
              <w:autoSpaceDE w:val="0"/>
              <w:autoSpaceDN w:val="0"/>
              <w:adjustRightInd w:val="0"/>
              <w:spacing w:line="276" w:lineRule="auto"/>
              <w:rPr>
                <w:rFonts w:eastAsia="TheMix-HP3Lig" w:cs="Arial"/>
                <w:sz w:val="18"/>
                <w:szCs w:val="18"/>
              </w:rPr>
            </w:pPr>
            <w:r w:rsidRPr="00CE64F3">
              <w:rPr>
                <w:rFonts w:cs="Arial"/>
                <w:color w:val="005496"/>
                <w:sz w:val="18"/>
                <w:szCs w:val="18"/>
              </w:rPr>
              <w:t>Hinweis: Die Bezugsgrösse % der Besoldungen ist in diesem Fall als Minimalvariante nicht statthaft.</w:t>
            </w:r>
            <w:r w:rsidR="00D763F1" w:rsidRPr="00AB5529">
              <w:rPr>
                <w:rFonts w:eastAsia="TheMix-HP3Lig" w:cs="Arial"/>
                <w:color w:val="1F497D" w:themeColor="text2"/>
                <w:sz w:val="18"/>
                <w:szCs w:val="18"/>
              </w:rPr>
              <w:t xml:space="preserve">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6DB65C7"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32A0152B" w14:textId="77777777" w:rsidTr="001005FB">
        <w:trPr>
          <w:trHeight w:val="60"/>
        </w:trPr>
        <w:sdt>
          <w:sdtPr>
            <w:rPr>
              <w:rFonts w:cs="Arial"/>
              <w:sz w:val="18"/>
              <w:szCs w:val="18"/>
            </w:rPr>
            <w:id w:val="91490784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45E2500" w14:textId="77777777"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ABE47C5" w14:textId="77777777" w:rsidR="001005FB" w:rsidRPr="00AB5529" w:rsidRDefault="00B63379" w:rsidP="00485188">
            <w:pPr>
              <w:autoSpaceDE w:val="0"/>
              <w:autoSpaceDN w:val="0"/>
              <w:adjustRightInd w:val="0"/>
              <w:spacing w:line="276" w:lineRule="auto"/>
              <w:rPr>
                <w:rFonts w:eastAsia="TheMix-HP3Lig" w:cs="Arial"/>
                <w:sz w:val="18"/>
                <w:szCs w:val="18"/>
              </w:rPr>
            </w:pPr>
            <w:r w:rsidRPr="00AB5529">
              <w:rPr>
                <w:rFonts w:eastAsia="TheMix-HP3Lig" w:cs="Arial"/>
                <w:sz w:val="18"/>
                <w:szCs w:val="18"/>
              </w:rPr>
              <w:t>Überprüfung: D</w:t>
            </w:r>
            <w:r w:rsidR="001005FB" w:rsidRPr="00AB5529">
              <w:rPr>
                <w:rFonts w:eastAsia="TheMix-HP3Lig" w:cs="Arial"/>
                <w:sz w:val="18"/>
                <w:szCs w:val="18"/>
              </w:rPr>
              <w:t xml:space="preserve">ie Sachkosten (medizinisch und nicht-medizinisch), die kalkulatorischen Abschreibungen von mobilen Sachanlagen (Anlagekategorie D, E und F)  oder Investitionen deren Anschaffungswert unter dem VKL Wert liegen, </w:t>
            </w:r>
            <w:r w:rsidRPr="00AB5529">
              <w:rPr>
                <w:rFonts w:eastAsia="TheMix-HP3Lig" w:cs="Arial"/>
                <w:sz w:val="18"/>
                <w:szCs w:val="18"/>
              </w:rPr>
              <w:t xml:space="preserve">werden </w:t>
            </w:r>
            <w:r w:rsidR="001005FB" w:rsidRPr="00AB5529">
              <w:rPr>
                <w:rFonts w:eastAsia="TheMix-HP3Lig" w:cs="Arial"/>
                <w:sz w:val="18"/>
                <w:szCs w:val="18"/>
              </w:rPr>
              <w:t>mindestens als prozentualer Anteil zwischen den durch die Aktivitäten der Forschung und universitären Lehre betroffenen Muss-Kostenstellen und der Muss-Kostenstelle Forschung und universitäre Lehre in Anlehnung an die ermittelten Beschäftigungsgrade aufgeteilt</w:t>
            </w:r>
            <w:r w:rsidR="00485188" w:rsidRPr="00AB5529">
              <w:rPr>
                <w:rFonts w:eastAsia="TheMix-HP3Lig" w:cs="Arial"/>
                <w:sz w:val="18"/>
                <w:szCs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0D41115"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649740E8" w14:textId="77777777" w:rsidTr="001005FB">
        <w:trPr>
          <w:trHeight w:val="60"/>
        </w:trPr>
        <w:sdt>
          <w:sdtPr>
            <w:rPr>
              <w:rFonts w:cs="Arial"/>
              <w:sz w:val="18"/>
              <w:szCs w:val="18"/>
            </w:rPr>
            <w:id w:val="323781812"/>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58D17C" w14:textId="77777777" w:rsidR="001005FB" w:rsidRPr="00992026" w:rsidRDefault="00485188" w:rsidP="00485188">
                <w:pPr>
                  <w:autoSpaceDE w:val="0"/>
                  <w:autoSpaceDN w:val="0"/>
                  <w:adjustRightInd w:val="0"/>
                  <w:spacing w:line="276" w:lineRule="auto"/>
                  <w:rPr>
                    <w:rFonts w:cs="Arial"/>
                    <w:sz w:val="18"/>
                    <w:szCs w:val="18"/>
                  </w:rPr>
                </w:pPr>
                <w:r>
                  <w:rPr>
                    <w:rFonts w:ascii="MS Gothic" w:eastAsia="MS Gothic" w:hAnsi="MS Gothic" w:cs="Arial" w:hint="eastAsia"/>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4696B18" w14:textId="77777777" w:rsidR="001005FB" w:rsidRPr="00AB5529" w:rsidRDefault="00107772" w:rsidP="00485188">
            <w:pPr>
              <w:autoSpaceDE w:val="0"/>
              <w:autoSpaceDN w:val="0"/>
              <w:adjustRightInd w:val="0"/>
              <w:spacing w:line="276" w:lineRule="auto"/>
              <w:rPr>
                <w:rFonts w:eastAsia="TheMix-HP3Lig" w:cs="Arial"/>
                <w:sz w:val="18"/>
                <w:szCs w:val="18"/>
              </w:rPr>
            </w:pPr>
            <w:r w:rsidRPr="00AB5529">
              <w:rPr>
                <w:rFonts w:eastAsia="TheMix-HP3Lig" w:cs="Arial"/>
                <w:sz w:val="18"/>
                <w:szCs w:val="18"/>
              </w:rPr>
              <w:t xml:space="preserve">Überprüfung: </w:t>
            </w:r>
            <w:r w:rsidR="001005FB" w:rsidRPr="00AB5529">
              <w:rPr>
                <w:rFonts w:eastAsia="TheMix-HP3Lig" w:cs="Arial"/>
                <w:sz w:val="18"/>
                <w:szCs w:val="18"/>
              </w:rPr>
              <w:t>Die Raumkosten werden auf die Muss-Kostenstelle Infrastruktur kontiert und anschliessend mittels m</w:t>
            </w:r>
            <w:r w:rsidR="001005FB" w:rsidRPr="00CE64F3">
              <w:rPr>
                <w:rFonts w:eastAsia="TheMix-HP3Lig" w:cs="Arial"/>
                <w:sz w:val="18"/>
                <w:szCs w:val="18"/>
                <w:vertAlign w:val="superscript"/>
              </w:rPr>
              <w:t>2</w:t>
            </w:r>
            <w:r w:rsidR="001005FB" w:rsidRPr="00AB5529">
              <w:rPr>
                <w:rFonts w:eastAsia="TheMix-HP3Lig" w:cs="Arial"/>
                <w:sz w:val="18"/>
                <w:szCs w:val="18"/>
              </w:rPr>
              <w:t xml:space="preserve"> auf die anderen Kostenstellen umgelegt. </w:t>
            </w:r>
            <w:r w:rsidR="00B63379" w:rsidRPr="00AB5529">
              <w:rPr>
                <w:rFonts w:eastAsia="TheMix-HP3Lig" w:cs="Arial"/>
                <w:sz w:val="18"/>
                <w:szCs w:val="18"/>
              </w:rPr>
              <w:t>m</w:t>
            </w:r>
            <w:r w:rsidR="001005FB" w:rsidRPr="00AB5529">
              <w:rPr>
                <w:rFonts w:eastAsia="TheMix-HP3Lig" w:cs="Arial"/>
                <w:sz w:val="18"/>
                <w:szCs w:val="18"/>
                <w:vertAlign w:val="superscript"/>
              </w:rPr>
              <w:t>2</w:t>
            </w:r>
            <w:r w:rsidR="001005FB" w:rsidRPr="00AB5529">
              <w:rPr>
                <w:rFonts w:eastAsia="TheMix-HP3Lig" w:cs="Arial"/>
                <w:sz w:val="18"/>
                <w:szCs w:val="18"/>
              </w:rPr>
              <w:t xml:space="preserve"> von Räumen mit einem kuppelproduktiven Aspekt (z.B. Operationssaal, Gänge, gemeinsam genutzte Büros, usw.)</w:t>
            </w:r>
            <w:r w:rsidR="00B63379" w:rsidRPr="00AB5529">
              <w:rPr>
                <w:rFonts w:eastAsia="TheMix-HP3Lig" w:cs="Arial"/>
                <w:sz w:val="18"/>
                <w:szCs w:val="18"/>
              </w:rPr>
              <w:t xml:space="preserve"> werden</w:t>
            </w:r>
            <w:r w:rsidR="001005FB" w:rsidRPr="00AB5529">
              <w:rPr>
                <w:rFonts w:eastAsia="TheMix-HP3Lig" w:cs="Arial"/>
                <w:sz w:val="18"/>
                <w:szCs w:val="18"/>
              </w:rPr>
              <w:t xml:space="preserve"> anteilmässig anhand der Nutzung der Räume für die Aktivitäten der Forschung und universitären Lehre aufgeteilt und die Raumkostenanteile auf die Muss-Kostenstelle Forschung und universitäre Lehre verbucht</w:t>
            </w:r>
            <w:r w:rsidR="00485188" w:rsidRPr="00AB5529">
              <w:rPr>
                <w:rFonts w:eastAsia="TheMix-HP3Lig" w:cs="Arial"/>
                <w:sz w:val="18"/>
                <w:szCs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B3E6AE2"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4F28D0D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A1F833" w14:textId="77777777" w:rsidR="001005FB" w:rsidRPr="00992026" w:rsidRDefault="001005FB"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9.12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5BB6FED" w14:textId="77777777" w:rsidR="001005FB" w:rsidRPr="00992026" w:rsidRDefault="001005FB"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Administrative Abbildung von Behandlungen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2C1C82A" w14:textId="77777777" w:rsidR="001005FB" w:rsidRPr="00992026" w:rsidRDefault="001005FB" w:rsidP="00485188">
            <w:pPr>
              <w:autoSpaceDE w:val="0"/>
              <w:autoSpaceDN w:val="0"/>
              <w:adjustRightInd w:val="0"/>
              <w:spacing w:line="276" w:lineRule="auto"/>
              <w:rPr>
                <w:rFonts w:cs="Arial"/>
                <w:sz w:val="18"/>
                <w:szCs w:val="18"/>
              </w:rPr>
            </w:pPr>
          </w:p>
        </w:tc>
      </w:tr>
      <w:tr w:rsidR="001005FB" w:rsidRPr="00992026" w14:paraId="7E35BF6D" w14:textId="77777777" w:rsidTr="009C2396">
        <w:trPr>
          <w:trHeight w:val="60"/>
        </w:trPr>
        <w:sdt>
          <w:sdtPr>
            <w:rPr>
              <w:rFonts w:cs="Arial"/>
              <w:color w:val="000000"/>
              <w:sz w:val="18"/>
              <w:szCs w:val="18"/>
            </w:rPr>
            <w:id w:val="163028796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BE0C349" w14:textId="77777777" w:rsidR="001005FB" w:rsidRPr="00992026" w:rsidRDefault="001005FB"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B0B90A" w14:textId="77777777" w:rsidR="001005FB" w:rsidRPr="00992026" w:rsidRDefault="001005FB"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Dokumentation der internen Handlungsanweisungen, wie die unterschiedlichen Behandlungen als administrative Fälle abzubilden sind</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EB76F4E" w14:textId="77777777" w:rsidR="001005FB" w:rsidRPr="00992026" w:rsidRDefault="001005FB" w:rsidP="00485188">
            <w:pPr>
              <w:autoSpaceDE w:val="0"/>
              <w:autoSpaceDN w:val="0"/>
              <w:adjustRightInd w:val="0"/>
              <w:spacing w:line="276" w:lineRule="auto"/>
              <w:rPr>
                <w:rFonts w:cs="Arial"/>
                <w:sz w:val="18"/>
                <w:szCs w:val="18"/>
              </w:rPr>
            </w:pPr>
          </w:p>
        </w:tc>
      </w:tr>
    </w:tbl>
    <w:p w14:paraId="6EFDAC5C" w14:textId="77777777" w:rsidR="009C2396" w:rsidRPr="00992026" w:rsidRDefault="009C2396" w:rsidP="00485188">
      <w:pPr>
        <w:spacing w:line="276" w:lineRule="auto"/>
      </w:pPr>
      <w:r w:rsidRPr="00992026">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3039BBE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14CA37B1"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lastRenderedPageBreak/>
              <w:t>10</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2CC734EE"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Die Leistungserfassung</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714647B4"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5F01B03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EA5BF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10.1</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6D704C6"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Kuppelproduktion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1DEE4F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08030D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D11BF2"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72A0316" w14:textId="77777777" w:rsidR="009C2396" w:rsidRPr="00AB5529" w:rsidRDefault="00B63379" w:rsidP="00485188">
            <w:pPr>
              <w:autoSpaceDE w:val="0"/>
              <w:autoSpaceDN w:val="0"/>
              <w:adjustRightInd w:val="0"/>
              <w:spacing w:line="276" w:lineRule="auto"/>
              <w:textAlignment w:val="center"/>
              <w:rPr>
                <w:rFonts w:cs="Arial"/>
                <w:sz w:val="18"/>
                <w:szCs w:val="18"/>
              </w:rPr>
            </w:pPr>
            <w:r w:rsidRPr="00AB5529">
              <w:rPr>
                <w:rFonts w:cs="Arial"/>
                <w:sz w:val="18"/>
                <w:szCs w:val="18"/>
              </w:rPr>
              <w:t>Siehe Kapitel 9.11 Forschung und universitäre Lehre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1C5133F"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1B4A52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0DDFFC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10.2</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FAAF33A" w14:textId="77777777" w:rsidR="009C2396" w:rsidRPr="00AB5529" w:rsidRDefault="009C2396" w:rsidP="00485188">
            <w:pPr>
              <w:autoSpaceDE w:val="0"/>
              <w:autoSpaceDN w:val="0"/>
              <w:adjustRightInd w:val="0"/>
              <w:spacing w:line="276" w:lineRule="auto"/>
              <w:textAlignment w:val="center"/>
              <w:rPr>
                <w:rFonts w:cs="Arial"/>
                <w:b/>
                <w:bCs/>
                <w:sz w:val="18"/>
                <w:szCs w:val="18"/>
              </w:rPr>
            </w:pPr>
            <w:r w:rsidRPr="00AB5529">
              <w:rPr>
                <w:rFonts w:cs="Arial"/>
                <w:b/>
                <w:bCs/>
                <w:sz w:val="18"/>
                <w:szCs w:val="18"/>
              </w:rPr>
              <w:t>Tätigkeiten zum Erwerb eines Doktortitels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C41C1C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3EE34D3"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A2F7352" w14:textId="77777777" w:rsidR="009C2396" w:rsidRPr="00992026" w:rsidRDefault="009C2396"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968018E" w14:textId="77777777" w:rsidR="009C2396" w:rsidRPr="00AB5529" w:rsidRDefault="009C2396" w:rsidP="00485188">
            <w:pPr>
              <w:autoSpaceDE w:val="0"/>
              <w:autoSpaceDN w:val="0"/>
              <w:adjustRightInd w:val="0"/>
              <w:spacing w:line="276" w:lineRule="auto"/>
              <w:textAlignment w:val="center"/>
              <w:rPr>
                <w:rFonts w:cs="Arial"/>
                <w:sz w:val="18"/>
                <w:szCs w:val="18"/>
              </w:rPr>
            </w:pPr>
            <w:r w:rsidRPr="00AB5529">
              <w:rPr>
                <w:rFonts w:cs="Arial"/>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108C96"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611511B"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46D76CA"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10.3</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673120E" w14:textId="77777777" w:rsidR="009C2396" w:rsidRPr="00AB5529" w:rsidRDefault="009C2396" w:rsidP="00485188">
            <w:pPr>
              <w:autoSpaceDE w:val="0"/>
              <w:autoSpaceDN w:val="0"/>
              <w:adjustRightInd w:val="0"/>
              <w:spacing w:line="276" w:lineRule="auto"/>
              <w:textAlignment w:val="center"/>
              <w:rPr>
                <w:rFonts w:cs="Arial"/>
                <w:b/>
                <w:bCs/>
                <w:sz w:val="18"/>
                <w:szCs w:val="18"/>
              </w:rPr>
            </w:pPr>
            <w:r w:rsidRPr="00AB5529">
              <w:rPr>
                <w:rFonts w:cs="Arial"/>
                <w:b/>
                <w:bCs/>
                <w:sz w:val="18"/>
                <w:szCs w:val="18"/>
              </w:rPr>
              <w:t>Bildung von Tätigkeitsgruppen zwecks Erfassung der Aktivitäten der Forschung und universitären Lehre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7886181" w14:textId="77777777" w:rsidR="009C2396" w:rsidRPr="00992026" w:rsidRDefault="009C2396" w:rsidP="00485188">
            <w:pPr>
              <w:autoSpaceDE w:val="0"/>
              <w:autoSpaceDN w:val="0"/>
              <w:adjustRightInd w:val="0"/>
              <w:spacing w:line="276" w:lineRule="auto"/>
              <w:rPr>
                <w:rFonts w:cs="Arial"/>
                <w:sz w:val="18"/>
                <w:szCs w:val="18"/>
              </w:rPr>
            </w:pPr>
          </w:p>
        </w:tc>
      </w:tr>
      <w:tr w:rsidR="00B63379" w:rsidRPr="00992026" w14:paraId="465800A8"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6137F9" w14:textId="77777777" w:rsidR="00B63379" w:rsidRPr="00992026" w:rsidRDefault="00B63379" w:rsidP="00485188">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9AD2A05" w14:textId="77777777" w:rsidR="00B63379" w:rsidRPr="00AB5529" w:rsidRDefault="00B63379" w:rsidP="00485188">
            <w:pPr>
              <w:autoSpaceDE w:val="0"/>
              <w:autoSpaceDN w:val="0"/>
              <w:adjustRightInd w:val="0"/>
              <w:spacing w:line="276" w:lineRule="auto"/>
              <w:rPr>
                <w:rFonts w:eastAsia="TheMix-HP3Lig" w:cs="Arial"/>
                <w:sz w:val="18"/>
                <w:szCs w:val="18"/>
              </w:rPr>
            </w:pPr>
            <w:r w:rsidRPr="00AB5529">
              <w:rPr>
                <w:rFonts w:cs="Arial"/>
                <w:sz w:val="18"/>
                <w:szCs w:val="18"/>
              </w:rPr>
              <w:t>Siehe Kapitel 9.11 Forschung und universitäre Lehre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331BE23" w14:textId="77777777" w:rsidR="00B63379" w:rsidRPr="00992026" w:rsidRDefault="00B63379" w:rsidP="00485188">
            <w:pPr>
              <w:autoSpaceDE w:val="0"/>
              <w:autoSpaceDN w:val="0"/>
              <w:adjustRightInd w:val="0"/>
              <w:spacing w:line="276" w:lineRule="auto"/>
              <w:rPr>
                <w:rFonts w:cs="Arial"/>
                <w:sz w:val="18"/>
                <w:szCs w:val="18"/>
              </w:rPr>
            </w:pPr>
          </w:p>
        </w:tc>
      </w:tr>
      <w:tr w:rsidR="009C2396" w:rsidRPr="00992026" w14:paraId="16A0B667"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91E12D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10.4</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1C655F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Ärzteschaften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0DDC37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910E3A0" w14:textId="77777777" w:rsidTr="009C2396">
        <w:trPr>
          <w:trHeight w:val="60"/>
        </w:trPr>
        <w:sdt>
          <w:sdtPr>
            <w:rPr>
              <w:rFonts w:cs="Arial"/>
              <w:color w:val="000000"/>
              <w:sz w:val="18"/>
              <w:szCs w:val="18"/>
            </w:rPr>
            <w:id w:val="47788947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E823ECC"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AFE67C"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Die Leistungen der Ärzteschaft sind, mit Ausnahme der Aktivität 7, </w:t>
            </w:r>
            <w:r w:rsidR="00932459">
              <w:rPr>
                <w:rFonts w:cs="Arial"/>
                <w:color w:val="000000"/>
                <w:sz w:val="18"/>
                <w:szCs w:val="18"/>
              </w:rPr>
              <w:t>kostenträgerbezogen sowie vollständig</w:t>
            </w:r>
            <w:r w:rsidR="00932459" w:rsidRPr="00992026">
              <w:rPr>
                <w:rFonts w:cs="Arial"/>
                <w:color w:val="000000"/>
                <w:sz w:val="18"/>
                <w:szCs w:val="18"/>
              </w:rPr>
              <w:t xml:space="preserve"> </w:t>
            </w:r>
            <w:r w:rsidRPr="00992026">
              <w:rPr>
                <w:rFonts w:cs="Arial"/>
                <w:color w:val="000000"/>
                <w:sz w:val="18"/>
                <w:szCs w:val="18"/>
              </w:rPr>
              <w:t>in Minuten (Ist- oder Norm-Minuten) oder Taxpunkten erfasst.</w:t>
            </w:r>
          </w:p>
          <w:p w14:paraId="5829FCBC" w14:textId="77777777" w:rsidR="00F75DE8" w:rsidRDefault="00F75DE8" w:rsidP="00485188">
            <w:pPr>
              <w:autoSpaceDE w:val="0"/>
              <w:autoSpaceDN w:val="0"/>
              <w:adjustRightInd w:val="0"/>
              <w:spacing w:line="276" w:lineRule="auto"/>
              <w:textAlignment w:val="center"/>
              <w:rPr>
                <w:rFonts w:cs="Arial"/>
                <w:color w:val="000000"/>
                <w:sz w:val="18"/>
                <w:szCs w:val="18"/>
              </w:rPr>
            </w:pPr>
          </w:p>
          <w:p w14:paraId="5DD1A265" w14:textId="77777777" w:rsidR="00F75DE8" w:rsidRPr="00992026" w:rsidRDefault="00F75DE8" w:rsidP="00485188">
            <w:pPr>
              <w:autoSpaceDE w:val="0"/>
              <w:autoSpaceDN w:val="0"/>
              <w:adjustRightInd w:val="0"/>
              <w:spacing w:line="276" w:lineRule="auto"/>
              <w:textAlignment w:val="center"/>
              <w:rPr>
                <w:rFonts w:cs="Arial"/>
                <w:color w:val="000000"/>
                <w:sz w:val="18"/>
                <w:szCs w:val="18"/>
              </w:rPr>
            </w:pPr>
            <w:r w:rsidRPr="008704D5">
              <w:rPr>
                <w:rFonts w:cs="Arial"/>
                <w:sz w:val="18"/>
                <w:szCs w:val="18"/>
              </w:rPr>
              <w:t xml:space="preserve">Ab 1. Januar 2018 gilt </w:t>
            </w:r>
            <w:proofErr w:type="spellStart"/>
            <w:r w:rsidRPr="008704D5">
              <w:rPr>
                <w:rFonts w:cs="Arial"/>
                <w:sz w:val="18"/>
                <w:szCs w:val="18"/>
              </w:rPr>
              <w:t>REK_Entscheid</w:t>
            </w:r>
            <w:proofErr w:type="spellEnd"/>
            <w:r w:rsidRPr="008704D5">
              <w:rPr>
                <w:rFonts w:cs="Arial"/>
                <w:sz w:val="18"/>
                <w:szCs w:val="18"/>
              </w:rPr>
              <w:t xml:space="preserve"> 14_006 (zertifizierungsrelevant ab 1. Januar 2019): werden die Arztleistungen 6</w:t>
            </w:r>
            <w:r w:rsidRPr="001952BB">
              <w:rPr>
                <w:rFonts w:cs="Arial"/>
                <w:sz w:val="18"/>
                <w:szCs w:val="18"/>
                <w:vertAlign w:val="subscript"/>
              </w:rPr>
              <w:t>a</w:t>
            </w:r>
            <w:r w:rsidRPr="008704D5">
              <w:rPr>
                <w:rFonts w:cs="Arial"/>
                <w:sz w:val="18"/>
                <w:szCs w:val="18"/>
              </w:rPr>
              <w:t xml:space="preserve"> mittels gewichteten (GZF) Ist-Minuten erfasst</w:t>
            </w:r>
            <w:r w:rsidR="0082297F" w:rsidRPr="008704D5">
              <w:rPr>
                <w:rFonts w:cs="Arial"/>
                <w:sz w:val="18"/>
                <w:szCs w:val="18"/>
              </w:rPr>
              <w: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E4FDE53"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0CC9F2E" w14:textId="77777777" w:rsidTr="009C2396">
        <w:trPr>
          <w:trHeight w:val="60"/>
        </w:trPr>
        <w:sdt>
          <w:sdtPr>
            <w:rPr>
              <w:rFonts w:cs="Arial"/>
              <w:color w:val="000000"/>
              <w:sz w:val="18"/>
              <w:szCs w:val="18"/>
            </w:rPr>
            <w:id w:val="97456952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F96A49"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66F4158" w14:textId="77777777" w:rsidR="009C2396" w:rsidRPr="00992026" w:rsidRDefault="009C2396" w:rsidP="00CE64F3">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zur Erfassung der Leistungen gemäss den </w:t>
            </w:r>
            <w:r w:rsidR="00CE64F3">
              <w:rPr>
                <w:rFonts w:cs="Arial"/>
                <w:color w:val="000000"/>
                <w:sz w:val="18"/>
                <w:szCs w:val="18"/>
              </w:rPr>
              <w:t>in REKOLE</w:t>
            </w:r>
            <w:r w:rsidR="00CE64F3" w:rsidRPr="00CE64F3">
              <w:rPr>
                <w:rFonts w:cs="Arial"/>
                <w:color w:val="000000"/>
                <w:sz w:val="18"/>
                <w:szCs w:val="18"/>
                <w:vertAlign w:val="superscript"/>
              </w:rPr>
              <w:t>®</w:t>
            </w:r>
            <w:r w:rsidR="00CE64F3">
              <w:rPr>
                <w:rFonts w:cs="Arial"/>
                <w:color w:val="000000"/>
                <w:sz w:val="18"/>
                <w:szCs w:val="18"/>
              </w:rPr>
              <w:t xml:space="preserve"> definierten</w:t>
            </w:r>
            <w:r w:rsidRPr="00992026">
              <w:rPr>
                <w:rFonts w:cs="Arial"/>
                <w:color w:val="000000"/>
                <w:sz w:val="18"/>
                <w:szCs w:val="18"/>
              </w:rPr>
              <w:t xml:space="preserve"> Aktivitätsfeldern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52AAA1B"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E17594A" w14:textId="77777777" w:rsidTr="009C2396">
        <w:trPr>
          <w:trHeight w:val="60"/>
        </w:trPr>
        <w:sdt>
          <w:sdtPr>
            <w:rPr>
              <w:rFonts w:cs="Arial"/>
              <w:color w:val="000000"/>
              <w:sz w:val="18"/>
              <w:szCs w:val="18"/>
            </w:rPr>
            <w:id w:val="152884084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5038B98"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40EFE90"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Ärzteschaften folgender Tätigkeitsbereiche sind mittels ihrer zur Leistungserbringung benötigten technischen Umgebung (Personal und Infrastruktur) verrechnet</w:t>
            </w:r>
          </w:p>
          <w:p w14:paraId="7E48CAED"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Anästhesie </w:t>
            </w:r>
            <w:r w:rsidRPr="00992026">
              <w:rPr>
                <w:rFonts w:cs="Arial"/>
                <w:color w:val="000000"/>
                <w:sz w:val="18"/>
                <w:szCs w:val="18"/>
              </w:rPr>
              <w:tab/>
            </w:r>
            <w:r w:rsidRPr="00992026">
              <w:sym w:font="Wingdings" w:char="F0E0"/>
            </w:r>
            <w:r w:rsidRPr="00992026">
              <w:rPr>
                <w:rFonts w:cs="Arial"/>
                <w:color w:val="000000"/>
                <w:sz w:val="18"/>
                <w:szCs w:val="18"/>
              </w:rPr>
              <w:tab/>
              <w:t>23 Anästhesie</w:t>
            </w:r>
          </w:p>
          <w:p w14:paraId="499DE699"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Radiologie usw. </w:t>
            </w:r>
            <w:r w:rsidRPr="00992026">
              <w:rPr>
                <w:rFonts w:cs="Arial"/>
                <w:color w:val="000000"/>
                <w:sz w:val="18"/>
                <w:szCs w:val="18"/>
              </w:rPr>
              <w:tab/>
            </w:r>
            <w:r w:rsidRPr="00992026">
              <w:sym w:font="Wingdings" w:char="F0E0"/>
            </w:r>
            <w:r w:rsidRPr="00992026">
              <w:rPr>
                <w:rFonts w:cs="Arial"/>
                <w:color w:val="000000"/>
                <w:sz w:val="18"/>
                <w:szCs w:val="18"/>
              </w:rPr>
              <w:tab/>
              <w:t>26 Bildgebende Verfahren</w:t>
            </w:r>
          </w:p>
          <w:p w14:paraId="49A46934"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Nuklearmedizin usw. </w:t>
            </w:r>
            <w:r w:rsidRPr="00992026">
              <w:rPr>
                <w:rFonts w:cs="Arial"/>
                <w:color w:val="000000"/>
                <w:sz w:val="18"/>
                <w:szCs w:val="18"/>
              </w:rPr>
              <w:tab/>
            </w:r>
            <w:r w:rsidRPr="00992026">
              <w:sym w:font="Wingdings" w:char="F0E0"/>
            </w:r>
            <w:r w:rsidRPr="00992026">
              <w:rPr>
                <w:rFonts w:cs="Arial"/>
                <w:color w:val="000000"/>
                <w:sz w:val="18"/>
                <w:szCs w:val="18"/>
              </w:rPr>
              <w:tab/>
              <w:t>28 Nuklearmedizin und Radioonkologie</w:t>
            </w:r>
          </w:p>
          <w:p w14:paraId="4364BFC4"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Labormedizin </w:t>
            </w:r>
            <w:r w:rsidRPr="00992026">
              <w:rPr>
                <w:rFonts w:cs="Arial"/>
                <w:color w:val="000000"/>
                <w:sz w:val="18"/>
                <w:szCs w:val="18"/>
              </w:rPr>
              <w:tab/>
            </w:r>
            <w:r w:rsidRPr="00992026">
              <w:sym w:font="Wingdings" w:char="F0E0"/>
            </w:r>
            <w:r w:rsidRPr="00992026">
              <w:rPr>
                <w:rFonts w:cs="Arial"/>
                <w:color w:val="000000"/>
                <w:sz w:val="18"/>
                <w:szCs w:val="18"/>
              </w:rPr>
              <w:tab/>
              <w:t>29 Labor</w:t>
            </w:r>
          </w:p>
          <w:p w14:paraId="0B1D8DCF"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Dialysen</w:t>
            </w:r>
            <w:r w:rsidRPr="00992026">
              <w:rPr>
                <w:rFonts w:cs="Arial"/>
                <w:color w:val="000000"/>
                <w:sz w:val="18"/>
                <w:szCs w:val="18"/>
              </w:rPr>
              <w:tab/>
            </w:r>
            <w:r w:rsidRPr="00992026">
              <w:sym w:font="Wingdings" w:char="F0E0"/>
            </w:r>
            <w:r w:rsidRPr="00992026">
              <w:rPr>
                <w:rFonts w:cs="Arial"/>
                <w:color w:val="000000"/>
                <w:sz w:val="18"/>
                <w:szCs w:val="18"/>
              </w:rPr>
              <w:tab/>
              <w:t>30 Dialysen</w:t>
            </w:r>
          </w:p>
          <w:p w14:paraId="07D5FC3E" w14:textId="77777777" w:rsidR="009C2396" w:rsidRPr="00992026" w:rsidRDefault="009C2396" w:rsidP="00485188">
            <w:pPr>
              <w:pStyle w:val="Listenabsatz"/>
              <w:numPr>
                <w:ilvl w:val="0"/>
                <w:numId w:val="25"/>
              </w:numPr>
              <w:tabs>
                <w:tab w:val="left" w:pos="210"/>
                <w:tab w:val="left" w:pos="2260"/>
                <w:tab w:val="left" w:pos="2860"/>
              </w:tabs>
              <w:autoSpaceDE w:val="0"/>
              <w:autoSpaceDN w:val="0"/>
              <w:adjustRightInd w:val="0"/>
              <w:spacing w:line="276" w:lineRule="auto"/>
              <w:ind w:left="210" w:hanging="210"/>
              <w:jc w:val="both"/>
              <w:textAlignment w:val="center"/>
              <w:rPr>
                <w:rFonts w:cs="Arial"/>
                <w:color w:val="000000"/>
                <w:sz w:val="18"/>
                <w:szCs w:val="18"/>
              </w:rPr>
            </w:pPr>
            <w:r w:rsidRPr="00992026">
              <w:rPr>
                <w:rFonts w:cs="Arial"/>
                <w:color w:val="000000"/>
                <w:sz w:val="18"/>
                <w:szCs w:val="18"/>
              </w:rPr>
              <w:t xml:space="preserve">Pathologie </w:t>
            </w:r>
            <w:r w:rsidRPr="00992026">
              <w:rPr>
                <w:rFonts w:cs="Arial"/>
                <w:color w:val="000000"/>
                <w:sz w:val="18"/>
                <w:szCs w:val="18"/>
              </w:rPr>
              <w:tab/>
            </w:r>
            <w:r w:rsidRPr="00992026">
              <w:sym w:font="Wingdings" w:char="F0E0"/>
            </w:r>
            <w:r w:rsidRPr="00992026">
              <w:rPr>
                <w:rFonts w:cs="Arial"/>
                <w:color w:val="000000"/>
                <w:sz w:val="18"/>
                <w:szCs w:val="18"/>
              </w:rPr>
              <w:tab/>
              <w:t>45 Pathologie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73A994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96307E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0C9489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10.5</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4F1D6F8"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Pflegedienste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CD097F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5C24951" w14:textId="77777777" w:rsidTr="009C2396">
        <w:trPr>
          <w:trHeight w:val="60"/>
        </w:trPr>
        <w:sdt>
          <w:sdtPr>
            <w:rPr>
              <w:rFonts w:cs="Arial"/>
              <w:color w:val="000000"/>
              <w:sz w:val="18"/>
              <w:szCs w:val="18"/>
            </w:rPr>
            <w:id w:val="44149388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733A1C1"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D14BCB"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Die Leistungen der Pflege sind </w:t>
            </w:r>
            <w:r w:rsidR="004061F1">
              <w:rPr>
                <w:rFonts w:cs="Arial"/>
                <w:color w:val="000000"/>
                <w:sz w:val="18"/>
                <w:szCs w:val="18"/>
              </w:rPr>
              <w:t>kostenträgerbezogen sowie vollständig</w:t>
            </w:r>
            <w:r w:rsidR="004061F1" w:rsidRPr="00992026">
              <w:rPr>
                <w:rFonts w:cs="Arial"/>
                <w:color w:val="000000"/>
                <w:sz w:val="18"/>
                <w:szCs w:val="18"/>
              </w:rPr>
              <w:t xml:space="preserve"> </w:t>
            </w:r>
            <w:r w:rsidRPr="00992026">
              <w:rPr>
                <w:rFonts w:cs="Arial"/>
                <w:color w:val="000000"/>
                <w:sz w:val="18"/>
                <w:szCs w:val="18"/>
              </w:rPr>
              <w:t>in Minuten erfasst (Ist- oder Norm-Minuten).</w:t>
            </w:r>
          </w:p>
          <w:p w14:paraId="72558D0D" w14:textId="77777777" w:rsidR="00FF0618" w:rsidRDefault="00FF0618" w:rsidP="00485188">
            <w:pPr>
              <w:autoSpaceDE w:val="0"/>
              <w:autoSpaceDN w:val="0"/>
              <w:adjustRightInd w:val="0"/>
              <w:spacing w:line="276" w:lineRule="auto"/>
              <w:textAlignment w:val="center"/>
              <w:rPr>
                <w:rFonts w:cs="Arial"/>
                <w:color w:val="000000"/>
                <w:sz w:val="18"/>
                <w:szCs w:val="18"/>
              </w:rPr>
            </w:pPr>
          </w:p>
          <w:p w14:paraId="5711118D" w14:textId="77777777" w:rsidR="00FF0618" w:rsidRPr="00992026" w:rsidRDefault="00FF0618" w:rsidP="001952BB">
            <w:pPr>
              <w:autoSpaceDE w:val="0"/>
              <w:autoSpaceDN w:val="0"/>
              <w:adjustRightInd w:val="0"/>
              <w:spacing w:line="276" w:lineRule="auto"/>
              <w:textAlignment w:val="center"/>
              <w:rPr>
                <w:rFonts w:cs="Arial"/>
                <w:color w:val="000000"/>
                <w:sz w:val="18"/>
                <w:szCs w:val="18"/>
              </w:rPr>
            </w:pPr>
            <w:r w:rsidRPr="00FF0618">
              <w:rPr>
                <w:rFonts w:cs="Arial"/>
                <w:color w:val="005496"/>
                <w:sz w:val="18"/>
                <w:szCs w:val="18"/>
              </w:rPr>
              <w:t>Hinweis: Die Leistungserfassung in der Pflege muss kumulativ spital-, fall- und leistungsbezogen erfolgen. Eine verweildauerbezogene und/oder eine auf nationalen Durchschnittswerten normierte Leistungserfassung, ohne Fallbezug, ist nicht zugelassen (REK</w:t>
            </w:r>
            <w:r w:rsidR="001952BB">
              <w:rPr>
                <w:rFonts w:cs="Arial"/>
                <w:color w:val="005496"/>
                <w:sz w:val="18"/>
                <w:szCs w:val="18"/>
              </w:rPr>
              <w:t xml:space="preserve"> </w:t>
            </w:r>
            <w:r w:rsidRPr="00FF0618">
              <w:rPr>
                <w:rFonts w:cs="Arial"/>
                <w:color w:val="005496"/>
                <w:sz w:val="18"/>
                <w:szCs w:val="18"/>
              </w:rPr>
              <w:t>16_004).</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4DB225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5A2FEEED"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98361BF"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49B481"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Hotellerie-Zimmer</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69E83B8"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C59B06F" w14:textId="77777777" w:rsidTr="009C2396">
        <w:trPr>
          <w:trHeight w:val="60"/>
        </w:trPr>
        <w:sdt>
          <w:sdtPr>
            <w:rPr>
              <w:rFonts w:cs="Arial"/>
              <w:color w:val="000000"/>
              <w:sz w:val="18"/>
              <w:szCs w:val="18"/>
            </w:rPr>
            <w:id w:val="-1785492230"/>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BEDE611"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0A0108F"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Aufzeichnung der periodischen empirischen Erhebung der Gewichtung für die Leistungsermittlung der Muss-Kostenstelle Hotellerie-Zimmer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47A83DDA"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C4BEEDA"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D25CC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C3F137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Medizintechnische und therapeutische Bereiche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AD9B04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106899E" w14:textId="77777777" w:rsidTr="009C2396">
        <w:trPr>
          <w:trHeight w:val="60"/>
        </w:trPr>
        <w:sdt>
          <w:sdtPr>
            <w:rPr>
              <w:rFonts w:cs="Arial"/>
              <w:color w:val="000000"/>
              <w:sz w:val="18"/>
              <w:szCs w:val="18"/>
            </w:rPr>
            <w:id w:val="-108629649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8170C58"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7415C11"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Sämtliche Leistungen der medizintechnischen und therapeutischen Bereiche sind</w:t>
            </w:r>
            <w:r w:rsidR="004061F1">
              <w:rPr>
                <w:rFonts w:cs="Arial"/>
                <w:color w:val="000000"/>
                <w:sz w:val="18"/>
                <w:szCs w:val="18"/>
              </w:rPr>
              <w:t xml:space="preserve"> kostenträgerbezogen sowie vollständig</w:t>
            </w:r>
            <w:r w:rsidRPr="00992026">
              <w:rPr>
                <w:rFonts w:cs="Arial"/>
                <w:color w:val="000000"/>
                <w:sz w:val="18"/>
                <w:szCs w:val="18"/>
              </w:rPr>
              <w:t xml:space="preserve"> mittels Taxpunkten und/oder in Minuten erfasst und bewertet.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175D8AF" w14:textId="77777777" w:rsidR="009C2396" w:rsidRPr="00992026" w:rsidRDefault="009C2396" w:rsidP="00485188">
            <w:pPr>
              <w:autoSpaceDE w:val="0"/>
              <w:autoSpaceDN w:val="0"/>
              <w:adjustRightInd w:val="0"/>
              <w:spacing w:line="276" w:lineRule="auto"/>
              <w:rPr>
                <w:rFonts w:cs="Arial"/>
                <w:sz w:val="18"/>
                <w:szCs w:val="18"/>
              </w:rPr>
            </w:pPr>
          </w:p>
        </w:tc>
      </w:tr>
    </w:tbl>
    <w:p w14:paraId="12412A8C" w14:textId="77777777" w:rsidR="00694E02" w:rsidRDefault="00694E02">
      <w:r>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6A071CF2" w14:textId="77777777" w:rsidTr="009C2396">
        <w:trPr>
          <w:trHeight w:val="60"/>
        </w:trPr>
        <w:sdt>
          <w:sdtPr>
            <w:rPr>
              <w:rFonts w:cs="Arial"/>
              <w:color w:val="000000"/>
              <w:sz w:val="18"/>
              <w:szCs w:val="18"/>
            </w:rPr>
            <w:id w:val="-24557823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2DA3649" w14:textId="44F5516A"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86157B9"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Für die im OP-Saal ausgeübte Tätigkeit wird die Schnitt-</w:t>
            </w:r>
            <w:r w:rsidR="00992026">
              <w:rPr>
                <w:rFonts w:cs="Arial"/>
                <w:color w:val="000000"/>
                <w:sz w:val="18"/>
                <w:szCs w:val="18"/>
              </w:rPr>
              <w:t>/</w:t>
            </w:r>
            <w:proofErr w:type="spellStart"/>
            <w:r w:rsidRPr="00992026">
              <w:rPr>
                <w:rFonts w:cs="Arial"/>
                <w:color w:val="000000"/>
                <w:sz w:val="18"/>
                <w:szCs w:val="18"/>
              </w:rPr>
              <w:t>Nahtzeit</w:t>
            </w:r>
            <w:proofErr w:type="spellEnd"/>
            <w:r w:rsidRPr="00992026">
              <w:rPr>
                <w:rFonts w:cs="Arial"/>
                <w:color w:val="000000"/>
                <w:sz w:val="18"/>
                <w:szCs w:val="18"/>
              </w:rPr>
              <w:t xml:space="preserve"> verwendet.</w:t>
            </w:r>
          </w:p>
          <w:p w14:paraId="596F3FCE" w14:textId="77777777" w:rsidR="00AB5529" w:rsidRDefault="00AB5529" w:rsidP="00F81022">
            <w:pPr>
              <w:rPr>
                <w:rFonts w:cs="Arial"/>
                <w:sz w:val="18"/>
                <w:szCs w:val="18"/>
              </w:rPr>
            </w:pPr>
          </w:p>
          <w:p w14:paraId="1BEF9562" w14:textId="77777777" w:rsidR="00F81022" w:rsidRPr="00AB5529" w:rsidRDefault="00F81022" w:rsidP="00F81022">
            <w:pPr>
              <w:rPr>
                <w:rFonts w:cs="Arial"/>
                <w:sz w:val="18"/>
                <w:szCs w:val="18"/>
              </w:rPr>
            </w:pPr>
            <w:r w:rsidRPr="00AB5529">
              <w:rPr>
                <w:rFonts w:cs="Arial"/>
                <w:sz w:val="18"/>
                <w:szCs w:val="18"/>
              </w:rPr>
              <w:lastRenderedPageBreak/>
              <w:t xml:space="preserve">Ab 1. Januar 2018 gilt </w:t>
            </w:r>
            <w:proofErr w:type="spellStart"/>
            <w:r w:rsidRPr="00AB5529">
              <w:rPr>
                <w:rFonts w:cs="Arial"/>
                <w:sz w:val="18"/>
                <w:szCs w:val="18"/>
              </w:rPr>
              <w:t>REK_Entscheid</w:t>
            </w:r>
            <w:proofErr w:type="spellEnd"/>
            <w:r w:rsidRPr="00AB5529">
              <w:rPr>
                <w:rFonts w:cs="Arial"/>
                <w:sz w:val="18"/>
                <w:szCs w:val="18"/>
              </w:rPr>
              <w:t xml:space="preserve"> 14_006</w:t>
            </w:r>
            <w:r w:rsidR="00CE64F3">
              <w:rPr>
                <w:rFonts w:cs="Arial"/>
                <w:sz w:val="18"/>
                <w:szCs w:val="18"/>
              </w:rPr>
              <w:t xml:space="preserve"> (zertifizierungsrelevant ab 1. Januar </w:t>
            </w:r>
            <w:r w:rsidRPr="00AB5529">
              <w:rPr>
                <w:rFonts w:cs="Arial"/>
                <w:sz w:val="18"/>
                <w:szCs w:val="18"/>
              </w:rPr>
              <w:t>2019):</w:t>
            </w:r>
          </w:p>
          <w:p w14:paraId="51429862" w14:textId="77777777" w:rsidR="004061F1" w:rsidRPr="00992026" w:rsidRDefault="004061F1" w:rsidP="00F22836">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w:t>
            </w:r>
            <w:r>
              <w:rPr>
                <w:rFonts w:cs="Arial"/>
                <w:color w:val="000000"/>
                <w:sz w:val="18"/>
                <w:szCs w:val="18"/>
              </w:rPr>
              <w:t xml:space="preserve">: </w:t>
            </w:r>
            <w:r w:rsidRPr="00FE7A68">
              <w:rPr>
                <w:rFonts w:eastAsia="TheMix-HP3Lig" w:cs="Arial"/>
                <w:sz w:val="18"/>
                <w:szCs w:val="18"/>
              </w:rPr>
              <w:t xml:space="preserve"> die im OP-Saal ausgeübten Tätigkeiten</w:t>
            </w:r>
            <w:r>
              <w:rPr>
                <w:rFonts w:eastAsia="TheMix-HP3Lig" w:cs="Arial"/>
                <w:sz w:val="18"/>
                <w:szCs w:val="18"/>
              </w:rPr>
              <w:t xml:space="preserve"> werden</w:t>
            </w:r>
            <w:r w:rsidRPr="00FE7A68">
              <w:rPr>
                <w:rFonts w:eastAsia="TheMix-HP3Lig" w:cs="Arial"/>
                <w:sz w:val="18"/>
                <w:szCs w:val="18"/>
              </w:rPr>
              <w:t xml:space="preserve"> mittels </w:t>
            </w:r>
            <w:r w:rsidR="00F22836">
              <w:rPr>
                <w:rFonts w:eastAsia="TheMix-HP3Lig" w:cs="Arial"/>
                <w:sz w:val="18"/>
                <w:szCs w:val="18"/>
              </w:rPr>
              <w:t>Ist-M</w:t>
            </w:r>
            <w:r w:rsidRPr="00FE7A68">
              <w:rPr>
                <w:rFonts w:eastAsia="TheMix-HP3Lig" w:cs="Arial"/>
                <w:sz w:val="18"/>
                <w:szCs w:val="18"/>
              </w:rPr>
              <w:t>inuten gemäss der von REKOLE</w:t>
            </w:r>
            <w:r w:rsidRPr="00CE64F3">
              <w:rPr>
                <w:rFonts w:eastAsia="TheMix-HP3Lig" w:cs="Arial"/>
                <w:sz w:val="18"/>
                <w:szCs w:val="18"/>
                <w:vertAlign w:val="superscript"/>
              </w:rPr>
              <w:t>®</w:t>
            </w:r>
            <w:r w:rsidRPr="00FE7A68">
              <w:rPr>
                <w:rFonts w:eastAsia="TheMix-HP3Lig" w:cs="Arial"/>
                <w:sz w:val="18"/>
                <w:szCs w:val="18"/>
              </w:rPr>
              <w:t xml:space="preserve"> definierten Zeitspanne vollständig erfasst?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2DCC1E5"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076CD72"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DEE56F2" w14:textId="77777777" w:rsidR="009C2396" w:rsidRPr="00992026" w:rsidRDefault="00AB5529" w:rsidP="00485188">
            <w:pPr>
              <w:autoSpaceDE w:val="0"/>
              <w:autoSpaceDN w:val="0"/>
              <w:adjustRightInd w:val="0"/>
              <w:spacing w:line="276" w:lineRule="auto"/>
              <w:textAlignment w:val="center"/>
              <w:rPr>
                <w:rFonts w:cs="Arial"/>
                <w:color w:val="000000"/>
                <w:sz w:val="18"/>
                <w:szCs w:val="18"/>
              </w:rPr>
            </w:pPr>
            <w:r>
              <w:br w:type="page"/>
            </w:r>
            <w:sdt>
              <w:sdtPr>
                <w:rPr>
                  <w:rFonts w:cs="Arial"/>
                  <w:color w:val="000000"/>
                  <w:sz w:val="18"/>
                  <w:szCs w:val="18"/>
                </w:rPr>
                <w:id w:val="-1520925462"/>
                <w14:checkbox>
                  <w14:checked w14:val="0"/>
                  <w14:checkedState w14:val="2612" w14:font="MS Gothic"/>
                  <w14:uncheckedState w14:val="2610" w14:font="MS Gothic"/>
                </w14:checkbox>
              </w:sdtPr>
              <w:sdtEndPr/>
              <w:sdtContent>
                <w:r w:rsidR="00992026">
                  <w:rPr>
                    <w:rFonts w:ascii="MS Gothic" w:eastAsia="MS Gothic" w:hAnsi="MS Gothic" w:cs="Arial" w:hint="eastAsia"/>
                    <w:color w:val="000000"/>
                    <w:sz w:val="18"/>
                    <w:szCs w:val="18"/>
                  </w:rPr>
                  <w:t>☐</w:t>
                </w:r>
              </w:sdtContent>
            </w:sdt>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B8A4307" w14:textId="77777777" w:rsidR="009C239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Für die Anästhesie wird die Ein-/Ausleitung inkl. Aufwachzeit angewendet.</w:t>
            </w:r>
          </w:p>
          <w:p w14:paraId="723A3776" w14:textId="77777777" w:rsidR="00AB5529" w:rsidRDefault="00AB5529" w:rsidP="00F81022">
            <w:pPr>
              <w:rPr>
                <w:rFonts w:cs="Arial"/>
                <w:sz w:val="18"/>
                <w:szCs w:val="18"/>
              </w:rPr>
            </w:pPr>
          </w:p>
          <w:p w14:paraId="3E6E947E" w14:textId="77777777" w:rsidR="00F81022" w:rsidRPr="00AB5529" w:rsidRDefault="00F81022" w:rsidP="00F81022">
            <w:pPr>
              <w:rPr>
                <w:rFonts w:cs="Arial"/>
                <w:sz w:val="18"/>
                <w:szCs w:val="18"/>
              </w:rPr>
            </w:pPr>
            <w:r w:rsidRPr="00AB5529">
              <w:rPr>
                <w:rFonts w:cs="Arial"/>
                <w:sz w:val="18"/>
                <w:szCs w:val="18"/>
              </w:rPr>
              <w:t xml:space="preserve">Ab 1. Januar 2018 gilt </w:t>
            </w:r>
            <w:proofErr w:type="spellStart"/>
            <w:r w:rsidRPr="00AB5529">
              <w:rPr>
                <w:rFonts w:cs="Arial"/>
                <w:sz w:val="18"/>
                <w:szCs w:val="18"/>
              </w:rPr>
              <w:t>REK_Entscheid</w:t>
            </w:r>
            <w:proofErr w:type="spellEnd"/>
            <w:r w:rsidRPr="00AB5529">
              <w:rPr>
                <w:rFonts w:cs="Arial"/>
                <w:sz w:val="18"/>
                <w:szCs w:val="18"/>
              </w:rPr>
              <w:t xml:space="preserve"> 14_006</w:t>
            </w:r>
            <w:r w:rsidR="00CE64F3">
              <w:rPr>
                <w:rFonts w:cs="Arial"/>
                <w:sz w:val="18"/>
                <w:szCs w:val="18"/>
              </w:rPr>
              <w:t xml:space="preserve"> (zertifizierungsrelevant ab 1. Januar </w:t>
            </w:r>
            <w:r w:rsidRPr="00AB5529">
              <w:rPr>
                <w:rFonts w:cs="Arial"/>
                <w:sz w:val="18"/>
                <w:szCs w:val="18"/>
              </w:rPr>
              <w:t>2019):</w:t>
            </w:r>
          </w:p>
          <w:p w14:paraId="33436B88" w14:textId="77777777" w:rsidR="004061F1" w:rsidRPr="00992026" w:rsidRDefault="004061F1" w:rsidP="00F22836">
            <w:pPr>
              <w:autoSpaceDE w:val="0"/>
              <w:autoSpaceDN w:val="0"/>
              <w:adjustRightInd w:val="0"/>
              <w:spacing w:line="276" w:lineRule="auto"/>
              <w:textAlignment w:val="center"/>
              <w:rPr>
                <w:rFonts w:cs="Arial"/>
                <w:color w:val="000000"/>
                <w:sz w:val="18"/>
                <w:szCs w:val="18"/>
              </w:rPr>
            </w:pPr>
            <w:r w:rsidRPr="00AB5529">
              <w:rPr>
                <w:rFonts w:cs="Arial"/>
                <w:sz w:val="18"/>
                <w:szCs w:val="18"/>
              </w:rPr>
              <w:t xml:space="preserve">Überprüfung: </w:t>
            </w:r>
            <w:r w:rsidRPr="00AB5529">
              <w:rPr>
                <w:rFonts w:eastAsia="TheMix-HP3Lig" w:cs="Arial"/>
                <w:sz w:val="18"/>
                <w:szCs w:val="18"/>
              </w:rPr>
              <w:t xml:space="preserve">die OP-Saal </w:t>
            </w:r>
            <w:r w:rsidRPr="00FE7A68">
              <w:rPr>
                <w:rFonts w:eastAsia="TheMix-HP3Lig" w:cs="Arial"/>
                <w:sz w:val="18"/>
                <w:szCs w:val="18"/>
              </w:rPr>
              <w:t xml:space="preserve">bezogenen und nicht OP-Saal bezogenen Anästhesieleistungen </w:t>
            </w:r>
            <w:r>
              <w:rPr>
                <w:rFonts w:eastAsia="TheMix-HP3Lig" w:cs="Arial"/>
                <w:sz w:val="18"/>
                <w:szCs w:val="18"/>
              </w:rPr>
              <w:t xml:space="preserve">werden </w:t>
            </w:r>
            <w:r w:rsidRPr="00FE7A68">
              <w:rPr>
                <w:rFonts w:eastAsia="TheMix-HP3Lig" w:cs="Arial"/>
                <w:sz w:val="18"/>
                <w:szCs w:val="18"/>
              </w:rPr>
              <w:t xml:space="preserve">mittels </w:t>
            </w:r>
            <w:r w:rsidR="00F22836">
              <w:rPr>
                <w:rFonts w:eastAsia="TheMix-HP3Lig" w:cs="Arial"/>
                <w:sz w:val="18"/>
                <w:szCs w:val="18"/>
              </w:rPr>
              <w:t>Ist-</w:t>
            </w:r>
            <w:r w:rsidRPr="00FE7A68">
              <w:rPr>
                <w:rFonts w:eastAsia="TheMix-HP3Lig" w:cs="Arial"/>
                <w:sz w:val="18"/>
                <w:szCs w:val="18"/>
              </w:rPr>
              <w:t>Minuten gemäss der von REKOLE</w:t>
            </w:r>
            <w:r w:rsidRPr="00CE64F3">
              <w:rPr>
                <w:rFonts w:eastAsia="TheMix-HP3Lig" w:cs="Arial"/>
                <w:sz w:val="18"/>
                <w:szCs w:val="18"/>
                <w:vertAlign w:val="superscript"/>
              </w:rPr>
              <w:t>®</w:t>
            </w:r>
            <w:r w:rsidRPr="00FE7A68">
              <w:rPr>
                <w:rFonts w:eastAsia="TheMix-HP3Lig" w:cs="Arial"/>
                <w:sz w:val="18"/>
                <w:szCs w:val="18"/>
              </w:rPr>
              <w:t xml:space="preserve"> definierten Zeitspanne vollständig erfasst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C811E5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3F1E530"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8B46B54"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10.8</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8631FC"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Dienstleistende Bereiche</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3385A6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6BEB7BBC" w14:textId="77777777" w:rsidTr="009C2396">
        <w:trPr>
          <w:trHeight w:val="60"/>
        </w:trPr>
        <w:sdt>
          <w:sdtPr>
            <w:rPr>
              <w:rFonts w:cs="Arial"/>
              <w:color w:val="000000"/>
              <w:sz w:val="18"/>
              <w:szCs w:val="18"/>
            </w:rPr>
            <w:id w:val="1725942515"/>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1F210E5"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E7EEC57"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Für die dienstleistende Muss-Kostenstelle 08 Support und Service werden die Leistungen mindestens mittels Arbeitsrapporten (Kostenblock A) und pro Anschluss (Kostenblock B und C) erfasst.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63DCCED"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2B43706D" w14:textId="77777777" w:rsidTr="00EF7917">
        <w:trPr>
          <w:trHeight w:val="589"/>
        </w:trPr>
        <w:sdt>
          <w:sdtPr>
            <w:rPr>
              <w:rFonts w:cs="Arial"/>
              <w:color w:val="000000"/>
              <w:sz w:val="18"/>
              <w:szCs w:val="18"/>
            </w:rPr>
            <w:id w:val="1100305627"/>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3F6BAC1"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B6767D6"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Überprüfung: Für die dienstleistende Muss-Kostenstelle 09 Gemeinschaftlich genutzte Sekretariate werden die Leistungen mindestens mittels normativer Zeit nach Auftraggeber erfasst.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90761E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FE1FEC2" w14:textId="77777777" w:rsidTr="009C2396">
        <w:trPr>
          <w:trHeight w:val="60"/>
        </w:trPr>
        <w:sdt>
          <w:sdtPr>
            <w:rPr>
              <w:rFonts w:cs="Arial"/>
              <w:color w:val="000000"/>
              <w:sz w:val="18"/>
              <w:szCs w:val="18"/>
            </w:rPr>
            <w:id w:val="-126406795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53CBE2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65856C8"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Für die Muss-Kostenstelle 05 Reinigung sind die Leistungen mindestens mittels m</w:t>
            </w:r>
            <w:r w:rsidRPr="00992026">
              <w:rPr>
                <w:rFonts w:cs="Arial"/>
                <w:color w:val="000000"/>
                <w:sz w:val="18"/>
                <w:szCs w:val="18"/>
                <w:vertAlign w:val="superscript"/>
              </w:rPr>
              <w:t>2</w:t>
            </w:r>
            <w:r w:rsidRPr="00992026">
              <w:rPr>
                <w:rFonts w:cs="Arial"/>
                <w:color w:val="000000"/>
                <w:sz w:val="18"/>
                <w:szCs w:val="18"/>
              </w:rPr>
              <w:t>-Reinigungsfläche erfasst.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606045B" w14:textId="77777777" w:rsidR="009C2396" w:rsidRPr="00992026" w:rsidRDefault="009C2396" w:rsidP="00485188">
            <w:pPr>
              <w:autoSpaceDE w:val="0"/>
              <w:autoSpaceDN w:val="0"/>
              <w:adjustRightInd w:val="0"/>
              <w:spacing w:line="276" w:lineRule="auto"/>
              <w:rPr>
                <w:rFonts w:cs="Arial"/>
                <w:sz w:val="18"/>
                <w:szCs w:val="18"/>
              </w:rPr>
            </w:pPr>
          </w:p>
        </w:tc>
      </w:tr>
      <w:tr w:rsidR="001E638E" w:rsidRPr="00992026" w14:paraId="19B227BD" w14:textId="77777777" w:rsidTr="00C63A25">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BF7414D" w14:textId="77777777" w:rsidR="001E638E" w:rsidRPr="001E638E" w:rsidRDefault="001E638E" w:rsidP="001E638E">
            <w:pPr>
              <w:autoSpaceDE w:val="0"/>
              <w:autoSpaceDN w:val="0"/>
              <w:adjustRightInd w:val="0"/>
              <w:spacing w:line="276" w:lineRule="auto"/>
              <w:textAlignment w:val="center"/>
              <w:rPr>
                <w:rFonts w:cs="Arial"/>
                <w:b/>
                <w:bCs/>
                <w:color w:val="000000"/>
                <w:sz w:val="18"/>
                <w:szCs w:val="18"/>
              </w:rPr>
            </w:pPr>
            <w:r w:rsidRPr="001E638E">
              <w:rPr>
                <w:rFonts w:cs="Arial"/>
                <w:b/>
                <w:bCs/>
                <w:color w:val="000000"/>
                <w:sz w:val="18"/>
                <w:szCs w:val="18"/>
              </w:rPr>
              <w:t>10.9</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791053C" w14:textId="77777777" w:rsidR="001E638E" w:rsidRPr="00992026" w:rsidRDefault="001E638E" w:rsidP="00C63A25">
            <w:pPr>
              <w:autoSpaceDE w:val="0"/>
              <w:autoSpaceDN w:val="0"/>
              <w:adjustRightInd w:val="0"/>
              <w:spacing w:line="276" w:lineRule="auto"/>
              <w:textAlignment w:val="center"/>
              <w:rPr>
                <w:rFonts w:cs="Arial"/>
                <w:b/>
                <w:bCs/>
                <w:color w:val="000000"/>
                <w:sz w:val="18"/>
                <w:szCs w:val="18"/>
              </w:rPr>
            </w:pPr>
            <w:r>
              <w:rPr>
                <w:rFonts w:cs="Arial"/>
                <w:b/>
                <w:bCs/>
                <w:color w:val="000000"/>
                <w:sz w:val="18"/>
                <w:szCs w:val="18"/>
              </w:rPr>
              <w:t xml:space="preserve">Medikamente, Implantate, Blut, Material usw.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182959A" w14:textId="77777777" w:rsidR="001E638E" w:rsidRPr="00992026" w:rsidRDefault="001E638E" w:rsidP="00C63A25">
            <w:pPr>
              <w:autoSpaceDE w:val="0"/>
              <w:autoSpaceDN w:val="0"/>
              <w:adjustRightInd w:val="0"/>
              <w:spacing w:line="276" w:lineRule="auto"/>
              <w:rPr>
                <w:rFonts w:cs="Arial"/>
                <w:sz w:val="18"/>
                <w:szCs w:val="18"/>
              </w:rPr>
            </w:pPr>
          </w:p>
        </w:tc>
      </w:tr>
      <w:tr w:rsidR="001E638E" w:rsidRPr="00992026" w14:paraId="737D65AB" w14:textId="77777777" w:rsidTr="00C63A25">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2AB3BA0" w14:textId="77777777" w:rsidR="001E638E" w:rsidRPr="00992026" w:rsidRDefault="001E638E" w:rsidP="00C63A25">
            <w:pPr>
              <w:autoSpaceDE w:val="0"/>
              <w:autoSpaceDN w:val="0"/>
              <w:adjustRightInd w:val="0"/>
              <w:spacing w:line="276" w:lineRule="auto"/>
              <w:rPr>
                <w:rFonts w:cs="Arial"/>
                <w:sz w:val="18"/>
                <w:szCs w:val="18"/>
              </w:rPr>
            </w:pP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E1B4B48" w14:textId="77777777" w:rsidR="001E638E" w:rsidRPr="00AB5529" w:rsidRDefault="001E638E" w:rsidP="00C63A25">
            <w:pPr>
              <w:autoSpaceDE w:val="0"/>
              <w:autoSpaceDN w:val="0"/>
              <w:adjustRightInd w:val="0"/>
              <w:spacing w:line="276" w:lineRule="auto"/>
              <w:textAlignment w:val="center"/>
              <w:rPr>
                <w:rFonts w:cs="Arial"/>
                <w:sz w:val="18"/>
                <w:szCs w:val="18"/>
              </w:rPr>
            </w:pPr>
            <w:r w:rsidRPr="00AB5529">
              <w:rPr>
                <w:rFonts w:cs="Arial"/>
                <w:sz w:val="18"/>
                <w:szCs w:val="18"/>
              </w:rPr>
              <w:t>Nicht prüfungsrelevant – keine Prüfungsfragen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5823E10C" w14:textId="77777777" w:rsidR="001E638E" w:rsidRPr="00992026" w:rsidRDefault="001E638E" w:rsidP="00C63A25">
            <w:pPr>
              <w:autoSpaceDE w:val="0"/>
              <w:autoSpaceDN w:val="0"/>
              <w:adjustRightInd w:val="0"/>
              <w:spacing w:line="276" w:lineRule="auto"/>
              <w:rPr>
                <w:rFonts w:cs="Arial"/>
                <w:sz w:val="18"/>
                <w:szCs w:val="18"/>
              </w:rPr>
            </w:pPr>
          </w:p>
        </w:tc>
      </w:tr>
      <w:tr w:rsidR="009C2396" w:rsidRPr="00992026" w14:paraId="6D7DFD6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CB248EF" w14:textId="77777777" w:rsidR="009C2396" w:rsidRPr="00992026" w:rsidRDefault="009C2396" w:rsidP="00485188">
            <w:pPr>
              <w:autoSpaceDE w:val="0"/>
              <w:autoSpaceDN w:val="0"/>
              <w:adjustRightInd w:val="0"/>
              <w:spacing w:line="276" w:lineRule="auto"/>
              <w:textAlignment w:val="center"/>
              <w:rPr>
                <w:rFonts w:cs="Arial"/>
                <w:b/>
                <w:bCs/>
                <w:color w:val="000000"/>
                <w:sz w:val="16"/>
                <w:szCs w:val="16"/>
              </w:rPr>
            </w:pPr>
            <w:r w:rsidRPr="00992026">
              <w:rPr>
                <w:rFonts w:cs="Arial"/>
                <w:b/>
                <w:bCs/>
                <w:color w:val="000000"/>
                <w:sz w:val="16"/>
                <w:szCs w:val="16"/>
              </w:rPr>
              <w:t>10.10</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EA4BD6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Fremdrechnungen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1023A29"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17DC2C1" w14:textId="77777777" w:rsidTr="009C2396">
        <w:trPr>
          <w:trHeight w:val="577"/>
        </w:trPr>
        <w:sdt>
          <w:sdtPr>
            <w:rPr>
              <w:rFonts w:cs="Arial"/>
              <w:color w:val="000000"/>
              <w:sz w:val="18"/>
              <w:szCs w:val="18"/>
            </w:rPr>
            <w:id w:val="1679771763"/>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56F2F56"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577C4B1"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patientenbezogenen Fremdrechnungen sind als Einzelkosten direkt dem Kostenträger zugeordnet.</w:t>
            </w:r>
          </w:p>
          <w:p w14:paraId="3EC19AF5" w14:textId="77777777" w:rsidR="009C2396" w:rsidRPr="00992026" w:rsidRDefault="009C2396" w:rsidP="00485188">
            <w:pPr>
              <w:autoSpaceDE w:val="0"/>
              <w:autoSpaceDN w:val="0"/>
              <w:adjustRightInd w:val="0"/>
              <w:spacing w:line="276" w:lineRule="auto"/>
              <w:textAlignment w:val="center"/>
              <w:rPr>
                <w:rFonts w:cs="Arial"/>
                <w:color w:val="005496"/>
                <w:sz w:val="18"/>
                <w:szCs w:val="18"/>
              </w:rPr>
            </w:pPr>
          </w:p>
          <w:p w14:paraId="24628EFC"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5496"/>
                <w:sz w:val="18"/>
                <w:szCs w:val="18"/>
              </w:rPr>
              <w:t>Hinweis: Eine statistische Erfassung der Fremdrechnung auf einer Kalkulationskostenstelle oder der betroffenen Muss-Kostenstelle ist zulässig. Bei Patiententransporten ist zu beachten, dass die Primärtransporte nicht dem Kostenträger des Spitals (</w:t>
            </w:r>
            <w:proofErr w:type="spellStart"/>
            <w:r w:rsidRPr="00992026">
              <w:rPr>
                <w:rFonts w:cs="Arial"/>
                <w:color w:val="005496"/>
                <w:sz w:val="18"/>
                <w:szCs w:val="18"/>
              </w:rPr>
              <w:t>admin</w:t>
            </w:r>
            <w:proofErr w:type="spellEnd"/>
            <w:r w:rsidRPr="00992026">
              <w:rPr>
                <w:rFonts w:cs="Arial"/>
                <w:color w:val="005496"/>
                <w:sz w:val="18"/>
                <w:szCs w:val="18"/>
              </w:rPr>
              <w:t>. Fall), sondern direkt dem Patienten verrechnet werden.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74141530"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44673890" w14:textId="77777777" w:rsidTr="009C2396">
        <w:trPr>
          <w:trHeight w:val="60"/>
        </w:trPr>
        <w:sdt>
          <w:sdtPr>
            <w:rPr>
              <w:rFonts w:cs="Arial"/>
              <w:color w:val="000000"/>
              <w:sz w:val="18"/>
              <w:szCs w:val="18"/>
            </w:rPr>
            <w:id w:val="-126954167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0A54ABF"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03132B1"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Überprüfung: Die nicht patientenbezogenen Fremdrechnungen (Reinigungsdienst, technischer Dienst usw.) werden den verursachenden Kostenstellen belastet.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A7277B5" w14:textId="77777777" w:rsidR="009C2396" w:rsidRPr="00992026" w:rsidRDefault="009C2396" w:rsidP="00485188">
            <w:pPr>
              <w:autoSpaceDE w:val="0"/>
              <w:autoSpaceDN w:val="0"/>
              <w:adjustRightInd w:val="0"/>
              <w:spacing w:line="276" w:lineRule="auto"/>
              <w:rPr>
                <w:rFonts w:cs="Arial"/>
                <w:sz w:val="18"/>
                <w:szCs w:val="18"/>
              </w:rPr>
            </w:pPr>
          </w:p>
        </w:tc>
      </w:tr>
    </w:tbl>
    <w:p w14:paraId="46F1D609" w14:textId="77777777" w:rsidR="00EF7917" w:rsidRPr="00992026" w:rsidRDefault="00EF7917" w:rsidP="00485188">
      <w:pPr>
        <w:spacing w:line="276" w:lineRule="auto"/>
      </w:pPr>
      <w:r w:rsidRPr="00992026">
        <w:br w:type="page"/>
      </w:r>
    </w:p>
    <w:tbl>
      <w:tblPr>
        <w:tblW w:w="9886" w:type="dxa"/>
        <w:tblInd w:w="108" w:type="dxa"/>
        <w:tblLayout w:type="fixed"/>
        <w:tblCellMar>
          <w:left w:w="0" w:type="dxa"/>
          <w:right w:w="0" w:type="dxa"/>
        </w:tblCellMar>
        <w:tblLook w:val="0000" w:firstRow="0" w:lastRow="0" w:firstColumn="0" w:lastColumn="0" w:noHBand="0" w:noVBand="0"/>
      </w:tblPr>
      <w:tblGrid>
        <w:gridCol w:w="675"/>
        <w:gridCol w:w="6401"/>
        <w:gridCol w:w="2810"/>
      </w:tblGrid>
      <w:tr w:rsidR="009C2396" w:rsidRPr="00992026" w14:paraId="50031FC4"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46ACFC6C"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lastRenderedPageBreak/>
              <w:t>11</w:t>
            </w:r>
          </w:p>
        </w:tc>
        <w:tc>
          <w:tcPr>
            <w:tcW w:w="6401"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19" w:type="dxa"/>
            </w:tcMar>
          </w:tcPr>
          <w:p w14:paraId="755C9D50"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Auswertungen</w:t>
            </w:r>
          </w:p>
        </w:tc>
        <w:tc>
          <w:tcPr>
            <w:tcW w:w="2810" w:type="dxa"/>
            <w:tcBorders>
              <w:top w:val="single" w:sz="4" w:space="0" w:color="000000"/>
              <w:left w:val="single" w:sz="4" w:space="0" w:color="000000"/>
              <w:bottom w:val="single" w:sz="4" w:space="0" w:color="000000"/>
              <w:right w:val="single" w:sz="4" w:space="0" w:color="000000"/>
            </w:tcBorders>
            <w:shd w:val="solid" w:color="005496" w:fill="auto"/>
            <w:tcMar>
              <w:top w:w="85" w:type="dxa"/>
              <w:left w:w="108" w:type="dxa"/>
              <w:bottom w:w="85" w:type="dxa"/>
              <w:right w:w="108" w:type="dxa"/>
            </w:tcMar>
          </w:tcPr>
          <w:p w14:paraId="7D0BFD58" w14:textId="77777777" w:rsidR="009C2396" w:rsidRPr="00992026" w:rsidRDefault="009C2396" w:rsidP="00485188">
            <w:pPr>
              <w:autoSpaceDE w:val="0"/>
              <w:autoSpaceDN w:val="0"/>
              <w:adjustRightInd w:val="0"/>
              <w:spacing w:line="276" w:lineRule="auto"/>
              <w:textAlignment w:val="center"/>
              <w:rPr>
                <w:rFonts w:cs="Arial"/>
                <w:b/>
                <w:bCs/>
                <w:color w:val="FFFFFF"/>
                <w:sz w:val="18"/>
                <w:szCs w:val="18"/>
              </w:rPr>
            </w:pPr>
            <w:r w:rsidRPr="00992026">
              <w:rPr>
                <w:rFonts w:cs="Arial"/>
                <w:b/>
                <w:bCs/>
                <w:color w:val="FFFFFF"/>
                <w:sz w:val="18"/>
                <w:szCs w:val="18"/>
              </w:rPr>
              <w:t>Bemerkungen</w:t>
            </w:r>
          </w:p>
        </w:tc>
      </w:tr>
      <w:tr w:rsidR="009C2396" w:rsidRPr="00992026" w14:paraId="7DE412AB" w14:textId="77777777" w:rsidTr="009C2396">
        <w:trPr>
          <w:trHeight w:val="60"/>
        </w:trPr>
        <w:tc>
          <w:tcPr>
            <w:tcW w:w="9886" w:type="dxa"/>
            <w:gridSpan w:val="3"/>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2E6735A"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Die Kostenträgerfallrechnung, die Kostenträgerzeitrechnung, die Erlösfallrechnung und die Erlöszeitrechnung müssen nicht allesamt erstellt werden. Wird jedoch eine der Auswertungen gemacht, so ist diese zu dokumentieren, insbesondere ist auch die Periodizität anzugeben.   </w:t>
            </w:r>
          </w:p>
        </w:tc>
      </w:tr>
      <w:tr w:rsidR="009C2396" w:rsidRPr="00992026" w14:paraId="2A3EF7EF"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1AD1532"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11.6</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5812E85E"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Die Verdichtungskriterien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686949BE"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1D84870E" w14:textId="77777777" w:rsidTr="009C2396">
        <w:trPr>
          <w:trHeight w:val="60"/>
        </w:trPr>
        <w:sdt>
          <w:sdtPr>
            <w:rPr>
              <w:rFonts w:cs="Arial"/>
              <w:color w:val="000000"/>
              <w:sz w:val="18"/>
              <w:szCs w:val="18"/>
            </w:rPr>
            <w:id w:val="109166530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BA539B"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23263B99" w14:textId="77777777" w:rsidR="009C2396" w:rsidRPr="00992026" w:rsidRDefault="009C2396" w:rsidP="00485188">
            <w:pPr>
              <w:autoSpaceDE w:val="0"/>
              <w:autoSpaceDN w:val="0"/>
              <w:adjustRightInd w:val="0"/>
              <w:spacing w:line="276" w:lineRule="auto"/>
              <w:textAlignment w:val="center"/>
              <w:rPr>
                <w:rFonts w:cs="Arial"/>
                <w:color w:val="000000"/>
                <w:sz w:val="18"/>
                <w:szCs w:val="18"/>
              </w:rPr>
            </w:pPr>
            <w:r w:rsidRPr="00992026">
              <w:rPr>
                <w:rFonts w:cs="Arial"/>
                <w:color w:val="000000"/>
                <w:sz w:val="18"/>
                <w:szCs w:val="18"/>
              </w:rPr>
              <w:t xml:space="preserve">Dokumentation der Grundsätze, nach denen die Verdichtungskriterien erfolgten </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CC931B4"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0FD83E46" w14:textId="77777777" w:rsidTr="009C2396">
        <w:trPr>
          <w:trHeight w:val="60"/>
        </w:trPr>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03DF490"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11.7</w:t>
            </w:r>
          </w:p>
        </w:tc>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63DBEEEF" w14:textId="77777777" w:rsidR="009C2396" w:rsidRPr="00992026" w:rsidRDefault="009C2396" w:rsidP="00485188">
            <w:pPr>
              <w:autoSpaceDE w:val="0"/>
              <w:autoSpaceDN w:val="0"/>
              <w:adjustRightInd w:val="0"/>
              <w:spacing w:line="276" w:lineRule="auto"/>
              <w:textAlignment w:val="center"/>
              <w:rPr>
                <w:rFonts w:cs="Arial"/>
                <w:b/>
                <w:bCs/>
                <w:color w:val="000000"/>
                <w:sz w:val="18"/>
                <w:szCs w:val="18"/>
              </w:rPr>
            </w:pPr>
            <w:r w:rsidRPr="00992026">
              <w:rPr>
                <w:rFonts w:cs="Arial"/>
                <w:b/>
                <w:bCs/>
                <w:color w:val="000000"/>
                <w:sz w:val="18"/>
                <w:szCs w:val="18"/>
              </w:rPr>
              <w:t>Vorhalteleistungen für den Notfall</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076A30A1"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3DDF1C2D" w14:textId="77777777" w:rsidTr="00EF7917">
        <w:trPr>
          <w:trHeight w:val="610"/>
        </w:trPr>
        <w:sdt>
          <w:sdtPr>
            <w:rPr>
              <w:rFonts w:cs="Arial"/>
              <w:color w:val="000000"/>
              <w:sz w:val="18"/>
              <w:szCs w:val="18"/>
            </w:rPr>
            <w:id w:val="83064428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75D9B63A"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C30D51E" w14:textId="303CD2B3" w:rsidR="009C2396" w:rsidRPr="00992026" w:rsidRDefault="00257B0D" w:rsidP="00485188">
            <w:pPr>
              <w:autoSpaceDE w:val="0"/>
              <w:autoSpaceDN w:val="0"/>
              <w:adjustRightInd w:val="0"/>
              <w:spacing w:line="276" w:lineRule="auto"/>
              <w:textAlignment w:val="center"/>
              <w:rPr>
                <w:rFonts w:cs="Arial"/>
                <w:color w:val="000000"/>
                <w:sz w:val="18"/>
                <w:szCs w:val="18"/>
              </w:rPr>
            </w:pPr>
            <w:r w:rsidRPr="00257B0D">
              <w:rPr>
                <w:rFonts w:cs="Arial"/>
                <w:color w:val="000000"/>
                <w:sz w:val="18"/>
                <w:szCs w:val="18"/>
              </w:rPr>
              <w:t>Werden die Vorhalteleistungen für den Notfall und die dazugehörigen Kosten in die Kostensatzbildung der Kostenstelle integriert, in der diese Vorhalteleistungen für den Notfall ins Budget eingetragen und erbracht werden?</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386CB817" w14:textId="77777777" w:rsidR="009C2396" w:rsidRPr="00992026" w:rsidRDefault="009C2396" w:rsidP="00485188">
            <w:pPr>
              <w:autoSpaceDE w:val="0"/>
              <w:autoSpaceDN w:val="0"/>
              <w:adjustRightInd w:val="0"/>
              <w:spacing w:line="276" w:lineRule="auto"/>
              <w:rPr>
                <w:rFonts w:cs="Arial"/>
                <w:sz w:val="18"/>
                <w:szCs w:val="18"/>
              </w:rPr>
            </w:pPr>
          </w:p>
        </w:tc>
      </w:tr>
      <w:tr w:rsidR="009C2396" w:rsidRPr="00992026" w14:paraId="7516F508" w14:textId="77777777" w:rsidTr="009C2396">
        <w:trPr>
          <w:trHeight w:val="60"/>
        </w:trPr>
        <w:sdt>
          <w:sdtPr>
            <w:rPr>
              <w:rFonts w:cs="Arial"/>
              <w:color w:val="000000"/>
              <w:sz w:val="18"/>
              <w:szCs w:val="18"/>
            </w:rPr>
            <w:id w:val="863015039"/>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3348D1AD" w14:textId="77777777" w:rsidR="009C2396" w:rsidRPr="00992026" w:rsidRDefault="00992026"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0BA09FD6" w14:textId="77777777" w:rsidR="009C2396" w:rsidRPr="00992026" w:rsidRDefault="00CE64F3" w:rsidP="00485188">
            <w:pPr>
              <w:autoSpaceDE w:val="0"/>
              <w:autoSpaceDN w:val="0"/>
              <w:adjustRightInd w:val="0"/>
              <w:spacing w:line="276" w:lineRule="auto"/>
              <w:textAlignment w:val="center"/>
              <w:rPr>
                <w:rFonts w:cs="Arial"/>
                <w:color w:val="000000"/>
                <w:sz w:val="18"/>
                <w:szCs w:val="18"/>
              </w:rPr>
            </w:pPr>
            <w:r w:rsidRPr="00CE64F3">
              <w:rPr>
                <w:rFonts w:cs="Arial"/>
                <w:color w:val="000000"/>
                <w:sz w:val="18"/>
                <w:szCs w:val="18"/>
              </w:rPr>
              <w:t>Ist sichergestellt, dass die Vorhalteleistungen für den Notfall nicht kostenmindernd verbucht werden? (Einhaltung des Bruttoprinzips)</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2C207AE2" w14:textId="77777777" w:rsidR="009C2396" w:rsidRPr="00992026" w:rsidRDefault="009C2396" w:rsidP="00485188">
            <w:pPr>
              <w:autoSpaceDE w:val="0"/>
              <w:autoSpaceDN w:val="0"/>
              <w:adjustRightInd w:val="0"/>
              <w:spacing w:line="276" w:lineRule="auto"/>
              <w:rPr>
                <w:rFonts w:cs="Arial"/>
                <w:sz w:val="18"/>
                <w:szCs w:val="18"/>
              </w:rPr>
            </w:pPr>
          </w:p>
        </w:tc>
      </w:tr>
      <w:tr w:rsidR="00257B0D" w:rsidRPr="00992026" w14:paraId="13F5834F" w14:textId="77777777" w:rsidTr="009C2396">
        <w:trPr>
          <w:trHeight w:val="60"/>
        </w:trPr>
        <w:sdt>
          <w:sdtPr>
            <w:rPr>
              <w:rFonts w:cs="Arial"/>
              <w:color w:val="000000"/>
              <w:sz w:val="18"/>
              <w:szCs w:val="18"/>
            </w:rPr>
            <w:id w:val="-1993014148"/>
            <w14:checkbox>
              <w14:checked w14:val="0"/>
              <w14:checkedState w14:val="2612" w14:font="MS Gothic"/>
              <w14:uncheckedState w14:val="2610" w14:font="MS Gothic"/>
            </w14:checkbox>
          </w:sdtPr>
          <w:sdtEndPr/>
          <w:sdtContent>
            <w:tc>
              <w:tcPr>
                <w:tcW w:w="675"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4CEF3D20" w14:textId="315D9370" w:rsidR="00257B0D" w:rsidRDefault="00257B0D" w:rsidP="00485188">
                <w:pPr>
                  <w:autoSpaceDE w:val="0"/>
                  <w:autoSpaceDN w:val="0"/>
                  <w:adjustRightInd w:val="0"/>
                  <w:spacing w:line="276" w:lineRule="auto"/>
                  <w:textAlignment w:val="center"/>
                  <w:rPr>
                    <w:rFonts w:cs="Arial"/>
                    <w:color w:val="000000"/>
                    <w:sz w:val="18"/>
                    <w:szCs w:val="18"/>
                  </w:rPr>
                </w:pPr>
                <w:r>
                  <w:rPr>
                    <w:rFonts w:ascii="MS Gothic" w:eastAsia="MS Gothic" w:hAnsi="MS Gothic" w:cs="Arial" w:hint="eastAsia"/>
                    <w:color w:val="000000"/>
                    <w:sz w:val="18"/>
                    <w:szCs w:val="18"/>
                  </w:rPr>
                  <w:t>☐</w:t>
                </w:r>
              </w:p>
            </w:tc>
          </w:sdtContent>
        </w:sdt>
        <w:tc>
          <w:tcPr>
            <w:tcW w:w="6401"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19" w:type="dxa"/>
            </w:tcMar>
          </w:tcPr>
          <w:p w14:paraId="1108CE78" w14:textId="777C1646" w:rsidR="00257B0D" w:rsidRPr="00CE64F3" w:rsidRDefault="00257B0D" w:rsidP="00485188">
            <w:pPr>
              <w:autoSpaceDE w:val="0"/>
              <w:autoSpaceDN w:val="0"/>
              <w:adjustRightInd w:val="0"/>
              <w:spacing w:line="276" w:lineRule="auto"/>
              <w:textAlignment w:val="center"/>
              <w:rPr>
                <w:rFonts w:cs="Arial"/>
                <w:color w:val="000000"/>
                <w:sz w:val="18"/>
                <w:szCs w:val="18"/>
              </w:rPr>
            </w:pPr>
            <w:r w:rsidRPr="00257B0D">
              <w:rPr>
                <w:rFonts w:cs="Arial"/>
                <w:color w:val="000000"/>
                <w:sz w:val="18"/>
                <w:szCs w:val="18"/>
              </w:rPr>
              <w:t>Werden die Vorhalteleistungen für den Notfall und die entsprechenden Kosten gemäss der Leistungserfassung dem Kostenträger zugeordnet?</w:t>
            </w:r>
          </w:p>
        </w:tc>
        <w:tc>
          <w:tcPr>
            <w:tcW w:w="2810" w:type="dxa"/>
            <w:tcBorders>
              <w:top w:val="single" w:sz="4" w:space="0" w:color="000000"/>
              <w:left w:val="single" w:sz="4" w:space="0" w:color="000000"/>
              <w:bottom w:val="single" w:sz="4" w:space="0" w:color="000000"/>
              <w:right w:val="single" w:sz="4" w:space="0" w:color="000000"/>
            </w:tcBorders>
            <w:tcMar>
              <w:top w:w="85" w:type="dxa"/>
              <w:left w:w="108" w:type="dxa"/>
              <w:bottom w:w="85" w:type="dxa"/>
              <w:right w:w="108" w:type="dxa"/>
            </w:tcMar>
          </w:tcPr>
          <w:p w14:paraId="19E57CE8" w14:textId="77777777" w:rsidR="00257B0D" w:rsidRPr="00992026" w:rsidRDefault="00257B0D" w:rsidP="00485188">
            <w:pPr>
              <w:autoSpaceDE w:val="0"/>
              <w:autoSpaceDN w:val="0"/>
              <w:adjustRightInd w:val="0"/>
              <w:spacing w:line="276" w:lineRule="auto"/>
              <w:rPr>
                <w:rFonts w:cs="Arial"/>
                <w:sz w:val="18"/>
                <w:szCs w:val="18"/>
              </w:rPr>
            </w:pPr>
          </w:p>
        </w:tc>
      </w:tr>
    </w:tbl>
    <w:p w14:paraId="0CC3384F" w14:textId="77777777" w:rsidR="00EF7917" w:rsidRPr="00992026" w:rsidRDefault="00EF7917" w:rsidP="00AB5529">
      <w:pPr>
        <w:spacing w:line="276" w:lineRule="auto"/>
      </w:pPr>
    </w:p>
    <w:sectPr w:rsidR="00EF7917" w:rsidRPr="00992026" w:rsidSect="00333DA7">
      <w:headerReference w:type="even" r:id="rId8"/>
      <w:headerReference w:type="default" r:id="rId9"/>
      <w:footerReference w:type="even" r:id="rId10"/>
      <w:footerReference w:type="default" r:id="rId11"/>
      <w:headerReference w:type="first" r:id="rId12"/>
      <w:footerReference w:type="first" r:id="rId13"/>
      <w:pgSz w:w="11906" w:h="16838" w:code="9"/>
      <w:pgMar w:top="851" w:right="1021" w:bottom="1418" w:left="1531"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F3D0E" w14:textId="77777777" w:rsidR="00466997" w:rsidRDefault="00466997">
      <w:r>
        <w:separator/>
      </w:r>
    </w:p>
  </w:endnote>
  <w:endnote w:type="continuationSeparator" w:id="0">
    <w:p w14:paraId="154277D8" w14:textId="77777777" w:rsidR="00466997" w:rsidRDefault="00466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ulo Bold">
    <w:panose1 w:val="00000000000000000000"/>
    <w:charset w:val="00"/>
    <w:family w:val="modern"/>
    <w:notTrueType/>
    <w:pitch w:val="variable"/>
    <w:sig w:usb0="A00000FF" w:usb1="5001207B" w:usb2="00000010" w:usb3="00000000" w:csb0="0000009B" w:csb1="00000000"/>
  </w:font>
  <w:font w:name="Bulo Regular">
    <w:altName w:val="Calibri"/>
    <w:panose1 w:val="00000000000000000000"/>
    <w:charset w:val="00"/>
    <w:family w:val="modern"/>
    <w:notTrueType/>
    <w:pitch w:val="variable"/>
    <w:sig w:usb0="A00000FF" w:usb1="5001207B" w:usb2="00000010" w:usb3="00000000" w:csb0="0000009B" w:csb1="00000000"/>
  </w:font>
  <w:font w:name="TheMix B7 Bold">
    <w:panose1 w:val="00000000000000000000"/>
    <w:charset w:val="00"/>
    <w:family w:val="swiss"/>
    <w:notTrueType/>
    <w:pitch w:val="variable"/>
    <w:sig w:usb0="00000083" w:usb1="00000000" w:usb2="00000000" w:usb3="00000000" w:csb0="00000009" w:csb1="00000000"/>
  </w:font>
  <w:font w:name="Bulo Light">
    <w:panose1 w:val="00000000000000000000"/>
    <w:charset w:val="00"/>
    <w:family w:val="modern"/>
    <w:notTrueType/>
    <w:pitch w:val="variable"/>
    <w:sig w:usb0="A00000FF" w:usb1="5001207B" w:usb2="0000001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TheMix-HP3Lig">
    <w:altName w:val="MS Gothic"/>
    <w:panose1 w:val="00000000000000000000"/>
    <w:charset w:val="80"/>
    <w:family w:val="swiss"/>
    <w:notTrueType/>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6C3E" w14:textId="77777777" w:rsidR="00466997" w:rsidRDefault="004669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8AA4" w14:textId="77777777" w:rsidR="00466997" w:rsidRDefault="00466997" w:rsidP="00B10178">
    <w:pPr>
      <w:pStyle w:val="Fuzeile"/>
      <w:rPr>
        <w:szCs w:val="16"/>
      </w:rPr>
    </w:pPr>
  </w:p>
  <w:p w14:paraId="6D3780BB" w14:textId="77777777" w:rsidR="00466997" w:rsidRDefault="00466997" w:rsidP="00B10178">
    <w:pPr>
      <w:pStyle w:val="Fuzeile"/>
      <w:rPr>
        <w:szCs w:val="16"/>
      </w:rPr>
    </w:pPr>
  </w:p>
  <w:p w14:paraId="055266E5" w14:textId="77777777" w:rsidR="00466997" w:rsidRDefault="00466997" w:rsidP="00B10178">
    <w:pPr>
      <w:pStyle w:val="Fuzeile"/>
      <w:rPr>
        <w:szCs w:val="16"/>
      </w:rPr>
    </w:pPr>
  </w:p>
  <w:p w14:paraId="45421477" w14:textId="77777777" w:rsidR="00466997" w:rsidRDefault="00466997" w:rsidP="00B10178">
    <w:pPr>
      <w:pStyle w:val="Fuzeile"/>
      <w:rPr>
        <w:szCs w:val="16"/>
      </w:rPr>
    </w:pPr>
  </w:p>
  <w:p w14:paraId="1317F8B1" w14:textId="77777777" w:rsidR="00466997" w:rsidRDefault="00466997" w:rsidP="00B10178">
    <w:pPr>
      <w:pStyle w:val="Fuzeile"/>
      <w:rPr>
        <w:szCs w:val="16"/>
      </w:rPr>
    </w:pPr>
  </w:p>
  <w:p w14:paraId="19AC6184" w14:textId="77777777" w:rsidR="00466997" w:rsidRPr="00333DA7" w:rsidRDefault="00466997" w:rsidP="00B10178">
    <w:pPr>
      <w:tabs>
        <w:tab w:val="right" w:pos="9356"/>
      </w:tabs>
      <w:rPr>
        <w:noProof/>
        <w:sz w:val="16"/>
        <w:szCs w:val="16"/>
        <w:lang w:val="it-IT"/>
      </w:rPr>
    </w:pPr>
    <w:r w:rsidRPr="00333DA7">
      <w:rPr>
        <w:noProof/>
        <w:sz w:val="16"/>
        <w:szCs w:val="16"/>
        <w:lang w:val="it-IT"/>
      </w:rPr>
      <w:t xml:space="preserve">H+   Die Spitäler der Schweiz  I  Les Hôpitaux de Suisse  I  </w:t>
    </w:r>
    <w:r>
      <w:rPr>
        <w:noProof/>
        <w:sz w:val="16"/>
        <w:szCs w:val="16"/>
        <w:lang w:val="it-IT"/>
      </w:rPr>
      <w:t>Gli Ospedali Svizzeri</w:t>
    </w:r>
    <w:r w:rsidRPr="00333DA7">
      <w:rPr>
        <w:noProof/>
        <w:sz w:val="16"/>
        <w:szCs w:val="16"/>
        <w:lang w:val="it-IT"/>
      </w:rPr>
      <w:tab/>
      <w:t xml:space="preserve">Seite </w:t>
    </w:r>
    <w:r w:rsidRPr="008E63BE">
      <w:rPr>
        <w:noProof/>
        <w:sz w:val="16"/>
      </w:rPr>
      <w:fldChar w:fldCharType="begin"/>
    </w:r>
    <w:r w:rsidRPr="00333DA7">
      <w:rPr>
        <w:noProof/>
        <w:sz w:val="16"/>
        <w:lang w:val="it-IT"/>
      </w:rPr>
      <w:instrText xml:space="preserve"> PAGE </w:instrText>
    </w:r>
    <w:r w:rsidRPr="008E63BE">
      <w:rPr>
        <w:noProof/>
        <w:sz w:val="16"/>
      </w:rPr>
      <w:fldChar w:fldCharType="separate"/>
    </w:r>
    <w:r w:rsidR="009F4072">
      <w:rPr>
        <w:noProof/>
        <w:sz w:val="16"/>
        <w:lang w:val="it-IT"/>
      </w:rPr>
      <w:t>14</w:t>
    </w:r>
    <w:r w:rsidRPr="008E63BE">
      <w:rPr>
        <w:noProof/>
        <w:sz w:val="16"/>
      </w:rPr>
      <w:fldChar w:fldCharType="end"/>
    </w:r>
    <w:r w:rsidRPr="00333DA7">
      <w:rPr>
        <w:noProof/>
        <w:sz w:val="16"/>
        <w:lang w:val="it-IT"/>
      </w:rPr>
      <w:t>/</w:t>
    </w:r>
    <w:r w:rsidRPr="008E63BE">
      <w:rPr>
        <w:noProof/>
        <w:sz w:val="16"/>
      </w:rPr>
      <w:fldChar w:fldCharType="begin"/>
    </w:r>
    <w:r w:rsidRPr="00333DA7">
      <w:rPr>
        <w:noProof/>
        <w:sz w:val="16"/>
        <w:lang w:val="it-IT"/>
      </w:rPr>
      <w:instrText xml:space="preserve"> NUMPAGES </w:instrText>
    </w:r>
    <w:r w:rsidRPr="008E63BE">
      <w:rPr>
        <w:noProof/>
        <w:sz w:val="16"/>
      </w:rPr>
      <w:fldChar w:fldCharType="separate"/>
    </w:r>
    <w:r w:rsidR="009F4072">
      <w:rPr>
        <w:noProof/>
        <w:sz w:val="16"/>
        <w:lang w:val="it-IT"/>
      </w:rPr>
      <w:t>16</w:t>
    </w:r>
    <w:r w:rsidRPr="008E63BE">
      <w:rPr>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79CD" w14:textId="77777777" w:rsidR="00466997" w:rsidRDefault="00466997">
    <w:pPr>
      <w:pStyle w:val="Fuzeile"/>
    </w:pPr>
    <w:r>
      <w:drawing>
        <wp:anchor distT="0" distB="0" distL="114300" distR="114300" simplePos="0" relativeHeight="251657216" behindDoc="1" locked="0" layoutInCell="1" allowOverlap="1" wp14:anchorId="553661BD" wp14:editId="2250641B">
          <wp:simplePos x="0" y="0"/>
          <wp:positionH relativeFrom="column">
            <wp:posOffset>-434975</wp:posOffset>
          </wp:positionH>
          <wp:positionV relativeFrom="paragraph">
            <wp:posOffset>110490</wp:posOffset>
          </wp:positionV>
          <wp:extent cx="3023870" cy="539750"/>
          <wp:effectExtent l="0" t="0" r="5080" b="0"/>
          <wp:wrapThrough wrapText="bothSides">
            <wp:wrapPolygon edited="0">
              <wp:start x="0" y="0"/>
              <wp:lineTo x="0" y="20584"/>
              <wp:lineTo x="21500" y="20584"/>
              <wp:lineTo x="21500"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Claim_50K_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870" cy="539750"/>
                  </a:xfrm>
                  <a:prstGeom prst="rect">
                    <a:avLst/>
                  </a:prstGeom>
                </pic:spPr>
              </pic:pic>
            </a:graphicData>
          </a:graphic>
          <wp14:sizeRelH relativeFrom="margin">
            <wp14:pctWidth>0</wp14:pctWidth>
          </wp14:sizeRelH>
          <wp14:sizeRelV relativeFrom="margin">
            <wp14:pctHeight>0</wp14:pctHeight>
          </wp14:sizeRelV>
        </wp:anchor>
      </w:drawing>
    </w:r>
  </w:p>
  <w:p w14:paraId="14DE82D2" w14:textId="77777777" w:rsidR="00466997" w:rsidRDefault="00466997">
    <w:pPr>
      <w:pStyle w:val="Fuzeile"/>
    </w:pPr>
    <w:r>
      <w:drawing>
        <wp:anchor distT="0" distB="0" distL="114300" distR="114300" simplePos="0" relativeHeight="251658240" behindDoc="1" locked="0" layoutInCell="1" allowOverlap="1" wp14:anchorId="011D2E7D" wp14:editId="578D1A3F">
          <wp:simplePos x="0" y="0"/>
          <wp:positionH relativeFrom="column">
            <wp:posOffset>3660140</wp:posOffset>
          </wp:positionH>
          <wp:positionV relativeFrom="paragraph">
            <wp:posOffset>43815</wp:posOffset>
          </wp:positionV>
          <wp:extent cx="2224405" cy="419735"/>
          <wp:effectExtent l="0" t="0" r="4445" b="0"/>
          <wp:wrapThrough wrapText="bothSides">
            <wp:wrapPolygon edited="0">
              <wp:start x="0" y="0"/>
              <wp:lineTo x="0" y="20587"/>
              <wp:lineTo x="21458" y="20587"/>
              <wp:lineTo x="21458"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Adresszeile_100K_20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4405" cy="419735"/>
                  </a:xfrm>
                  <a:prstGeom prst="rect">
                    <a:avLst/>
                  </a:prstGeom>
                </pic:spPr>
              </pic:pic>
            </a:graphicData>
          </a:graphic>
          <wp14:sizeRelH relativeFrom="margin">
            <wp14:pctWidth>0</wp14:pctWidth>
          </wp14:sizeRelH>
          <wp14:sizeRelV relativeFrom="margin">
            <wp14:pctHeight>0</wp14:pctHeight>
          </wp14:sizeRelV>
        </wp:anchor>
      </w:drawing>
    </w:r>
  </w:p>
  <w:p w14:paraId="374D617F" w14:textId="77777777" w:rsidR="00466997" w:rsidRDefault="00466997">
    <w:pPr>
      <w:pStyle w:val="Fuzeile"/>
    </w:pPr>
  </w:p>
  <w:p w14:paraId="2EA2093F" w14:textId="77777777" w:rsidR="00466997" w:rsidRDefault="00466997">
    <w:pPr>
      <w:pStyle w:val="Fuzeile"/>
    </w:pPr>
  </w:p>
  <w:p w14:paraId="19499400" w14:textId="77777777" w:rsidR="00466997" w:rsidRDefault="0046699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3E0AD" w14:textId="77777777" w:rsidR="00466997" w:rsidRDefault="00466997">
      <w:r>
        <w:separator/>
      </w:r>
    </w:p>
  </w:footnote>
  <w:footnote w:type="continuationSeparator" w:id="0">
    <w:p w14:paraId="00BF1566" w14:textId="77777777" w:rsidR="00466997" w:rsidRDefault="00466997">
      <w:r>
        <w:continuationSeparator/>
      </w:r>
    </w:p>
  </w:footnote>
  <w:footnote w:id="1">
    <w:p w14:paraId="5B34BC80" w14:textId="77777777" w:rsidR="00466997" w:rsidRPr="00947364" w:rsidRDefault="00466997" w:rsidP="00994E46">
      <w:pPr>
        <w:autoSpaceDE w:val="0"/>
        <w:autoSpaceDN w:val="0"/>
        <w:adjustRightInd w:val="0"/>
        <w:spacing w:line="276" w:lineRule="auto"/>
        <w:rPr>
          <w:rFonts w:cs="Arial"/>
          <w:sz w:val="16"/>
          <w:szCs w:val="16"/>
        </w:rPr>
      </w:pPr>
      <w:r>
        <w:rPr>
          <w:rStyle w:val="Funotenzeichen"/>
        </w:rPr>
        <w:footnoteRef/>
      </w:r>
      <w:r>
        <w:t xml:space="preserve"> </w:t>
      </w:r>
      <w:r w:rsidRPr="00947364">
        <w:rPr>
          <w:rFonts w:cs="Arial"/>
          <w:sz w:val="16"/>
          <w:szCs w:val="16"/>
        </w:rPr>
        <w:t xml:space="preserve">Folgende universitäre </w:t>
      </w:r>
      <w:proofErr w:type="spellStart"/>
      <w:r w:rsidRPr="00947364">
        <w:rPr>
          <w:rFonts w:cs="Arial"/>
          <w:sz w:val="16"/>
          <w:szCs w:val="16"/>
        </w:rPr>
        <w:t>Medizinialberufe</w:t>
      </w:r>
      <w:proofErr w:type="spellEnd"/>
      <w:r w:rsidRPr="00947364">
        <w:rPr>
          <w:rFonts w:cs="Arial"/>
          <w:sz w:val="16"/>
          <w:szCs w:val="16"/>
        </w:rPr>
        <w:t xml:space="preserve"> sind heute definiert (Art. 2 Abs. 1 </w:t>
      </w:r>
      <w:proofErr w:type="spellStart"/>
      <w:r w:rsidRPr="00947364">
        <w:rPr>
          <w:rFonts w:cs="Arial"/>
          <w:sz w:val="16"/>
          <w:szCs w:val="16"/>
        </w:rPr>
        <w:t>MedBG</w:t>
      </w:r>
      <w:proofErr w:type="spellEnd"/>
      <w:r w:rsidRPr="00947364">
        <w:rPr>
          <w:rFonts w:cs="Arial"/>
          <w:sz w:val="16"/>
          <w:szCs w:val="16"/>
        </w:rPr>
        <w:t>):</w:t>
      </w:r>
    </w:p>
    <w:p w14:paraId="11306919" w14:textId="77777777" w:rsidR="00466997" w:rsidRPr="00947364" w:rsidRDefault="00466997" w:rsidP="00994E46">
      <w:pPr>
        <w:pStyle w:val="Listenabsatz"/>
        <w:numPr>
          <w:ilvl w:val="0"/>
          <w:numId w:val="38"/>
        </w:numPr>
        <w:autoSpaceDE w:val="0"/>
        <w:autoSpaceDN w:val="0"/>
        <w:adjustRightInd w:val="0"/>
        <w:spacing w:line="276" w:lineRule="auto"/>
        <w:ind w:left="142" w:hanging="142"/>
        <w:rPr>
          <w:rFonts w:cs="Arial"/>
          <w:sz w:val="16"/>
          <w:szCs w:val="16"/>
        </w:rPr>
      </w:pPr>
      <w:r w:rsidRPr="00947364">
        <w:rPr>
          <w:rFonts w:cs="Arial"/>
          <w:sz w:val="16"/>
          <w:szCs w:val="16"/>
        </w:rPr>
        <w:t>Ärztinnen und Ärzte</w:t>
      </w:r>
    </w:p>
    <w:p w14:paraId="093C9B75" w14:textId="77777777" w:rsidR="00466997" w:rsidRPr="00947364" w:rsidRDefault="00466997" w:rsidP="00994E46">
      <w:pPr>
        <w:pStyle w:val="Listenabsatz"/>
        <w:numPr>
          <w:ilvl w:val="0"/>
          <w:numId w:val="38"/>
        </w:numPr>
        <w:autoSpaceDE w:val="0"/>
        <w:autoSpaceDN w:val="0"/>
        <w:adjustRightInd w:val="0"/>
        <w:spacing w:line="276" w:lineRule="auto"/>
        <w:ind w:left="142" w:hanging="142"/>
        <w:rPr>
          <w:rFonts w:cs="Arial"/>
          <w:sz w:val="16"/>
          <w:szCs w:val="16"/>
        </w:rPr>
      </w:pPr>
      <w:r w:rsidRPr="00947364">
        <w:rPr>
          <w:rFonts w:cs="Arial"/>
          <w:sz w:val="16"/>
          <w:szCs w:val="16"/>
        </w:rPr>
        <w:t>Zahnärztinnen und Zahnärzte</w:t>
      </w:r>
    </w:p>
    <w:p w14:paraId="752493E5" w14:textId="77777777" w:rsidR="00466997" w:rsidRPr="00947364" w:rsidRDefault="00466997" w:rsidP="00994E46">
      <w:pPr>
        <w:pStyle w:val="Listenabsatz"/>
        <w:numPr>
          <w:ilvl w:val="0"/>
          <w:numId w:val="38"/>
        </w:numPr>
        <w:autoSpaceDE w:val="0"/>
        <w:autoSpaceDN w:val="0"/>
        <w:adjustRightInd w:val="0"/>
        <w:spacing w:line="276" w:lineRule="auto"/>
        <w:ind w:left="142" w:hanging="142"/>
        <w:rPr>
          <w:rFonts w:cs="Arial"/>
          <w:sz w:val="16"/>
          <w:szCs w:val="16"/>
        </w:rPr>
      </w:pPr>
      <w:proofErr w:type="spellStart"/>
      <w:r w:rsidRPr="00947364">
        <w:rPr>
          <w:rFonts w:cs="Arial"/>
          <w:sz w:val="16"/>
          <w:szCs w:val="16"/>
        </w:rPr>
        <w:t>Chiropraktiorinnen</w:t>
      </w:r>
      <w:proofErr w:type="spellEnd"/>
      <w:r w:rsidRPr="00947364">
        <w:rPr>
          <w:rFonts w:cs="Arial"/>
          <w:sz w:val="16"/>
          <w:szCs w:val="16"/>
        </w:rPr>
        <w:t xml:space="preserve"> und </w:t>
      </w:r>
      <w:proofErr w:type="spellStart"/>
      <w:r w:rsidRPr="00947364">
        <w:rPr>
          <w:rFonts w:cs="Arial"/>
          <w:sz w:val="16"/>
          <w:szCs w:val="16"/>
        </w:rPr>
        <w:t>Chiropraktoren</w:t>
      </w:r>
      <w:proofErr w:type="spellEnd"/>
    </w:p>
    <w:p w14:paraId="174AA178" w14:textId="77777777" w:rsidR="00466997" w:rsidRPr="00947364" w:rsidRDefault="00466997" w:rsidP="00994E46">
      <w:pPr>
        <w:pStyle w:val="Listenabsatz"/>
        <w:numPr>
          <w:ilvl w:val="0"/>
          <w:numId w:val="38"/>
        </w:numPr>
        <w:autoSpaceDE w:val="0"/>
        <w:autoSpaceDN w:val="0"/>
        <w:adjustRightInd w:val="0"/>
        <w:spacing w:line="276" w:lineRule="auto"/>
        <w:ind w:left="142" w:hanging="142"/>
        <w:rPr>
          <w:rFonts w:cs="Arial"/>
          <w:sz w:val="16"/>
          <w:szCs w:val="16"/>
        </w:rPr>
      </w:pPr>
      <w:r w:rsidRPr="00947364">
        <w:rPr>
          <w:rFonts w:cs="Arial"/>
          <w:sz w:val="16"/>
          <w:szCs w:val="16"/>
        </w:rPr>
        <w:t xml:space="preserve">Apothekerinnen und </w:t>
      </w:r>
      <w:r w:rsidRPr="00BA46E4">
        <w:rPr>
          <w:rFonts w:cs="Arial"/>
          <w:sz w:val="16"/>
          <w:szCs w:val="16"/>
        </w:rPr>
        <w:t>Apotheker</w:t>
      </w:r>
    </w:p>
    <w:p w14:paraId="25213404" w14:textId="77777777" w:rsidR="00466997" w:rsidRPr="00947364" w:rsidRDefault="00466997" w:rsidP="00994E46">
      <w:pPr>
        <w:pStyle w:val="Listenabsatz"/>
        <w:numPr>
          <w:ilvl w:val="0"/>
          <w:numId w:val="38"/>
        </w:numPr>
        <w:autoSpaceDE w:val="0"/>
        <w:autoSpaceDN w:val="0"/>
        <w:adjustRightInd w:val="0"/>
        <w:spacing w:line="276" w:lineRule="auto"/>
        <w:ind w:left="142" w:hanging="142"/>
        <w:rPr>
          <w:rFonts w:cs="Arial"/>
          <w:sz w:val="18"/>
          <w:szCs w:val="18"/>
        </w:rPr>
      </w:pPr>
      <w:r w:rsidRPr="00947364">
        <w:rPr>
          <w:rFonts w:cs="Arial"/>
          <w:sz w:val="16"/>
          <w:szCs w:val="16"/>
        </w:rPr>
        <w:t>Tierärztinnen und Tierärzte</w:t>
      </w:r>
      <w:r w:rsidRPr="00947364">
        <w:rPr>
          <w:rFonts w:cs="Arial"/>
          <w:sz w:val="18"/>
          <w:szCs w:val="18"/>
        </w:rPr>
        <w:t>.</w:t>
      </w:r>
    </w:p>
    <w:p w14:paraId="05D53282" w14:textId="77777777" w:rsidR="00466997" w:rsidRPr="00947364" w:rsidRDefault="00466997" w:rsidP="00994E46">
      <w:pPr>
        <w:pStyle w:val="Funotentext"/>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5FAF" w14:textId="77777777" w:rsidR="00466997" w:rsidRDefault="004669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A63A" w14:textId="77777777" w:rsidR="00466997" w:rsidRDefault="004669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C8A2A" w14:textId="77777777" w:rsidR="00466997" w:rsidRDefault="00466997" w:rsidP="00031CEB">
    <w:pPr>
      <w:pStyle w:val="Kopfzeile"/>
      <w:tabs>
        <w:tab w:val="left" w:pos="5940"/>
      </w:tabs>
    </w:pPr>
    <w:bookmarkStart w:id="0" w:name="BkmLayout"/>
    <w:r>
      <w:drawing>
        <wp:anchor distT="0" distB="0" distL="114300" distR="114300" simplePos="0" relativeHeight="251656192" behindDoc="1" locked="0" layoutInCell="1" allowOverlap="1" wp14:anchorId="373235CB" wp14:editId="1C466FA9">
          <wp:simplePos x="0" y="0"/>
          <wp:positionH relativeFrom="column">
            <wp:posOffset>-342900</wp:posOffset>
          </wp:positionH>
          <wp:positionV relativeFrom="paragraph">
            <wp:posOffset>-183515</wp:posOffset>
          </wp:positionV>
          <wp:extent cx="1732915" cy="1086485"/>
          <wp:effectExtent l="0" t="0" r="635" b="0"/>
          <wp:wrapNone/>
          <wp:docPr id="26" name="Bild 26" descr="Z:\Allgemein\Kommunikation\Corporate Design H+\Logo\H+_Logo_Zusat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Z:\Allgemein\Kommunikation\Corporate Design H+\Logo\H+_Logo_Zusatz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2915" cy="1086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0D1711" w14:textId="77777777" w:rsidR="00466997" w:rsidRDefault="00466997" w:rsidP="00031CEB">
    <w:pPr>
      <w:pStyle w:val="Kopfzeile"/>
      <w:tabs>
        <w:tab w:val="left" w:pos="5940"/>
      </w:tabs>
    </w:pPr>
  </w:p>
  <w:p w14:paraId="1F3ACEA7" w14:textId="77777777" w:rsidR="00466997" w:rsidRDefault="00466997" w:rsidP="00031CEB">
    <w:pPr>
      <w:pStyle w:val="Kopfzeile"/>
      <w:tabs>
        <w:tab w:val="left" w:pos="5940"/>
      </w:tabs>
    </w:pPr>
  </w:p>
  <w:p w14:paraId="2E16B097" w14:textId="77777777" w:rsidR="00466997" w:rsidRDefault="00466997" w:rsidP="00031CEB">
    <w:pPr>
      <w:pStyle w:val="Kopfzeile"/>
      <w:tabs>
        <w:tab w:val="left" w:pos="5940"/>
      </w:tabs>
    </w:pPr>
  </w:p>
  <w:p w14:paraId="3781551E" w14:textId="77777777" w:rsidR="00466997" w:rsidRDefault="00466997" w:rsidP="00031CEB">
    <w:pPr>
      <w:pStyle w:val="Kopfzeile"/>
      <w:tabs>
        <w:tab w:val="left" w:pos="5940"/>
      </w:tabs>
    </w:pPr>
  </w:p>
  <w:p w14:paraId="77AB2594" w14:textId="77777777" w:rsidR="00466997" w:rsidRDefault="00466997" w:rsidP="00031CEB">
    <w:pPr>
      <w:pStyle w:val="Kopfzeile"/>
      <w:tabs>
        <w:tab w:val="left" w:pos="5940"/>
      </w:tabs>
    </w:pPr>
  </w:p>
  <w:p w14:paraId="7BCD9C1E" w14:textId="77777777" w:rsidR="00466997" w:rsidRDefault="00466997" w:rsidP="00031CEB">
    <w:pPr>
      <w:pStyle w:val="Kopfzeile"/>
      <w:tabs>
        <w:tab w:val="left" w:pos="5940"/>
      </w:tabs>
    </w:pPr>
  </w:p>
  <w:p w14:paraId="19EB26C2" w14:textId="77777777" w:rsidR="00466997" w:rsidRDefault="00466997" w:rsidP="003B5EE2">
    <w:pPr>
      <w:pStyle w:val="Kopfzeile"/>
      <w:tabs>
        <w:tab w:val="left" w:pos="5940"/>
      </w:tabs>
    </w:pPr>
  </w:p>
  <w:p w14:paraId="6D3A9DB1" w14:textId="77777777" w:rsidR="00466997" w:rsidRDefault="00466997" w:rsidP="009E37B6">
    <w:pPr>
      <w:pStyle w:val="Kopfzeile"/>
      <w:tabs>
        <w:tab w:val="left" w:pos="5940"/>
      </w:tabs>
    </w:pPr>
  </w:p>
  <w:bookmarkEnd w:id="0"/>
  <w:p w14:paraId="7CC0787F" w14:textId="77777777" w:rsidR="00466997" w:rsidRDefault="00466997" w:rsidP="00031CEB">
    <w:pPr>
      <w:pStyle w:val="Kopfzeile"/>
      <w:tabs>
        <w:tab w:val="left" w:pos="59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19CBC0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64F4B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EE4356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8B4F8C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4624606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800DE"/>
    <w:multiLevelType w:val="hybridMultilevel"/>
    <w:tmpl w:val="0724543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41F3FF3"/>
    <w:multiLevelType w:val="hybridMultilevel"/>
    <w:tmpl w:val="01705D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04AC79BA"/>
    <w:multiLevelType w:val="multilevel"/>
    <w:tmpl w:val="BFA21ED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B15EF3"/>
    <w:multiLevelType w:val="hybridMultilevel"/>
    <w:tmpl w:val="DA104D4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E271257"/>
    <w:multiLevelType w:val="hybridMultilevel"/>
    <w:tmpl w:val="9BC0BEA0"/>
    <w:lvl w:ilvl="0" w:tplc="66D6986A">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E8C5583"/>
    <w:multiLevelType w:val="hybridMultilevel"/>
    <w:tmpl w:val="87844642"/>
    <w:lvl w:ilvl="0" w:tplc="08070005">
      <w:start w:val="1"/>
      <w:numFmt w:val="bullet"/>
      <w:lvlText w:val=""/>
      <w:lvlJc w:val="left"/>
      <w:pPr>
        <w:ind w:left="720" w:hanging="360"/>
      </w:pPr>
      <w:rPr>
        <w:rFonts w:ascii="Wingdings" w:hAnsi="Wingdings" w:hint="default"/>
        <w:color w:val="00529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FF42CC5"/>
    <w:multiLevelType w:val="hybridMultilevel"/>
    <w:tmpl w:val="5C76A41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65271CD"/>
    <w:multiLevelType w:val="hybridMultilevel"/>
    <w:tmpl w:val="31446F5C"/>
    <w:lvl w:ilvl="0" w:tplc="08070005">
      <w:start w:val="1"/>
      <w:numFmt w:val="bullet"/>
      <w:lvlText w:val=""/>
      <w:lvlJc w:val="left"/>
      <w:pPr>
        <w:ind w:left="720" w:hanging="360"/>
      </w:pPr>
      <w:rPr>
        <w:rFonts w:ascii="Wingdings" w:hAnsi="Wingdings" w:hint="default"/>
        <w:color w:val="00529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6AE3984"/>
    <w:multiLevelType w:val="hybridMultilevel"/>
    <w:tmpl w:val="5426B8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9AE4EDC"/>
    <w:multiLevelType w:val="hybridMultilevel"/>
    <w:tmpl w:val="4C3E736E"/>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FE43832"/>
    <w:multiLevelType w:val="hybridMultilevel"/>
    <w:tmpl w:val="203E464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ACD47B2"/>
    <w:multiLevelType w:val="hybridMultilevel"/>
    <w:tmpl w:val="92F67AA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66155D1"/>
    <w:multiLevelType w:val="hybridMultilevel"/>
    <w:tmpl w:val="09820B4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871757F"/>
    <w:multiLevelType w:val="hybridMultilevel"/>
    <w:tmpl w:val="132C052C"/>
    <w:lvl w:ilvl="0" w:tplc="E1841662">
      <w:start w:val="1"/>
      <w:numFmt w:val="bullet"/>
      <w:lvlText w:val=""/>
      <w:lvlJc w:val="left"/>
      <w:pPr>
        <w:ind w:left="1080" w:hanging="360"/>
      </w:pPr>
      <w:rPr>
        <w:rFonts w:ascii="Wingdings" w:hAnsi="Wingdings" w:hint="default"/>
        <w:color w:val="1F497D" w:themeColor="text2"/>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9" w15:restartNumberingAfterBreak="0">
    <w:nsid w:val="388329ED"/>
    <w:multiLevelType w:val="hybridMultilevel"/>
    <w:tmpl w:val="3B429DA2"/>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9065289"/>
    <w:multiLevelType w:val="hybridMultilevel"/>
    <w:tmpl w:val="35FEABAE"/>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65629F"/>
    <w:multiLevelType w:val="hybridMultilevel"/>
    <w:tmpl w:val="7A50D9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D390306"/>
    <w:multiLevelType w:val="hybridMultilevel"/>
    <w:tmpl w:val="7AA6D2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12725BA"/>
    <w:multiLevelType w:val="hybridMultilevel"/>
    <w:tmpl w:val="39108728"/>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28233F5"/>
    <w:multiLevelType w:val="hybridMultilevel"/>
    <w:tmpl w:val="EFDC55F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427890"/>
    <w:multiLevelType w:val="hybridMultilevel"/>
    <w:tmpl w:val="E0546FF0"/>
    <w:lvl w:ilvl="0" w:tplc="08070005">
      <w:start w:val="1"/>
      <w:numFmt w:val="bullet"/>
      <w:lvlText w:val=""/>
      <w:lvlJc w:val="left"/>
      <w:pPr>
        <w:ind w:left="720" w:hanging="360"/>
      </w:pPr>
      <w:rPr>
        <w:rFonts w:ascii="Wingdings" w:hAnsi="Wingdings" w:hint="default"/>
        <w:color w:val="00529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65763FA2"/>
    <w:multiLevelType w:val="hybridMultilevel"/>
    <w:tmpl w:val="0458E7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E7F4313"/>
    <w:multiLevelType w:val="hybridMultilevel"/>
    <w:tmpl w:val="044E79A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88B49E3"/>
    <w:multiLevelType w:val="hybridMultilevel"/>
    <w:tmpl w:val="93AC9B9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A014760"/>
    <w:multiLevelType w:val="hybridMultilevel"/>
    <w:tmpl w:val="026084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7A207D4A"/>
    <w:multiLevelType w:val="hybridMultilevel"/>
    <w:tmpl w:val="92E264A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F930B27"/>
    <w:multiLevelType w:val="hybridMultilevel"/>
    <w:tmpl w:val="01B6F782"/>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9"/>
  </w:num>
  <w:num w:numId="16">
    <w:abstractNumId w:val="6"/>
  </w:num>
  <w:num w:numId="17">
    <w:abstractNumId w:val="29"/>
  </w:num>
  <w:num w:numId="18">
    <w:abstractNumId w:val="16"/>
  </w:num>
  <w:num w:numId="19">
    <w:abstractNumId w:val="27"/>
  </w:num>
  <w:num w:numId="20">
    <w:abstractNumId w:val="19"/>
  </w:num>
  <w:num w:numId="21">
    <w:abstractNumId w:val="31"/>
  </w:num>
  <w:num w:numId="22">
    <w:abstractNumId w:val="28"/>
  </w:num>
  <w:num w:numId="23">
    <w:abstractNumId w:val="30"/>
  </w:num>
  <w:num w:numId="24">
    <w:abstractNumId w:val="11"/>
  </w:num>
  <w:num w:numId="25">
    <w:abstractNumId w:val="20"/>
  </w:num>
  <w:num w:numId="26">
    <w:abstractNumId w:val="22"/>
  </w:num>
  <w:num w:numId="27">
    <w:abstractNumId w:val="21"/>
  </w:num>
  <w:num w:numId="28">
    <w:abstractNumId w:val="26"/>
  </w:num>
  <w:num w:numId="29">
    <w:abstractNumId w:val="5"/>
  </w:num>
  <w:num w:numId="30">
    <w:abstractNumId w:val="15"/>
  </w:num>
  <w:num w:numId="31">
    <w:abstractNumId w:val="18"/>
  </w:num>
  <w:num w:numId="32">
    <w:abstractNumId w:val="17"/>
  </w:num>
  <w:num w:numId="33">
    <w:abstractNumId w:val="13"/>
  </w:num>
  <w:num w:numId="34">
    <w:abstractNumId w:val="23"/>
  </w:num>
  <w:num w:numId="35">
    <w:abstractNumId w:val="8"/>
  </w:num>
  <w:num w:numId="36">
    <w:abstractNumId w:val="24"/>
  </w:num>
  <w:num w:numId="37">
    <w:abstractNumId w:val="14"/>
  </w:num>
  <w:num w:numId="38">
    <w:abstractNumId w:val="25"/>
  </w:num>
  <w:num w:numId="39">
    <w:abstractNumId w:val="12"/>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2396"/>
    <w:rsid w:val="00011A7C"/>
    <w:rsid w:val="00031CEB"/>
    <w:rsid w:val="00035B9A"/>
    <w:rsid w:val="00052500"/>
    <w:rsid w:val="0006085A"/>
    <w:rsid w:val="0007490E"/>
    <w:rsid w:val="00077FF2"/>
    <w:rsid w:val="00083792"/>
    <w:rsid w:val="000849C3"/>
    <w:rsid w:val="000A540A"/>
    <w:rsid w:val="000B6FB6"/>
    <w:rsid w:val="000B7C3A"/>
    <w:rsid w:val="000C25DD"/>
    <w:rsid w:val="000C58AD"/>
    <w:rsid w:val="000F1860"/>
    <w:rsid w:val="000F3257"/>
    <w:rsid w:val="001005FB"/>
    <w:rsid w:val="0010710C"/>
    <w:rsid w:val="00107772"/>
    <w:rsid w:val="001118C2"/>
    <w:rsid w:val="001118E2"/>
    <w:rsid w:val="00131FD1"/>
    <w:rsid w:val="00136869"/>
    <w:rsid w:val="00162C48"/>
    <w:rsid w:val="00184E8B"/>
    <w:rsid w:val="00187964"/>
    <w:rsid w:val="0019152A"/>
    <w:rsid w:val="001952BB"/>
    <w:rsid w:val="001A7391"/>
    <w:rsid w:val="001C5C64"/>
    <w:rsid w:val="001C7E5C"/>
    <w:rsid w:val="001D07D0"/>
    <w:rsid w:val="001D16F8"/>
    <w:rsid w:val="001E638E"/>
    <w:rsid w:val="001F022E"/>
    <w:rsid w:val="00213147"/>
    <w:rsid w:val="00244DEB"/>
    <w:rsid w:val="0025170F"/>
    <w:rsid w:val="002533C8"/>
    <w:rsid w:val="00256D6C"/>
    <w:rsid w:val="00257B0D"/>
    <w:rsid w:val="00274486"/>
    <w:rsid w:val="002833A4"/>
    <w:rsid w:val="0029563E"/>
    <w:rsid w:val="002A1C6F"/>
    <w:rsid w:val="002A1DE2"/>
    <w:rsid w:val="002A3FDA"/>
    <w:rsid w:val="002B6DB9"/>
    <w:rsid w:val="002C125B"/>
    <w:rsid w:val="002C399F"/>
    <w:rsid w:val="002E1591"/>
    <w:rsid w:val="002E4E62"/>
    <w:rsid w:val="00301FF6"/>
    <w:rsid w:val="00303E58"/>
    <w:rsid w:val="003063B0"/>
    <w:rsid w:val="00317E83"/>
    <w:rsid w:val="00333DA7"/>
    <w:rsid w:val="00336CBD"/>
    <w:rsid w:val="0035616F"/>
    <w:rsid w:val="00363E56"/>
    <w:rsid w:val="00365C85"/>
    <w:rsid w:val="0036769C"/>
    <w:rsid w:val="00376D7D"/>
    <w:rsid w:val="00382FEC"/>
    <w:rsid w:val="00392822"/>
    <w:rsid w:val="00393AB2"/>
    <w:rsid w:val="003A1E97"/>
    <w:rsid w:val="003B5EE2"/>
    <w:rsid w:val="003C5A50"/>
    <w:rsid w:val="003E13B6"/>
    <w:rsid w:val="003E5217"/>
    <w:rsid w:val="00405445"/>
    <w:rsid w:val="004061F1"/>
    <w:rsid w:val="0040784C"/>
    <w:rsid w:val="00435555"/>
    <w:rsid w:val="00442653"/>
    <w:rsid w:val="00453E05"/>
    <w:rsid w:val="00466997"/>
    <w:rsid w:val="004714D8"/>
    <w:rsid w:val="00485188"/>
    <w:rsid w:val="004A46BC"/>
    <w:rsid w:val="004B5612"/>
    <w:rsid w:val="004B60FD"/>
    <w:rsid w:val="004B7ABD"/>
    <w:rsid w:val="004D1D5E"/>
    <w:rsid w:val="004E07B0"/>
    <w:rsid w:val="004E132C"/>
    <w:rsid w:val="004E7E34"/>
    <w:rsid w:val="004F04B7"/>
    <w:rsid w:val="004F224E"/>
    <w:rsid w:val="004F7358"/>
    <w:rsid w:val="00511AB2"/>
    <w:rsid w:val="00513436"/>
    <w:rsid w:val="005145D7"/>
    <w:rsid w:val="00520961"/>
    <w:rsid w:val="005252F2"/>
    <w:rsid w:val="00530E9C"/>
    <w:rsid w:val="0053162A"/>
    <w:rsid w:val="005559E5"/>
    <w:rsid w:val="0056318C"/>
    <w:rsid w:val="00577E7D"/>
    <w:rsid w:val="00587D5B"/>
    <w:rsid w:val="005942E9"/>
    <w:rsid w:val="005A7E7B"/>
    <w:rsid w:val="005C7536"/>
    <w:rsid w:val="005E292B"/>
    <w:rsid w:val="005E4CF9"/>
    <w:rsid w:val="005E62D6"/>
    <w:rsid w:val="005F00D6"/>
    <w:rsid w:val="005F3829"/>
    <w:rsid w:val="005F67C5"/>
    <w:rsid w:val="005F7B2A"/>
    <w:rsid w:val="00607E53"/>
    <w:rsid w:val="00640030"/>
    <w:rsid w:val="0064279E"/>
    <w:rsid w:val="00647241"/>
    <w:rsid w:val="00654485"/>
    <w:rsid w:val="00694077"/>
    <w:rsid w:val="00694E02"/>
    <w:rsid w:val="006F49B3"/>
    <w:rsid w:val="006F6F41"/>
    <w:rsid w:val="007017E8"/>
    <w:rsid w:val="00725BD9"/>
    <w:rsid w:val="00746715"/>
    <w:rsid w:val="007477A8"/>
    <w:rsid w:val="00753883"/>
    <w:rsid w:val="00753DB8"/>
    <w:rsid w:val="00755BBD"/>
    <w:rsid w:val="007679FB"/>
    <w:rsid w:val="007709F7"/>
    <w:rsid w:val="00771F45"/>
    <w:rsid w:val="00775574"/>
    <w:rsid w:val="00783B2B"/>
    <w:rsid w:val="007C0498"/>
    <w:rsid w:val="007C3C53"/>
    <w:rsid w:val="007D1ACC"/>
    <w:rsid w:val="007D766E"/>
    <w:rsid w:val="007D7CEA"/>
    <w:rsid w:val="007F0111"/>
    <w:rsid w:val="00813F2E"/>
    <w:rsid w:val="0082297F"/>
    <w:rsid w:val="008455C7"/>
    <w:rsid w:val="00850DB5"/>
    <w:rsid w:val="00855C87"/>
    <w:rsid w:val="00857182"/>
    <w:rsid w:val="008704D5"/>
    <w:rsid w:val="00874A77"/>
    <w:rsid w:val="00875CC9"/>
    <w:rsid w:val="008A3015"/>
    <w:rsid w:val="008C2589"/>
    <w:rsid w:val="008F132E"/>
    <w:rsid w:val="008F5D53"/>
    <w:rsid w:val="00901050"/>
    <w:rsid w:val="00904B4C"/>
    <w:rsid w:val="0091317B"/>
    <w:rsid w:val="00913A7D"/>
    <w:rsid w:val="00913FDA"/>
    <w:rsid w:val="00916374"/>
    <w:rsid w:val="009315CB"/>
    <w:rsid w:val="00932459"/>
    <w:rsid w:val="009342CD"/>
    <w:rsid w:val="00935A72"/>
    <w:rsid w:val="00944B6A"/>
    <w:rsid w:val="00947DE3"/>
    <w:rsid w:val="00954DD7"/>
    <w:rsid w:val="009621FF"/>
    <w:rsid w:val="00963813"/>
    <w:rsid w:val="00967E89"/>
    <w:rsid w:val="00992026"/>
    <w:rsid w:val="00994E46"/>
    <w:rsid w:val="00997388"/>
    <w:rsid w:val="009A4480"/>
    <w:rsid w:val="009C2396"/>
    <w:rsid w:val="009D2464"/>
    <w:rsid w:val="009D43BB"/>
    <w:rsid w:val="009E37B6"/>
    <w:rsid w:val="009F4072"/>
    <w:rsid w:val="00A07BB7"/>
    <w:rsid w:val="00A137E4"/>
    <w:rsid w:val="00A24608"/>
    <w:rsid w:val="00A4064E"/>
    <w:rsid w:val="00A43C56"/>
    <w:rsid w:val="00A51B21"/>
    <w:rsid w:val="00A63D88"/>
    <w:rsid w:val="00A82A60"/>
    <w:rsid w:val="00A96A75"/>
    <w:rsid w:val="00A970A9"/>
    <w:rsid w:val="00AB5529"/>
    <w:rsid w:val="00AD7CE3"/>
    <w:rsid w:val="00AE68C5"/>
    <w:rsid w:val="00AF0E4D"/>
    <w:rsid w:val="00AF282B"/>
    <w:rsid w:val="00AF6F66"/>
    <w:rsid w:val="00B02249"/>
    <w:rsid w:val="00B10178"/>
    <w:rsid w:val="00B102C4"/>
    <w:rsid w:val="00B21DD4"/>
    <w:rsid w:val="00B40B76"/>
    <w:rsid w:val="00B525A3"/>
    <w:rsid w:val="00B611BF"/>
    <w:rsid w:val="00B61F17"/>
    <w:rsid w:val="00B63379"/>
    <w:rsid w:val="00B9069A"/>
    <w:rsid w:val="00B93121"/>
    <w:rsid w:val="00B94146"/>
    <w:rsid w:val="00B9726E"/>
    <w:rsid w:val="00B975C5"/>
    <w:rsid w:val="00BA46E4"/>
    <w:rsid w:val="00BE1929"/>
    <w:rsid w:val="00BE3E81"/>
    <w:rsid w:val="00BF020C"/>
    <w:rsid w:val="00C02206"/>
    <w:rsid w:val="00C114ED"/>
    <w:rsid w:val="00C121E1"/>
    <w:rsid w:val="00C22C11"/>
    <w:rsid w:val="00C43D30"/>
    <w:rsid w:val="00C55883"/>
    <w:rsid w:val="00C620EC"/>
    <w:rsid w:val="00C63A25"/>
    <w:rsid w:val="00C64714"/>
    <w:rsid w:val="00C65684"/>
    <w:rsid w:val="00C67CFC"/>
    <w:rsid w:val="00C67D37"/>
    <w:rsid w:val="00C91ADC"/>
    <w:rsid w:val="00CB20BA"/>
    <w:rsid w:val="00CB5F4B"/>
    <w:rsid w:val="00CB6A06"/>
    <w:rsid w:val="00CC7391"/>
    <w:rsid w:val="00CD6361"/>
    <w:rsid w:val="00CE64F3"/>
    <w:rsid w:val="00CE7976"/>
    <w:rsid w:val="00CF5985"/>
    <w:rsid w:val="00D022AC"/>
    <w:rsid w:val="00D02D32"/>
    <w:rsid w:val="00D11493"/>
    <w:rsid w:val="00D16A17"/>
    <w:rsid w:val="00D20F64"/>
    <w:rsid w:val="00D2766A"/>
    <w:rsid w:val="00D34BD5"/>
    <w:rsid w:val="00D522F6"/>
    <w:rsid w:val="00D52936"/>
    <w:rsid w:val="00D57C8A"/>
    <w:rsid w:val="00D619C9"/>
    <w:rsid w:val="00D63C7E"/>
    <w:rsid w:val="00D64B28"/>
    <w:rsid w:val="00D763F1"/>
    <w:rsid w:val="00DD7EC9"/>
    <w:rsid w:val="00DE2634"/>
    <w:rsid w:val="00DE7386"/>
    <w:rsid w:val="00DF34FB"/>
    <w:rsid w:val="00E07F6E"/>
    <w:rsid w:val="00E535D9"/>
    <w:rsid w:val="00E54C8E"/>
    <w:rsid w:val="00E654F1"/>
    <w:rsid w:val="00E73A89"/>
    <w:rsid w:val="00E868BD"/>
    <w:rsid w:val="00E90101"/>
    <w:rsid w:val="00E9405D"/>
    <w:rsid w:val="00ED575E"/>
    <w:rsid w:val="00EE4EA5"/>
    <w:rsid w:val="00EF7917"/>
    <w:rsid w:val="00F05C6C"/>
    <w:rsid w:val="00F13D2A"/>
    <w:rsid w:val="00F22836"/>
    <w:rsid w:val="00F24FEC"/>
    <w:rsid w:val="00F263C4"/>
    <w:rsid w:val="00F3413A"/>
    <w:rsid w:val="00F34D72"/>
    <w:rsid w:val="00F505AC"/>
    <w:rsid w:val="00F5373E"/>
    <w:rsid w:val="00F54398"/>
    <w:rsid w:val="00F570BC"/>
    <w:rsid w:val="00F647B8"/>
    <w:rsid w:val="00F75DE8"/>
    <w:rsid w:val="00F77108"/>
    <w:rsid w:val="00F81022"/>
    <w:rsid w:val="00F83266"/>
    <w:rsid w:val="00F84C7A"/>
    <w:rsid w:val="00F862C1"/>
    <w:rsid w:val="00F86C65"/>
    <w:rsid w:val="00FE4FFE"/>
    <w:rsid w:val="00FE75D7"/>
    <w:rsid w:val="00FF0618"/>
    <w:rsid w:val="00FF2B78"/>
    <w:rsid w:val="00FF61E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2FDB482"/>
  <w15:docId w15:val="{AB2FD7FA-5CFB-4267-A3DC-21164C66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413A"/>
  </w:style>
  <w:style w:type="paragraph" w:styleId="berschrift1">
    <w:name w:val="heading 1"/>
    <w:basedOn w:val="Standard"/>
    <w:next w:val="Standard"/>
    <w:autoRedefine/>
    <w:qFormat/>
    <w:pPr>
      <w:numPr>
        <w:numId w:val="11"/>
      </w:numPr>
      <w:tabs>
        <w:tab w:val="clear" w:pos="432"/>
        <w:tab w:val="num" w:pos="360"/>
      </w:tabs>
      <w:spacing w:before="240" w:after="120"/>
      <w:ind w:left="0" w:firstLine="0"/>
      <w:outlineLvl w:val="0"/>
    </w:pPr>
    <w:rPr>
      <w:rFonts w:cs="Arial"/>
      <w:b/>
      <w:bCs/>
      <w:szCs w:val="32"/>
    </w:rPr>
  </w:style>
  <w:style w:type="paragraph" w:styleId="berschrift2">
    <w:name w:val="heading 2"/>
    <w:basedOn w:val="berschrift1"/>
    <w:next w:val="Standard"/>
    <w:autoRedefine/>
    <w:qFormat/>
    <w:rsid w:val="00EE4EA5"/>
    <w:pPr>
      <w:numPr>
        <w:ilvl w:val="1"/>
        <w:numId w:val="12"/>
      </w:numPr>
      <w:tabs>
        <w:tab w:val="clear" w:pos="576"/>
        <w:tab w:val="num" w:pos="360"/>
        <w:tab w:val="left" w:pos="624"/>
      </w:tabs>
      <w:ind w:left="0" w:firstLine="0"/>
      <w:outlineLvl w:val="1"/>
    </w:pPr>
    <w:rPr>
      <w:bCs w:val="0"/>
      <w:iCs/>
      <w:sz w:val="26"/>
      <w:szCs w:val="28"/>
    </w:rPr>
  </w:style>
  <w:style w:type="paragraph" w:styleId="berschrift3">
    <w:name w:val="heading 3"/>
    <w:basedOn w:val="berschrift1"/>
    <w:next w:val="Standard"/>
    <w:autoRedefine/>
    <w:qFormat/>
    <w:rsid w:val="00EE4EA5"/>
    <w:pPr>
      <w:numPr>
        <w:ilvl w:val="2"/>
        <w:numId w:val="13"/>
      </w:numPr>
      <w:tabs>
        <w:tab w:val="clear" w:pos="720"/>
        <w:tab w:val="num" w:pos="360"/>
        <w:tab w:val="left" w:pos="794"/>
      </w:tabs>
      <w:ind w:left="0" w:firstLine="0"/>
      <w:outlineLvl w:val="2"/>
    </w:pPr>
    <w:rPr>
      <w:b w:val="0"/>
      <w:bCs w:val="0"/>
      <w:szCs w:val="26"/>
    </w:rPr>
  </w:style>
  <w:style w:type="paragraph" w:styleId="berschrift4">
    <w:name w:val="heading 4"/>
    <w:basedOn w:val="berschrift1"/>
    <w:next w:val="Standard"/>
    <w:qFormat/>
    <w:pPr>
      <w:numPr>
        <w:ilvl w:val="3"/>
        <w:numId w:val="14"/>
      </w:numPr>
      <w:tabs>
        <w:tab w:val="clear" w:pos="864"/>
        <w:tab w:val="num" w:pos="360"/>
        <w:tab w:val="left" w:pos="964"/>
      </w:tabs>
      <w:ind w:left="0" w:firstLine="0"/>
      <w:outlineLvl w:val="3"/>
    </w:pPr>
    <w:rPr>
      <w:b w:val="0"/>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pPr>
      <w:tabs>
        <w:tab w:val="center" w:pos="4536"/>
        <w:tab w:val="right" w:pos="9072"/>
      </w:tabs>
    </w:pPr>
    <w:rPr>
      <w:b/>
      <w:bCs/>
      <w:szCs w:val="20"/>
    </w:rPr>
  </w:style>
  <w:style w:type="paragraph" w:styleId="Fuzeile">
    <w:name w:val="footer"/>
    <w:basedOn w:val="Vordruck8No"/>
    <w:rsid w:val="002833A4"/>
  </w:style>
  <w:style w:type="paragraph" w:customStyle="1" w:styleId="Vordruck8No">
    <w:name w:val="Vordruck8No"/>
    <w:basedOn w:val="Vordruck8"/>
    <w:rsid w:val="00D2766A"/>
    <w:rPr>
      <w:noProof/>
    </w:rPr>
  </w:style>
  <w:style w:type="paragraph" w:customStyle="1" w:styleId="Vordruck8">
    <w:name w:val="Vordruck8"/>
    <w:basedOn w:val="Standard"/>
    <w:rsid w:val="004F7358"/>
    <w:rPr>
      <w:sz w:val="16"/>
    </w:rPr>
  </w:style>
  <w:style w:type="paragraph" w:styleId="Kopfzeile">
    <w:name w:val="header"/>
    <w:basedOn w:val="Vordruck8No"/>
    <w:pPr>
      <w:tabs>
        <w:tab w:val="center" w:pos="4536"/>
        <w:tab w:val="right" w:pos="9072"/>
      </w:tabs>
    </w:pPr>
  </w:style>
  <w:style w:type="paragraph" w:customStyle="1" w:styleId="StandardNo">
    <w:name w:val="StandardNo"/>
    <w:basedOn w:val="Standard"/>
    <w:rsid w:val="002833A4"/>
    <w:rPr>
      <w:noProof/>
    </w:rPr>
  </w:style>
  <w:style w:type="paragraph" w:styleId="Verzeichnis1">
    <w:name w:val="toc 1"/>
    <w:basedOn w:val="Standard"/>
    <w:next w:val="Standard"/>
    <w:autoRedefine/>
    <w:semiHidden/>
    <w:pPr>
      <w:spacing w:before="120"/>
      <w:ind w:left="1134" w:hanging="1134"/>
    </w:pPr>
    <w:rPr>
      <w:b/>
    </w:rPr>
  </w:style>
  <w:style w:type="paragraph" w:styleId="Verzeichnis2">
    <w:name w:val="toc 2"/>
    <w:basedOn w:val="Standard"/>
    <w:next w:val="Standard"/>
    <w:autoRedefine/>
    <w:semiHidden/>
    <w:pPr>
      <w:ind w:left="1134" w:hanging="1134"/>
    </w:pPr>
  </w:style>
  <w:style w:type="paragraph" w:styleId="Verzeichnis3">
    <w:name w:val="toc 3"/>
    <w:basedOn w:val="Standard"/>
    <w:next w:val="Standard"/>
    <w:autoRedefine/>
    <w:semiHidden/>
    <w:pPr>
      <w:ind w:left="1134" w:hanging="1134"/>
    </w:pPr>
  </w:style>
  <w:style w:type="paragraph" w:styleId="Verzeichnis4">
    <w:name w:val="toc 4"/>
    <w:basedOn w:val="Standard"/>
    <w:next w:val="Standard"/>
    <w:autoRedefine/>
    <w:semiHidden/>
    <w:pPr>
      <w:ind w:left="1134" w:hanging="1134"/>
    </w:pPr>
  </w:style>
  <w:style w:type="paragraph" w:customStyle="1" w:styleId="Vordruck80">
    <w:name w:val="Vordruck 8"/>
    <w:basedOn w:val="Standard"/>
    <w:rsid w:val="001118E2"/>
    <w:rPr>
      <w:sz w:val="16"/>
    </w:rPr>
  </w:style>
  <w:style w:type="paragraph" w:customStyle="1" w:styleId="Vordruck8No0">
    <w:name w:val="Vordruck 8 No"/>
    <w:basedOn w:val="Standard"/>
    <w:rsid w:val="001118E2"/>
    <w:rPr>
      <w:noProof/>
      <w:sz w:val="16"/>
      <w:lang w:val="de-DE"/>
    </w:rPr>
  </w:style>
  <w:style w:type="paragraph" w:styleId="Sprechblasentext">
    <w:name w:val="Balloon Text"/>
    <w:basedOn w:val="Standard"/>
    <w:link w:val="SprechblasentextZchn"/>
    <w:rsid w:val="002B6DB9"/>
    <w:rPr>
      <w:rFonts w:ascii="Tahoma" w:hAnsi="Tahoma" w:cs="Tahoma"/>
      <w:sz w:val="16"/>
      <w:szCs w:val="16"/>
    </w:rPr>
  </w:style>
  <w:style w:type="character" w:customStyle="1" w:styleId="SprechblasentextZchn">
    <w:name w:val="Sprechblasentext Zchn"/>
    <w:basedOn w:val="Absatz-Standardschriftart"/>
    <w:link w:val="Sprechblasentext"/>
    <w:rsid w:val="002B6DB9"/>
    <w:rPr>
      <w:rFonts w:ascii="Tahoma" w:hAnsi="Tahoma" w:cs="Tahoma"/>
      <w:sz w:val="16"/>
      <w:szCs w:val="16"/>
      <w:lang w:eastAsia="de-DE"/>
    </w:rPr>
  </w:style>
  <w:style w:type="paragraph" w:styleId="Untertitel">
    <w:name w:val="Subtitle"/>
    <w:basedOn w:val="Standard"/>
    <w:next w:val="Standard"/>
    <w:link w:val="UntertitelZchn"/>
    <w:rsid w:val="002A3FDA"/>
    <w:pPr>
      <w:spacing w:after="60"/>
      <w:jc w:val="center"/>
      <w:outlineLvl w:val="1"/>
    </w:pPr>
    <w:rPr>
      <w:rFonts w:asciiTheme="majorHAnsi" w:eastAsiaTheme="majorEastAsia" w:hAnsiTheme="majorHAnsi" w:cstheme="majorBidi"/>
      <w:sz w:val="24"/>
    </w:rPr>
  </w:style>
  <w:style w:type="character" w:customStyle="1" w:styleId="UntertitelZchn">
    <w:name w:val="Untertitel Zchn"/>
    <w:basedOn w:val="Absatz-Standardschriftart"/>
    <w:link w:val="Untertitel"/>
    <w:rsid w:val="002A3FDA"/>
    <w:rPr>
      <w:rFonts w:asciiTheme="majorHAnsi" w:eastAsiaTheme="majorEastAsia" w:hAnsiTheme="majorHAnsi" w:cstheme="majorBidi"/>
      <w:sz w:val="24"/>
      <w:szCs w:val="24"/>
      <w:lang w:eastAsia="de-DE"/>
    </w:rPr>
  </w:style>
  <w:style w:type="character" w:styleId="Hervorhebung">
    <w:name w:val="Emphasis"/>
    <w:basedOn w:val="Absatz-Standardschriftart"/>
    <w:qFormat/>
    <w:rsid w:val="002A3FDA"/>
    <w:rPr>
      <w:i/>
      <w:iCs/>
    </w:rPr>
  </w:style>
  <w:style w:type="character" w:styleId="Fett">
    <w:name w:val="Strong"/>
    <w:basedOn w:val="Absatz-Standardschriftart"/>
    <w:qFormat/>
    <w:rsid w:val="002A3FDA"/>
    <w:rPr>
      <w:b/>
      <w:bCs/>
    </w:rPr>
  </w:style>
  <w:style w:type="paragraph" w:customStyle="1" w:styleId="Ansprechpartner">
    <w:name w:val="Ansprechpartner"/>
    <w:basedOn w:val="Vordruck8No0"/>
    <w:qFormat/>
    <w:rsid w:val="002A3FDA"/>
    <w:rPr>
      <w:sz w:val="18"/>
      <w:szCs w:val="18"/>
      <w:lang w:val="de-CH"/>
    </w:rPr>
  </w:style>
  <w:style w:type="paragraph" w:styleId="Titel">
    <w:name w:val="Title"/>
    <w:basedOn w:val="Standard"/>
    <w:next w:val="Standard"/>
    <w:link w:val="TitelZchn"/>
    <w:autoRedefine/>
    <w:qFormat/>
    <w:rsid w:val="00F263C4"/>
    <w:pPr>
      <w:spacing w:before="240" w:after="60"/>
      <w:outlineLvl w:val="0"/>
    </w:pPr>
    <w:rPr>
      <w:rFonts w:eastAsiaTheme="majorEastAsia" w:cstheme="majorBidi"/>
      <w:b/>
      <w:bCs/>
      <w:kern w:val="28"/>
      <w:sz w:val="30"/>
      <w:szCs w:val="32"/>
    </w:rPr>
  </w:style>
  <w:style w:type="character" w:customStyle="1" w:styleId="TitelZchn">
    <w:name w:val="Titel Zchn"/>
    <w:basedOn w:val="Absatz-Standardschriftart"/>
    <w:link w:val="Titel"/>
    <w:rsid w:val="00F263C4"/>
    <w:rPr>
      <w:rFonts w:ascii="Arial" w:eastAsiaTheme="majorEastAsia" w:hAnsi="Arial" w:cstheme="majorBidi"/>
      <w:b/>
      <w:bCs/>
      <w:kern w:val="28"/>
      <w:sz w:val="30"/>
      <w:szCs w:val="32"/>
      <w:lang w:eastAsia="de-DE"/>
    </w:rPr>
  </w:style>
  <w:style w:type="paragraph" w:styleId="Listenabsatz">
    <w:name w:val="List Paragraph"/>
    <w:basedOn w:val="Standard"/>
    <w:uiPriority w:val="34"/>
    <w:rsid w:val="00E90101"/>
    <w:pPr>
      <w:ind w:left="720"/>
      <w:contextualSpacing/>
    </w:pPr>
  </w:style>
  <w:style w:type="paragraph" w:customStyle="1" w:styleId="KeinAbsatzformat">
    <w:name w:val="[Kein Absatzformat]"/>
    <w:rsid w:val="009C2396"/>
    <w:pPr>
      <w:autoSpaceDE w:val="0"/>
      <w:autoSpaceDN w:val="0"/>
      <w:adjustRightInd w:val="0"/>
      <w:spacing w:line="288" w:lineRule="auto"/>
      <w:textAlignment w:val="center"/>
    </w:pPr>
    <w:rPr>
      <w:rFonts w:ascii="Bulo Bold" w:hAnsi="Bulo Bold"/>
      <w:color w:val="000000"/>
      <w:sz w:val="24"/>
      <w:szCs w:val="24"/>
      <w:lang w:val="de-DE"/>
    </w:rPr>
  </w:style>
  <w:style w:type="paragraph" w:customStyle="1" w:styleId="tabellegt">
    <w:name w:val="tabelle_gt"/>
    <w:basedOn w:val="KeinAbsatzformat"/>
    <w:uiPriority w:val="99"/>
    <w:rsid w:val="009C2396"/>
    <w:rPr>
      <w:rFonts w:ascii="Bulo Regular" w:hAnsi="Bulo Regular" w:cs="Bulo Regular"/>
      <w:sz w:val="18"/>
      <w:szCs w:val="18"/>
    </w:rPr>
  </w:style>
  <w:style w:type="paragraph" w:customStyle="1" w:styleId="tabelletitel">
    <w:name w:val="tabelle titel"/>
    <w:basedOn w:val="tabellegt"/>
    <w:uiPriority w:val="99"/>
    <w:rsid w:val="009C2396"/>
    <w:rPr>
      <w:rFonts w:ascii="Bulo Bold" w:hAnsi="Bulo Bold" w:cs="Bulo Bold"/>
      <w:b/>
      <w:bCs/>
      <w:color w:val="FFFFFF"/>
    </w:rPr>
  </w:style>
  <w:style w:type="paragraph" w:customStyle="1" w:styleId="tabelleUntertitel">
    <w:name w:val="tabelle_Untertitel"/>
    <w:basedOn w:val="tabellegt"/>
    <w:uiPriority w:val="99"/>
    <w:rsid w:val="009C2396"/>
    <w:rPr>
      <w:rFonts w:ascii="Bulo Bold" w:hAnsi="Bulo Bold" w:cs="Bulo Bold"/>
      <w:b/>
      <w:bCs/>
    </w:rPr>
  </w:style>
  <w:style w:type="paragraph" w:customStyle="1" w:styleId="tabelleliste">
    <w:name w:val="tabelle_liste"/>
    <w:basedOn w:val="tabellegt"/>
    <w:uiPriority w:val="99"/>
    <w:rsid w:val="009C2396"/>
    <w:pPr>
      <w:tabs>
        <w:tab w:val="left" w:pos="340"/>
      </w:tabs>
      <w:ind w:left="340" w:hanging="340"/>
      <w:jc w:val="both"/>
    </w:pPr>
  </w:style>
  <w:style w:type="character" w:customStyle="1" w:styleId="bold">
    <w:name w:val="bold"/>
    <w:uiPriority w:val="99"/>
    <w:rsid w:val="009C2396"/>
    <w:rPr>
      <w:rFonts w:ascii="TheMix B7 Bold" w:hAnsi="TheMix B7 Bold" w:cs="TheMix B7 Bold"/>
      <w:b/>
      <w:bCs/>
    </w:rPr>
  </w:style>
  <w:style w:type="character" w:customStyle="1" w:styleId="ExpertBold">
    <w:name w:val="Expert_Bold"/>
    <w:basedOn w:val="bold"/>
    <w:uiPriority w:val="99"/>
    <w:rsid w:val="009C2396"/>
    <w:rPr>
      <w:rFonts w:ascii="TheMix B7 Bold" w:hAnsi="TheMix B7 Bold" w:cs="TheMix B7 Bold"/>
      <w:b/>
      <w:bCs/>
    </w:rPr>
  </w:style>
  <w:style w:type="character" w:customStyle="1" w:styleId="ExpertLight">
    <w:name w:val="Expert_Light"/>
    <w:uiPriority w:val="99"/>
    <w:rsid w:val="009C2396"/>
    <w:rPr>
      <w:color w:val="FFFFFF"/>
    </w:rPr>
  </w:style>
  <w:style w:type="character" w:customStyle="1" w:styleId="ExpertGrundschrift">
    <w:name w:val="Expert_Grundschrift"/>
    <w:uiPriority w:val="99"/>
    <w:rsid w:val="009C2396"/>
  </w:style>
  <w:style w:type="paragraph" w:customStyle="1" w:styleId="TitelseiteHaupttitel">
    <w:name w:val="Titelseite Haupttitel"/>
    <w:basedOn w:val="KeinAbsatzformat"/>
    <w:uiPriority w:val="99"/>
    <w:rsid w:val="009C2396"/>
    <w:rPr>
      <w:rFonts w:ascii="Bulo Light" w:hAnsi="Bulo Light" w:cs="Bulo Light"/>
      <w:color w:val="005496"/>
      <w:spacing w:val="8"/>
      <w:position w:val="6"/>
      <w:sz w:val="84"/>
      <w:szCs w:val="84"/>
      <w:lang w:val="de-CH"/>
    </w:rPr>
  </w:style>
  <w:style w:type="paragraph" w:customStyle="1" w:styleId="TitelseiteUntertitel">
    <w:name w:val="Titelseite Untertitel"/>
    <w:basedOn w:val="KeinAbsatzformat"/>
    <w:uiPriority w:val="99"/>
    <w:rsid w:val="009C2396"/>
    <w:pPr>
      <w:spacing w:line="260" w:lineRule="atLeast"/>
      <w:ind w:right="850"/>
    </w:pPr>
    <w:rPr>
      <w:rFonts w:cs="Bulo Bold"/>
      <w:b/>
      <w:bCs/>
      <w:color w:val="005496"/>
      <w:sz w:val="20"/>
      <w:szCs w:val="20"/>
    </w:rPr>
  </w:style>
  <w:style w:type="character" w:styleId="Kommentarzeichen">
    <w:name w:val="annotation reference"/>
    <w:basedOn w:val="Absatz-Standardschriftart"/>
    <w:rsid w:val="009315CB"/>
    <w:rPr>
      <w:sz w:val="16"/>
      <w:szCs w:val="16"/>
    </w:rPr>
  </w:style>
  <w:style w:type="paragraph" w:styleId="Kommentartext">
    <w:name w:val="annotation text"/>
    <w:basedOn w:val="Standard"/>
    <w:link w:val="KommentartextZchn"/>
    <w:rsid w:val="009315CB"/>
    <w:rPr>
      <w:sz w:val="20"/>
      <w:szCs w:val="20"/>
    </w:rPr>
  </w:style>
  <w:style w:type="character" w:customStyle="1" w:styleId="KommentartextZchn">
    <w:name w:val="Kommentartext Zchn"/>
    <w:basedOn w:val="Absatz-Standardschriftart"/>
    <w:link w:val="Kommentartext"/>
    <w:rsid w:val="009315CB"/>
    <w:rPr>
      <w:sz w:val="20"/>
      <w:szCs w:val="20"/>
    </w:rPr>
  </w:style>
  <w:style w:type="paragraph" w:styleId="Kommentarthema">
    <w:name w:val="annotation subject"/>
    <w:basedOn w:val="Kommentartext"/>
    <w:next w:val="Kommentartext"/>
    <w:link w:val="KommentarthemaZchn"/>
    <w:rsid w:val="009315CB"/>
    <w:rPr>
      <w:b/>
      <w:bCs/>
    </w:rPr>
  </w:style>
  <w:style w:type="character" w:customStyle="1" w:styleId="KommentarthemaZchn">
    <w:name w:val="Kommentarthema Zchn"/>
    <w:basedOn w:val="KommentartextZchn"/>
    <w:link w:val="Kommentarthema"/>
    <w:rsid w:val="009315CB"/>
    <w:rPr>
      <w:b/>
      <w:bCs/>
      <w:sz w:val="20"/>
      <w:szCs w:val="20"/>
    </w:rPr>
  </w:style>
  <w:style w:type="paragraph" w:styleId="Funotentext">
    <w:name w:val="footnote text"/>
    <w:basedOn w:val="Standard"/>
    <w:link w:val="FunotentextZchn"/>
    <w:rsid w:val="00994E46"/>
    <w:rPr>
      <w:sz w:val="20"/>
      <w:szCs w:val="20"/>
      <w:lang w:val="de-DE" w:eastAsia="de-DE"/>
    </w:rPr>
  </w:style>
  <w:style w:type="character" w:customStyle="1" w:styleId="FunotentextZchn">
    <w:name w:val="Fußnotentext Zchn"/>
    <w:basedOn w:val="Absatz-Standardschriftart"/>
    <w:link w:val="Funotentext"/>
    <w:rsid w:val="00994E46"/>
    <w:rPr>
      <w:sz w:val="20"/>
      <w:szCs w:val="20"/>
      <w:lang w:val="de-DE" w:eastAsia="de-DE"/>
    </w:rPr>
  </w:style>
  <w:style w:type="character" w:styleId="Funotenzeichen">
    <w:name w:val="footnote reference"/>
    <w:rsid w:val="00994E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55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Allgemein\Vorlagen%20H+\Neutrale%20Vorlage\Vorlage%20neutral%20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66F84-FF27-4072-84E1-2F96C159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neutral hoch</Template>
  <TotalTime>0</TotalTime>
  <Pages>15</Pages>
  <Words>4144</Words>
  <Characters>26113</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Adresse</vt:lpstr>
    </vt:vector>
  </TitlesOfParts>
  <Company>Hewlett-Packard Company</Company>
  <LinksUpToDate>false</LinksUpToDate>
  <CharactersWithSpaces>30197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Salzmann Karin</dc:creator>
  <dc:description>Leuchter Informatik AG_x000d_
CH-6003 Luzern_x000d_
Juli 2004</dc:description>
  <cp:lastModifiedBy>Bossion Florian</cp:lastModifiedBy>
  <cp:revision>5</cp:revision>
  <cp:lastPrinted>2016-03-30T13:51:00Z</cp:lastPrinted>
  <dcterms:created xsi:type="dcterms:W3CDTF">2018-02-05T13:50:00Z</dcterms:created>
  <dcterms:modified xsi:type="dcterms:W3CDTF">2022-02-03T14:59:00Z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
    <vt:lpwstr>ID</vt:lpwstr>
  </property>
  <property fmtid="{D5CDD505-2E9C-101B-9397-08002B2CF9AE}" pid="3" name="IDLinks">
    <vt:lpwstr>IDLinks</vt:lpwstr>
  </property>
  <property fmtid="{D5CDD505-2E9C-101B-9397-08002B2CF9AE}" pid="4" name="IDRechts">
    <vt:lpwstr>IDRechts</vt:lpwstr>
  </property>
  <property fmtid="{D5CDD505-2E9C-101B-9397-08002B2CF9AE}" pid="5" name="IDDokumentersteller">
    <vt:lpwstr>IDDokumentersteller</vt:lpwstr>
  </property>
  <property fmtid="{D5CDD505-2E9C-101B-9397-08002B2CF9AE}" pid="6" name="Kurzzeichen">
    <vt:lpwstr>Kurzzeichen</vt:lpwstr>
  </property>
  <property fmtid="{D5CDD505-2E9C-101B-9397-08002B2CF9AE}" pid="7" name="KurzzeichenLinks">
    <vt:lpwstr>KurzzeichenLinks</vt:lpwstr>
  </property>
  <property fmtid="{D5CDD505-2E9C-101B-9397-08002B2CF9AE}" pid="8" name="KurzzeichenRechts">
    <vt:lpwstr>KurzzeichenRechts</vt:lpwstr>
  </property>
  <property fmtid="{D5CDD505-2E9C-101B-9397-08002B2CF9AE}" pid="9" name="KurzzeichenDokumentersteller">
    <vt:lpwstr>KurzzeichenDokumentersteller</vt:lpwstr>
  </property>
  <property fmtid="{D5CDD505-2E9C-101B-9397-08002B2CF9AE}" pid="10" name="Name">
    <vt:lpwstr>Name</vt:lpwstr>
  </property>
  <property fmtid="{D5CDD505-2E9C-101B-9397-08002B2CF9AE}" pid="11" name="NameLinks">
    <vt:lpwstr>NameLinks</vt:lpwstr>
  </property>
  <property fmtid="{D5CDD505-2E9C-101B-9397-08002B2CF9AE}" pid="12" name="NameRechts">
    <vt:lpwstr>NameRechts</vt:lpwstr>
  </property>
  <property fmtid="{D5CDD505-2E9C-101B-9397-08002B2CF9AE}" pid="13" name="NameDokumentersteller">
    <vt:lpwstr>NameDokumentersteller</vt:lpwstr>
  </property>
  <property fmtid="{D5CDD505-2E9C-101B-9397-08002B2CF9AE}" pid="14" name="Vorname">
    <vt:lpwstr>Vorname</vt:lpwstr>
  </property>
  <property fmtid="{D5CDD505-2E9C-101B-9397-08002B2CF9AE}" pid="15" name="VornameLinks">
    <vt:lpwstr>VornameLinks</vt:lpwstr>
  </property>
  <property fmtid="{D5CDD505-2E9C-101B-9397-08002B2CF9AE}" pid="16" name="VornameRechts">
    <vt:lpwstr>VornameRechts</vt:lpwstr>
  </property>
  <property fmtid="{D5CDD505-2E9C-101B-9397-08002B2CF9AE}" pid="17" name="VornameDokumentersteller">
    <vt:lpwstr>VornameDokumentersteller</vt:lpwstr>
  </property>
  <property fmtid="{D5CDD505-2E9C-101B-9397-08002B2CF9AE}" pid="18" name="TelefonDirekt">
    <vt:lpwstr>TelefonDirekt</vt:lpwstr>
  </property>
  <property fmtid="{D5CDD505-2E9C-101B-9397-08002B2CF9AE}" pid="19" name="TelefonDirektLinks">
    <vt:lpwstr>TelefonDirektLinks</vt:lpwstr>
  </property>
  <property fmtid="{D5CDD505-2E9C-101B-9397-08002B2CF9AE}" pid="20" name="TelefonDirektRechts">
    <vt:lpwstr>TelefonDirektRechts</vt:lpwstr>
  </property>
  <property fmtid="{D5CDD505-2E9C-101B-9397-08002B2CF9AE}" pid="21" name="TelefonDirektDokumentersteller">
    <vt:lpwstr>TelefonDirektDokumentersteller</vt:lpwstr>
  </property>
  <property fmtid="{D5CDD505-2E9C-101B-9397-08002B2CF9AE}" pid="22" name="TelefaxDirekt">
    <vt:lpwstr>TelefaxDirekt</vt:lpwstr>
  </property>
  <property fmtid="{D5CDD505-2E9C-101B-9397-08002B2CF9AE}" pid="23" name="TelefaxDirektLinks">
    <vt:lpwstr>TelefaxDirektLinks</vt:lpwstr>
  </property>
  <property fmtid="{D5CDD505-2E9C-101B-9397-08002B2CF9AE}" pid="24" name="TelefaxDirektRechts">
    <vt:lpwstr>TelefaxDirektRechts</vt:lpwstr>
  </property>
  <property fmtid="{D5CDD505-2E9C-101B-9397-08002B2CF9AE}" pid="25" name="TelefaxDirektDokumentersteller">
    <vt:lpwstr>TelefaxDirektDokumentersteller</vt:lpwstr>
  </property>
  <property fmtid="{D5CDD505-2E9C-101B-9397-08002B2CF9AE}" pid="26" name="Mobile">
    <vt:lpwstr>Mobile</vt:lpwstr>
  </property>
  <property fmtid="{D5CDD505-2E9C-101B-9397-08002B2CF9AE}" pid="27" name="MobileLinks">
    <vt:lpwstr>MobileLinks</vt:lpwstr>
  </property>
  <property fmtid="{D5CDD505-2E9C-101B-9397-08002B2CF9AE}" pid="28" name="MobileRechts">
    <vt:lpwstr>MobileRechts</vt:lpwstr>
  </property>
  <property fmtid="{D5CDD505-2E9C-101B-9397-08002B2CF9AE}" pid="29" name="MobileDokumentersteller">
    <vt:lpwstr>MobileDokumentersteller</vt:lpwstr>
  </property>
  <property fmtid="{D5CDD505-2E9C-101B-9397-08002B2CF9AE}" pid="30" name="Email">
    <vt:lpwstr>Email</vt:lpwstr>
  </property>
  <property fmtid="{D5CDD505-2E9C-101B-9397-08002B2CF9AE}" pid="31" name="EmailLinks">
    <vt:lpwstr>EmailLinks</vt:lpwstr>
  </property>
  <property fmtid="{D5CDD505-2E9C-101B-9397-08002B2CF9AE}" pid="32" name="EmailRechts">
    <vt:lpwstr>EmailRechts</vt:lpwstr>
  </property>
  <property fmtid="{D5CDD505-2E9C-101B-9397-08002B2CF9AE}" pid="33" name="EmailDokumentersteller">
    <vt:lpwstr>EmailDokumentersteller</vt:lpwstr>
  </property>
  <property fmtid="{D5CDD505-2E9C-101B-9397-08002B2CF9AE}" pid="34" name="CompanyKennung">
    <vt:lpwstr>CompanyKennung</vt:lpwstr>
  </property>
  <property fmtid="{D5CDD505-2E9C-101B-9397-08002B2CF9AE}" pid="35" name="CompanyName">
    <vt:lpwstr>CompanyName</vt:lpwstr>
  </property>
  <property fmtid="{D5CDD505-2E9C-101B-9397-08002B2CF9AE}" pid="36" name="CompanyZusatz">
    <vt:lpwstr>CompanyZusatz</vt:lpwstr>
  </property>
  <property fmtid="{D5CDD505-2E9C-101B-9397-08002B2CF9AE}" pid="37" name="CompanyStreet">
    <vt:lpwstr>CompanyStreet</vt:lpwstr>
  </property>
  <property fmtid="{D5CDD505-2E9C-101B-9397-08002B2CF9AE}" pid="38" name="CompanyPostfach">
    <vt:lpwstr>CompanyPostfach</vt:lpwstr>
  </property>
  <property fmtid="{D5CDD505-2E9C-101B-9397-08002B2CF9AE}" pid="39" name="CompanyPLZOrt">
    <vt:lpwstr>CompanyPLZOrt</vt:lpwstr>
  </property>
  <property fmtid="{D5CDD505-2E9C-101B-9397-08002B2CF9AE}" pid="40" name="CompanyTelefon">
    <vt:lpwstr>CompanyTelefon</vt:lpwstr>
  </property>
  <property fmtid="{D5CDD505-2E9C-101B-9397-08002B2CF9AE}" pid="41" name="CompanyFax">
    <vt:lpwstr>CompanyFax</vt:lpwstr>
  </property>
  <property fmtid="{D5CDD505-2E9C-101B-9397-08002B2CF9AE}" pid="42" name="CompanyISDN">
    <vt:lpwstr>CompanyISDN</vt:lpwstr>
  </property>
  <property fmtid="{D5CDD505-2E9C-101B-9397-08002B2CF9AE}" pid="43" name="CompanyEmail">
    <vt:lpwstr>CompanyEmail</vt:lpwstr>
  </property>
  <property fmtid="{D5CDD505-2E9C-101B-9397-08002B2CF9AE}" pid="44" name="CompanyInternet">
    <vt:lpwstr>CompanyInternet</vt:lpwstr>
  </property>
  <property fmtid="{D5CDD505-2E9C-101B-9397-08002B2CF9AE}" pid="45" name="CompanyGruss">
    <vt:lpwstr>CompanyGruss</vt:lpwstr>
  </property>
  <property fmtid="{D5CDD505-2E9C-101B-9397-08002B2CF9AE}" pid="46" name="Layout">
    <vt:lpwstr>Layout</vt:lpwstr>
  </property>
  <property fmtid="{D5CDD505-2E9C-101B-9397-08002B2CF9AE}" pid="47" name="Adresse">
    <vt:lpwstr> </vt:lpwstr>
  </property>
  <property fmtid="{D5CDD505-2E9C-101B-9397-08002B2CF9AE}" pid="48" name="Einschreiben">
    <vt:lpwstr> </vt:lpwstr>
  </property>
  <property fmtid="{D5CDD505-2E9C-101B-9397-08002B2CF9AE}" pid="49" name="Vertraulich">
    <vt:lpwstr> </vt:lpwstr>
  </property>
  <property fmtid="{D5CDD505-2E9C-101B-9397-08002B2CF9AE}" pid="50" name="Erste Seite">
    <vt:lpwstr>Neutral</vt:lpwstr>
  </property>
  <property fmtid="{D5CDD505-2E9C-101B-9397-08002B2CF9AE}" pid="51" name="Folgeseite">
    <vt:lpwstr>Neutral</vt:lpwstr>
  </property>
  <property fmtid="{D5CDD505-2E9C-101B-9397-08002B2CF9AE}" pid="52" name="WPDialog">
    <vt:lpwstr>Adresse</vt:lpwstr>
  </property>
  <property fmtid="{D5CDD505-2E9C-101B-9397-08002B2CF9AE}" pid="53" name="Funktion1">
    <vt:lpwstr>Funktion1</vt:lpwstr>
  </property>
  <property fmtid="{D5CDD505-2E9C-101B-9397-08002B2CF9AE}" pid="54" name="Funktion2">
    <vt:lpwstr>Funktion2</vt:lpwstr>
  </property>
  <property fmtid="{D5CDD505-2E9C-101B-9397-08002B2CF9AE}" pid="55" name="Funktion1Links">
    <vt:lpwstr>Funktion1Links</vt:lpwstr>
  </property>
  <property fmtid="{D5CDD505-2E9C-101B-9397-08002B2CF9AE}" pid="56" name="Funktion2Links">
    <vt:lpwstr>Funktion2Links</vt:lpwstr>
  </property>
  <property fmtid="{D5CDD505-2E9C-101B-9397-08002B2CF9AE}" pid="57" name="Funktion2Rechts">
    <vt:lpwstr>Funktion2Rechts</vt:lpwstr>
  </property>
  <property fmtid="{D5CDD505-2E9C-101B-9397-08002B2CF9AE}" pid="58" name="Funktion1Rechts">
    <vt:lpwstr>Funktion1Rechts</vt:lpwstr>
  </property>
  <property fmtid="{D5CDD505-2E9C-101B-9397-08002B2CF9AE}" pid="59" name="Funktion1Dokumentersteller">
    <vt:lpwstr>Funktion1Dokumentersteller</vt:lpwstr>
  </property>
  <property fmtid="{D5CDD505-2E9C-101B-9397-08002B2CF9AE}" pid="60" name="Funktion2Dokumentersteller">
    <vt:lpwstr>Funktion2Dokumentersteller</vt:lpwstr>
  </property>
  <property fmtid="{D5CDD505-2E9C-101B-9397-08002B2CF9AE}" pid="61" name="FaxDirekt">
    <vt:lpwstr>FaxDirekt</vt:lpwstr>
  </property>
  <property fmtid="{D5CDD505-2E9C-101B-9397-08002B2CF9AE}" pid="62" name="LogoAus">
    <vt:lpwstr>True</vt:lpwstr>
  </property>
  <property fmtid="{D5CDD505-2E9C-101B-9397-08002B2CF9AE}" pid="63" name="KurzzeichenVerfasser">
    <vt:lpwstr>KurzzeichenVerfasser</vt:lpwstr>
  </property>
  <property fmtid="{D5CDD505-2E9C-101B-9397-08002B2CF9AE}" pid="64" name="VersandartD">
    <vt:lpwstr> </vt:lpwstr>
  </property>
</Properties>
</file>